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090"/>
        <w:gridCol w:w="3828"/>
        <w:gridCol w:w="2055"/>
        <w:gridCol w:w="2055"/>
        <w:gridCol w:w="1560"/>
        <w:gridCol w:w="2580"/>
      </w:tblGrid>
      <w:tr w:rsidR="006C1BBB" w:rsidRPr="00307A0C" w14:paraId="1EA5FBFE" w14:textId="77777777" w:rsidTr="00E9528A">
        <w:trPr>
          <w:trHeight w:val="453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78B90BF2" w14:textId="64549F4B" w:rsidR="006C1BBB" w:rsidRPr="00307A0C" w:rsidRDefault="00307A0C" w:rsidP="006C1BBB">
            <w:pPr>
              <w:keepNext/>
              <w:outlineLvl w:val="0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0</w:t>
            </w:r>
            <w:r w:rsidR="00045B36">
              <w:rPr>
                <w:rFonts w:asciiTheme="minorHAnsi" w:hAnsiTheme="minorHAnsi" w:cstheme="minorHAnsi"/>
                <w:b/>
              </w:rPr>
              <w:t>18</w:t>
            </w:r>
          </w:p>
        </w:tc>
        <w:tc>
          <w:tcPr>
            <w:tcW w:w="5883" w:type="dxa"/>
            <w:gridSpan w:val="2"/>
            <w:shd w:val="clear" w:color="auto" w:fill="B2A1C7" w:themeFill="accent4" w:themeFillTint="99"/>
            <w:vAlign w:val="center"/>
          </w:tcPr>
          <w:p w14:paraId="6E0C33FA" w14:textId="77777777" w:rsidR="00BC219A" w:rsidRDefault="00BC219A" w:rsidP="00BC219A">
            <w:pPr>
              <w:rPr>
                <w:rFonts w:asciiTheme="minorHAnsi" w:hAnsiTheme="minorHAnsi" w:cstheme="minorHAnsi"/>
                <w:b/>
              </w:rPr>
            </w:pPr>
          </w:p>
          <w:p w14:paraId="653301C4" w14:textId="05FF0EE7" w:rsidR="006C1BBB" w:rsidRPr="002D03A6" w:rsidRDefault="008C308B" w:rsidP="00706D4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DEEP CLEAN KITCHEN</w:t>
            </w:r>
          </w:p>
        </w:tc>
        <w:tc>
          <w:tcPr>
            <w:tcW w:w="6195" w:type="dxa"/>
            <w:gridSpan w:val="3"/>
            <w:shd w:val="clear" w:color="auto" w:fill="FFFFFF" w:themeFill="background1"/>
            <w:vAlign w:val="center"/>
          </w:tcPr>
          <w:p w14:paraId="70D7B775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Frequency and Job Specific Information:</w:t>
            </w:r>
            <w:r w:rsidR="00E9528A">
              <w:rPr>
                <w:rFonts w:asciiTheme="minorHAnsi" w:hAnsiTheme="minorHAnsi" w:cstheme="minorHAnsi"/>
              </w:rPr>
              <w:t xml:space="preserve"> Please Refer to Project/</w:t>
            </w:r>
            <w:r w:rsidRPr="00307A0C">
              <w:rPr>
                <w:rFonts w:asciiTheme="minorHAnsi" w:hAnsiTheme="minorHAnsi" w:cstheme="minorHAnsi"/>
              </w:rPr>
              <w:t xml:space="preserve"> Method Statement</w:t>
            </w:r>
          </w:p>
        </w:tc>
      </w:tr>
      <w:tr w:rsidR="006C1BBB" w:rsidRPr="00307A0C" w14:paraId="3CE4C32D" w14:textId="77777777" w:rsidTr="00E9528A">
        <w:trPr>
          <w:trHeight w:val="453"/>
        </w:trPr>
        <w:tc>
          <w:tcPr>
            <w:tcW w:w="3090" w:type="dxa"/>
            <w:vMerge w:val="restart"/>
            <w:shd w:val="clear" w:color="auto" w:fill="B2A1C7" w:themeFill="accent4" w:themeFillTint="99"/>
            <w:vAlign w:val="center"/>
          </w:tcPr>
          <w:p w14:paraId="60C0F5BF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prepared by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65A07C3F" w14:textId="77777777" w:rsidR="006C1BBB" w:rsidRPr="00307A0C" w:rsidRDefault="006C1BBB" w:rsidP="007770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 w:val="restart"/>
            <w:shd w:val="clear" w:color="auto" w:fill="B2A1C7" w:themeFill="accent4" w:themeFillTint="99"/>
            <w:vAlign w:val="center"/>
          </w:tcPr>
          <w:p w14:paraId="58CB7140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Na</w:t>
            </w:r>
            <w:r w:rsidR="00E9528A">
              <w:rPr>
                <w:rFonts w:asciiTheme="minorHAnsi" w:hAnsiTheme="minorHAnsi" w:cstheme="minorHAnsi"/>
                <w:b/>
              </w:rPr>
              <w:t xml:space="preserve">me of Person approving </w:t>
            </w:r>
            <w:r w:rsidRPr="00307A0C">
              <w:rPr>
                <w:rFonts w:asciiTheme="minorHAnsi" w:hAnsiTheme="minorHAnsi" w:cstheme="minorHAnsi"/>
                <w:b/>
              </w:rPr>
              <w:t>RA:</w:t>
            </w:r>
          </w:p>
        </w:tc>
        <w:tc>
          <w:tcPr>
            <w:tcW w:w="2055" w:type="dxa"/>
            <w:vMerge w:val="restart"/>
            <w:shd w:val="clear" w:color="auto" w:fill="FFFFFF" w:themeFill="background1"/>
            <w:vAlign w:val="center"/>
          </w:tcPr>
          <w:p w14:paraId="0FC48177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00A76436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 of last review: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30BC2503" w14:textId="1D6FF523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335792CE" w14:textId="77777777" w:rsidTr="00E9528A">
        <w:trPr>
          <w:trHeight w:val="337"/>
        </w:trPr>
        <w:tc>
          <w:tcPr>
            <w:tcW w:w="3090" w:type="dxa"/>
            <w:vMerge/>
            <w:shd w:val="clear" w:color="auto" w:fill="B2A1C7" w:themeFill="accent4" w:themeFillTint="99"/>
            <w:vAlign w:val="center"/>
          </w:tcPr>
          <w:p w14:paraId="2F206795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09329334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B2A1C7" w:themeFill="accent4" w:themeFillTint="99"/>
            <w:vAlign w:val="center"/>
          </w:tcPr>
          <w:p w14:paraId="7445DDB9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FFFFFF" w:themeFill="background1"/>
            <w:vAlign w:val="center"/>
          </w:tcPr>
          <w:p w14:paraId="3757E603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421FD8D5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Next review due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5ACE31C1" w14:textId="6B1C00FA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7A65AB14" w14:textId="77777777" w:rsidTr="00E9528A">
        <w:trPr>
          <w:trHeight w:val="408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41A7AC92" w14:textId="77777777" w:rsidR="006C1BBB" w:rsidRPr="00307A0C" w:rsidRDefault="00307A0C" w:rsidP="006C1B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Limits of use without need for p</w:t>
            </w:r>
            <w:r w:rsidR="006C1BBB" w:rsidRPr="00307A0C">
              <w:rPr>
                <w:rFonts w:asciiTheme="minorHAnsi" w:hAnsiTheme="minorHAnsi" w:cstheme="minorHAnsi"/>
                <w:b/>
              </w:rPr>
              <w:t>roject specific sign off</w:t>
            </w:r>
          </w:p>
        </w:tc>
        <w:tc>
          <w:tcPr>
            <w:tcW w:w="7938" w:type="dxa"/>
            <w:gridSpan w:val="3"/>
            <w:shd w:val="clear" w:color="auto" w:fill="FFFFFF" w:themeFill="background1"/>
            <w:vAlign w:val="center"/>
          </w:tcPr>
          <w:p w14:paraId="58943EAB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4A3519F6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Circulation List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7231C529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</w:rPr>
              <w:t>All site staff and Project Managers</w:t>
            </w:r>
          </w:p>
        </w:tc>
      </w:tr>
    </w:tbl>
    <w:p w14:paraId="296121C4" w14:textId="77777777" w:rsidR="00A62EF7" w:rsidRDefault="00A62EF7" w:rsidP="006C1BBB">
      <w:pPr>
        <w:rPr>
          <w:rFonts w:asciiTheme="minorHAnsi" w:hAnsiTheme="minorHAnsi" w:cstheme="minorHAnsi"/>
          <w:b/>
        </w:rPr>
      </w:pPr>
    </w:p>
    <w:p w14:paraId="0E592DA7" w14:textId="77777777" w:rsidR="006C1BBB" w:rsidRDefault="006C1BBB" w:rsidP="006C1BBB">
      <w:pPr>
        <w:rPr>
          <w:rFonts w:asciiTheme="minorHAnsi" w:hAnsiTheme="minorHAnsi" w:cstheme="minorHAnsi"/>
          <w:b/>
        </w:rPr>
      </w:pPr>
      <w:r w:rsidRPr="00307A0C">
        <w:rPr>
          <w:rFonts w:asciiTheme="minorHAnsi" w:hAnsiTheme="minorHAnsi" w:cstheme="minorHAnsi"/>
          <w:b/>
        </w:rPr>
        <w:t>Project specific details &amp; Sign-off by Project Manager (only completed where the standard controls no longer apply)</w:t>
      </w:r>
    </w:p>
    <w:p w14:paraId="0E392428" w14:textId="77777777" w:rsidR="00A62EF7" w:rsidRPr="00307A0C" w:rsidRDefault="00A62EF7" w:rsidP="006C1BBB">
      <w:pPr>
        <w:rPr>
          <w:rFonts w:asciiTheme="minorHAnsi" w:hAnsiTheme="minorHAnsi" w:cstheme="minorHAnsi"/>
          <w:b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957"/>
        <w:gridCol w:w="780"/>
        <w:gridCol w:w="3189"/>
        <w:gridCol w:w="4352"/>
        <w:gridCol w:w="2523"/>
        <w:gridCol w:w="851"/>
        <w:gridCol w:w="1446"/>
      </w:tblGrid>
      <w:tr w:rsidR="00307A0C" w:rsidRPr="00307A0C" w14:paraId="02FE3892" w14:textId="77777777" w:rsidTr="00E9528A">
        <w:trPr>
          <w:trHeight w:val="408"/>
        </w:trPr>
        <w:tc>
          <w:tcPr>
            <w:tcW w:w="1070" w:type="dxa"/>
            <w:shd w:val="clear" w:color="auto" w:fill="B2A1C7" w:themeFill="accent4" w:themeFillTint="99"/>
            <w:vAlign w:val="center"/>
          </w:tcPr>
          <w:p w14:paraId="412CC6C2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Job Number</w:t>
            </w:r>
            <w:r w:rsidRPr="00307A0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6DD1CB1A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  <w:shd w:val="clear" w:color="auto" w:fill="B2A1C7" w:themeFill="accent4" w:themeFillTint="99"/>
            <w:vAlign w:val="center"/>
          </w:tcPr>
          <w:p w14:paraId="2469A15A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Site: </w:t>
            </w:r>
          </w:p>
        </w:tc>
        <w:tc>
          <w:tcPr>
            <w:tcW w:w="3189" w:type="dxa"/>
            <w:shd w:val="clear" w:color="auto" w:fill="FFFFFF" w:themeFill="background1"/>
            <w:vAlign w:val="center"/>
          </w:tcPr>
          <w:p w14:paraId="035FCBBF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52" w:type="dxa"/>
            <w:shd w:val="clear" w:color="auto" w:fill="B2A1C7" w:themeFill="accent4" w:themeFillTint="99"/>
            <w:vAlign w:val="center"/>
          </w:tcPr>
          <w:p w14:paraId="0D180DE5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Project Manager Approving Amended Risk Assessment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6ED9C3CF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1" w:type="dxa"/>
            <w:shd w:val="clear" w:color="auto" w:fill="B2A1C7" w:themeFill="accent4" w:themeFillTint="99"/>
            <w:vAlign w:val="center"/>
          </w:tcPr>
          <w:p w14:paraId="3339D030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Date:</w:t>
            </w:r>
          </w:p>
        </w:tc>
        <w:tc>
          <w:tcPr>
            <w:tcW w:w="1446" w:type="dxa"/>
            <w:shd w:val="clear" w:color="auto" w:fill="FFFFFF" w:themeFill="background1"/>
            <w:vAlign w:val="center"/>
          </w:tcPr>
          <w:p w14:paraId="4BF4A22B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6DCCF08F" w14:textId="77777777" w:rsidR="001D53AA" w:rsidRDefault="001D53AA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1F4612" w:rsidRPr="006722E5" w14:paraId="111E0969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6A358EA4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  <w:bookmarkStart w:id="0" w:name="_Hlk35438608"/>
            <w:r w:rsidRPr="006722E5">
              <w:rPr>
                <w:rFonts w:ascii="Calibri" w:hAnsi="Calibri" w:cs="Calibr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23AE21B1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6A4F3D4B" w14:textId="77777777" w:rsidR="00277E03" w:rsidRPr="006722E5" w:rsidRDefault="00277E03" w:rsidP="00277E03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 xml:space="preserve">Main Risks </w:t>
            </w:r>
          </w:p>
          <w:p w14:paraId="7CEF56B6" w14:textId="77777777" w:rsidR="00277E03" w:rsidRPr="006722E5" w:rsidRDefault="00277E03" w:rsidP="00277E03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&amp;</w:t>
            </w:r>
          </w:p>
          <w:p w14:paraId="04DE769D" w14:textId="77777777" w:rsidR="001F4612" w:rsidRPr="006722E5" w:rsidRDefault="00277E03" w:rsidP="00277E03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65790720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6F134943" w14:textId="77777777" w:rsidR="001F4612" w:rsidRPr="006722E5" w:rsidRDefault="001F4612" w:rsidP="00D86014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Existing</w:t>
            </w:r>
          </w:p>
          <w:p w14:paraId="51EE8C18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47815F31" w14:textId="77777777" w:rsidR="001F4612" w:rsidRPr="006722E5" w:rsidRDefault="001F4612" w:rsidP="00D86014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Additional</w:t>
            </w:r>
          </w:p>
          <w:p w14:paraId="492DB8E9" w14:textId="77777777" w:rsidR="001F4612" w:rsidRPr="006722E5" w:rsidRDefault="001F4612" w:rsidP="00D86014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7A1BA1E0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 xml:space="preserve">Residual Risk </w:t>
            </w:r>
          </w:p>
        </w:tc>
      </w:tr>
      <w:tr w:rsidR="001F4612" w:rsidRPr="006722E5" w14:paraId="57E8E930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485BBE83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02A8785E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141E5A49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6B7A5579" w14:textId="77777777" w:rsidR="001F4612" w:rsidRPr="006722E5" w:rsidRDefault="001F4612" w:rsidP="00D86014">
            <w:pPr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4F2DE137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2E25E84D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7F4DAC55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61D93B54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65C5E87E" w14:textId="77777777" w:rsidR="001F4612" w:rsidRPr="006722E5" w:rsidRDefault="001F4612" w:rsidP="00D86014">
            <w:pPr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747527F3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4D8A90FC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RR</w:t>
            </w:r>
          </w:p>
        </w:tc>
      </w:tr>
      <w:tr w:rsidR="006722E5" w:rsidRPr="006722E5" w14:paraId="79ACE268" w14:textId="77777777" w:rsidTr="00BE7B31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1D46C7E2" w14:textId="1FE1E229" w:rsidR="006722E5" w:rsidRPr="002A00AA" w:rsidRDefault="002A00AA" w:rsidP="006722E5">
            <w:pPr>
              <w:rPr>
                <w:rFonts w:ascii="Calibri" w:hAnsi="Calibri" w:cs="Calibri"/>
                <w:b/>
                <w:bCs/>
              </w:rPr>
            </w:pPr>
            <w:r w:rsidRPr="002A00AA">
              <w:rPr>
                <w:rFonts w:ascii="Calibri" w:hAnsi="Calibri" w:cs="Calibri"/>
                <w:b/>
                <w:bCs/>
              </w:rPr>
              <w:t xml:space="preserve">WORKING </w:t>
            </w:r>
            <w:r w:rsidR="00BE7B31" w:rsidRPr="002A00AA">
              <w:rPr>
                <w:rFonts w:ascii="Calibri" w:hAnsi="Calibri" w:cs="Calibri"/>
                <w:b/>
                <w:bCs/>
              </w:rPr>
              <w:t xml:space="preserve">IN </w:t>
            </w:r>
            <w:r w:rsidR="00BE7B31">
              <w:rPr>
                <w:rFonts w:ascii="Calibri" w:hAnsi="Calibri" w:cs="Calibri"/>
                <w:b/>
                <w:bCs/>
              </w:rPr>
              <w:t>KITCHEN</w:t>
            </w:r>
          </w:p>
        </w:tc>
        <w:tc>
          <w:tcPr>
            <w:tcW w:w="1991" w:type="dxa"/>
          </w:tcPr>
          <w:p w14:paraId="3F6EDCBA" w14:textId="77777777" w:rsidR="006722E5" w:rsidRPr="00DE767D" w:rsidRDefault="006722E5" w:rsidP="006722E5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Excessive noise levels</w:t>
            </w:r>
          </w:p>
        </w:tc>
        <w:tc>
          <w:tcPr>
            <w:tcW w:w="1558" w:type="dxa"/>
            <w:shd w:val="clear" w:color="auto" w:fill="auto"/>
          </w:tcPr>
          <w:p w14:paraId="1B16AB2E" w14:textId="77777777" w:rsidR="00DE767D" w:rsidRPr="006722E5" w:rsidRDefault="00DE767D" w:rsidP="00DE767D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S</w:t>
            </w:r>
            <w:r w:rsidRPr="006722E5">
              <w:rPr>
                <w:rFonts w:ascii="Calibri" w:hAnsi="Calibri" w:cs="Calibri"/>
                <w:b/>
              </w:rPr>
              <w:t>ite staff</w:t>
            </w:r>
          </w:p>
          <w:p w14:paraId="4FB1D4DC" w14:textId="77777777" w:rsidR="00DE767D" w:rsidRDefault="00DE767D" w:rsidP="00DE767D">
            <w:pPr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  <w:b/>
              </w:rPr>
              <w:t>Other contractors</w:t>
            </w:r>
          </w:p>
          <w:p w14:paraId="4E579E43" w14:textId="77777777" w:rsidR="006722E5" w:rsidRPr="00DE767D" w:rsidRDefault="006722E5" w:rsidP="006722E5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Noise induced hearing loss</w:t>
            </w:r>
          </w:p>
        </w:tc>
        <w:tc>
          <w:tcPr>
            <w:tcW w:w="426" w:type="dxa"/>
          </w:tcPr>
          <w:p w14:paraId="125F5FE9" w14:textId="77777777" w:rsidR="006722E5" w:rsidRPr="00DE767D" w:rsidRDefault="006722E5" w:rsidP="006722E5">
            <w:pPr>
              <w:pStyle w:val="Heading2"/>
              <w:rPr>
                <w:rFonts w:ascii="Calibri" w:hAnsi="Calibri" w:cs="Calibri"/>
                <w:sz w:val="20"/>
              </w:rPr>
            </w:pPr>
            <w:r w:rsidRPr="00DE767D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425" w:type="dxa"/>
          </w:tcPr>
          <w:p w14:paraId="6FEF32E0" w14:textId="77777777" w:rsidR="006722E5" w:rsidRPr="00DE767D" w:rsidRDefault="006722E5" w:rsidP="006722E5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709" w:type="dxa"/>
          </w:tcPr>
          <w:p w14:paraId="467FB549" w14:textId="77777777" w:rsidR="006722E5" w:rsidRPr="00DE767D" w:rsidRDefault="006722E5" w:rsidP="006722E5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16</w:t>
            </w:r>
          </w:p>
        </w:tc>
        <w:tc>
          <w:tcPr>
            <w:tcW w:w="3400" w:type="dxa"/>
            <w:shd w:val="clear" w:color="auto" w:fill="auto"/>
          </w:tcPr>
          <w:p w14:paraId="2C5A7961" w14:textId="136C0FE1" w:rsidR="006722E5" w:rsidRPr="005145CC" w:rsidRDefault="006722E5" w:rsidP="001619EE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0"/>
                <w:szCs w:val="20"/>
              </w:rPr>
            </w:pPr>
            <w:r w:rsidRPr="005145CC">
              <w:rPr>
                <w:rFonts w:cs="Calibri"/>
                <w:sz w:val="20"/>
                <w:szCs w:val="20"/>
              </w:rPr>
              <w:t>Hearing protection to be worn</w:t>
            </w:r>
            <w:r w:rsidR="00BE7B31">
              <w:rPr>
                <w:rFonts w:cs="Calibri"/>
                <w:sz w:val="20"/>
                <w:szCs w:val="20"/>
              </w:rPr>
              <w:t xml:space="preserve"> if required</w:t>
            </w:r>
            <w:r w:rsidRPr="005145CC">
              <w:rPr>
                <w:rFonts w:cs="Calibri"/>
                <w:sz w:val="20"/>
                <w:szCs w:val="20"/>
              </w:rPr>
              <w:t>.</w:t>
            </w:r>
          </w:p>
          <w:p w14:paraId="25EF3922" w14:textId="77777777" w:rsidR="006722E5" w:rsidRPr="005145CC" w:rsidRDefault="006722E5" w:rsidP="001619EE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0"/>
                <w:szCs w:val="20"/>
              </w:rPr>
            </w:pPr>
            <w:r w:rsidRPr="005145CC">
              <w:rPr>
                <w:rFonts w:cs="Calibri"/>
                <w:sz w:val="20"/>
                <w:szCs w:val="20"/>
              </w:rPr>
              <w:t>Area should be posted with noise hazard warning signs.</w:t>
            </w:r>
          </w:p>
        </w:tc>
        <w:tc>
          <w:tcPr>
            <w:tcW w:w="3117" w:type="dxa"/>
            <w:shd w:val="clear" w:color="auto" w:fill="auto"/>
          </w:tcPr>
          <w:p w14:paraId="656F9E59" w14:textId="4E3BA582" w:rsidR="006722E5" w:rsidRDefault="006722E5" w:rsidP="001619EE">
            <w:pPr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</w:rPr>
              <w:t xml:space="preserve">If possible noisy equipment to be isolated during </w:t>
            </w:r>
            <w:r w:rsidR="00BE7B31">
              <w:rPr>
                <w:rFonts w:ascii="Calibri" w:hAnsi="Calibri" w:cs="Calibri"/>
              </w:rPr>
              <w:t>works</w:t>
            </w:r>
          </w:p>
          <w:p w14:paraId="34B2311B" w14:textId="4F64B17F" w:rsidR="007F1BD3" w:rsidRPr="006722E5" w:rsidRDefault="007F1BD3" w:rsidP="001619EE">
            <w:pPr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Limit the time spent in area</w:t>
            </w:r>
          </w:p>
          <w:p w14:paraId="061AA3BD" w14:textId="77777777" w:rsidR="006722E5" w:rsidRPr="00DE767D" w:rsidRDefault="006722E5" w:rsidP="006722E5">
            <w:pPr>
              <w:rPr>
                <w:rFonts w:ascii="Calibri" w:hAnsi="Calibri" w:cs="Calibri"/>
              </w:rPr>
            </w:pPr>
          </w:p>
        </w:tc>
        <w:tc>
          <w:tcPr>
            <w:tcW w:w="425" w:type="dxa"/>
          </w:tcPr>
          <w:p w14:paraId="47083040" w14:textId="77777777" w:rsidR="006722E5" w:rsidRPr="00DE767D" w:rsidRDefault="006722E5" w:rsidP="006722E5">
            <w:pPr>
              <w:pStyle w:val="Header"/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</w:tcPr>
          <w:p w14:paraId="202FCFA2" w14:textId="77777777" w:rsidR="006722E5" w:rsidRPr="00DE767D" w:rsidRDefault="006722E5" w:rsidP="006722E5">
            <w:pPr>
              <w:pStyle w:val="Header"/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682" w:type="dxa"/>
          </w:tcPr>
          <w:p w14:paraId="653D3F29" w14:textId="77777777" w:rsidR="006722E5" w:rsidRPr="00DE767D" w:rsidRDefault="006722E5" w:rsidP="006722E5">
            <w:pPr>
              <w:pStyle w:val="Header"/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4</w:t>
            </w:r>
          </w:p>
        </w:tc>
      </w:tr>
      <w:bookmarkEnd w:id="0"/>
      <w:tr w:rsidR="007F7185" w:rsidRPr="006722E5" w14:paraId="452F5CB1" w14:textId="77777777" w:rsidTr="00C26D95">
        <w:trPr>
          <w:cantSplit/>
          <w:trHeight w:val="1217"/>
          <w:jc w:val="center"/>
        </w:trPr>
        <w:tc>
          <w:tcPr>
            <w:tcW w:w="1982" w:type="dxa"/>
            <w:vMerge w:val="restart"/>
            <w:shd w:val="clear" w:color="auto" w:fill="auto"/>
          </w:tcPr>
          <w:p w14:paraId="787699CD" w14:textId="586E6451" w:rsidR="003B2A79" w:rsidRPr="002A00AA" w:rsidRDefault="00BE7B31" w:rsidP="006722E5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CLEANING</w:t>
            </w:r>
            <w:r w:rsidR="002A00AA" w:rsidRPr="002A00AA">
              <w:rPr>
                <w:rFonts w:ascii="Calibri" w:hAnsi="Calibri" w:cs="Calibri"/>
                <w:b/>
                <w:bCs/>
              </w:rPr>
              <w:t xml:space="preserve"> NEAR LIVE PIPES AND MACHINERY</w:t>
            </w:r>
          </w:p>
          <w:p w14:paraId="12BBD878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0FE7266C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39EB5CBE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4507DEBA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2B0ED2AF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32911FE6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75D12A48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3AD21B61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780AEA61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7126F004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1AEDDF70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7B27A271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7158B909" w14:textId="32A1903F" w:rsidR="007F7185" w:rsidRPr="002A00AA" w:rsidRDefault="007F7185" w:rsidP="003B2A7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91" w:type="dxa"/>
          </w:tcPr>
          <w:p w14:paraId="78F74E92" w14:textId="77777777" w:rsidR="007F7185" w:rsidRPr="00DE767D" w:rsidRDefault="007F7185" w:rsidP="007F7185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Hot surfaces.</w:t>
            </w:r>
          </w:p>
          <w:p w14:paraId="428E360B" w14:textId="77777777" w:rsidR="007F7185" w:rsidRPr="00DE767D" w:rsidRDefault="007F7185" w:rsidP="007F7185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Moving equipment</w:t>
            </w:r>
          </w:p>
          <w:p w14:paraId="64BC1956" w14:textId="77777777" w:rsidR="007F7185" w:rsidRPr="00DE767D" w:rsidRDefault="007F7185" w:rsidP="007F7185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Unguarded equipment</w:t>
            </w:r>
          </w:p>
          <w:p w14:paraId="1F24F42D" w14:textId="37ADF585" w:rsidR="007F7185" w:rsidRPr="00DE767D" w:rsidRDefault="007F7185" w:rsidP="007F7185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 xml:space="preserve">Unlagged piping </w:t>
            </w:r>
          </w:p>
        </w:tc>
        <w:tc>
          <w:tcPr>
            <w:tcW w:w="1558" w:type="dxa"/>
            <w:shd w:val="clear" w:color="auto" w:fill="auto"/>
          </w:tcPr>
          <w:p w14:paraId="67B82675" w14:textId="77777777" w:rsidR="00DE767D" w:rsidRPr="006722E5" w:rsidRDefault="00DE767D" w:rsidP="00DE767D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S</w:t>
            </w:r>
            <w:r w:rsidRPr="006722E5">
              <w:rPr>
                <w:rFonts w:ascii="Calibri" w:hAnsi="Calibri" w:cs="Calibri"/>
                <w:b/>
              </w:rPr>
              <w:t>ite staff</w:t>
            </w:r>
          </w:p>
          <w:p w14:paraId="1EA8349E" w14:textId="77777777" w:rsidR="00DE767D" w:rsidRDefault="00DE767D" w:rsidP="00DE767D">
            <w:pPr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  <w:b/>
              </w:rPr>
              <w:t>Other contractors</w:t>
            </w:r>
          </w:p>
          <w:p w14:paraId="6AE90DBC" w14:textId="77777777" w:rsidR="007F7185" w:rsidRPr="00DE767D" w:rsidRDefault="007F7185" w:rsidP="007F7185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Contact with hot surfaces.</w:t>
            </w:r>
          </w:p>
          <w:p w14:paraId="09C0C8E1" w14:textId="77777777" w:rsidR="007F7185" w:rsidRPr="00DE767D" w:rsidRDefault="007F7185" w:rsidP="007F7185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Burns</w:t>
            </w:r>
          </w:p>
          <w:p w14:paraId="43E722A6" w14:textId="77777777" w:rsidR="007F7185" w:rsidRPr="00DE767D" w:rsidRDefault="007F7185" w:rsidP="007F7185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</w:rPr>
              <w:t>Entrapment hazards</w:t>
            </w:r>
          </w:p>
        </w:tc>
        <w:tc>
          <w:tcPr>
            <w:tcW w:w="426" w:type="dxa"/>
          </w:tcPr>
          <w:p w14:paraId="15291C04" w14:textId="77777777" w:rsidR="007F7185" w:rsidRPr="00DE767D" w:rsidRDefault="007F7185" w:rsidP="006722E5">
            <w:pPr>
              <w:pStyle w:val="Heading2"/>
              <w:rPr>
                <w:rFonts w:ascii="Calibri" w:hAnsi="Calibri" w:cs="Calibri"/>
                <w:sz w:val="20"/>
              </w:rPr>
            </w:pPr>
            <w:r w:rsidRPr="00DE767D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425" w:type="dxa"/>
          </w:tcPr>
          <w:p w14:paraId="65247388" w14:textId="77777777" w:rsidR="007F7185" w:rsidRPr="00DE767D" w:rsidRDefault="007F7185" w:rsidP="006722E5">
            <w:pPr>
              <w:tabs>
                <w:tab w:val="left" w:pos="473"/>
              </w:tabs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709" w:type="dxa"/>
          </w:tcPr>
          <w:p w14:paraId="42711D72" w14:textId="77777777" w:rsidR="007F7185" w:rsidRPr="00DE767D" w:rsidRDefault="007F7185" w:rsidP="006722E5">
            <w:pPr>
              <w:tabs>
                <w:tab w:val="left" w:pos="473"/>
              </w:tabs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12</w:t>
            </w:r>
          </w:p>
        </w:tc>
        <w:tc>
          <w:tcPr>
            <w:tcW w:w="3400" w:type="dxa"/>
          </w:tcPr>
          <w:p w14:paraId="08836D9E" w14:textId="77777777" w:rsidR="007F7185" w:rsidRPr="00DE767D" w:rsidRDefault="007F7185" w:rsidP="001619EE">
            <w:pPr>
              <w:pStyle w:val="ListParagraph"/>
              <w:numPr>
                <w:ilvl w:val="0"/>
                <w:numId w:val="4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DE767D">
              <w:rPr>
                <w:rFonts w:cs="Calibri"/>
                <w:sz w:val="20"/>
                <w:szCs w:val="20"/>
              </w:rPr>
              <w:t>Contractor to avoid contact with process pipework and equipment.</w:t>
            </w:r>
          </w:p>
          <w:p w14:paraId="3510F9A6" w14:textId="77777777" w:rsidR="007F7185" w:rsidRPr="00DE767D" w:rsidRDefault="007F7185" w:rsidP="001619EE">
            <w:pPr>
              <w:pStyle w:val="ListParagraph"/>
              <w:numPr>
                <w:ilvl w:val="0"/>
                <w:numId w:val="4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DE767D">
              <w:rPr>
                <w:rFonts w:cs="Calibri"/>
                <w:sz w:val="20"/>
                <w:szCs w:val="20"/>
              </w:rPr>
              <w:t xml:space="preserve">Appropriate first aid kit to be available </w:t>
            </w:r>
          </w:p>
          <w:p w14:paraId="0BEFE015" w14:textId="6DA06636" w:rsidR="007F7185" w:rsidRPr="00C26D95" w:rsidRDefault="007F7185" w:rsidP="001619EE">
            <w:pPr>
              <w:pStyle w:val="ListParagraph"/>
              <w:numPr>
                <w:ilvl w:val="0"/>
                <w:numId w:val="4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DE767D">
              <w:rPr>
                <w:rFonts w:cs="Calibri"/>
                <w:sz w:val="20"/>
                <w:szCs w:val="20"/>
              </w:rPr>
              <w:t xml:space="preserve">When </w:t>
            </w:r>
            <w:r w:rsidR="00BE7B31">
              <w:rPr>
                <w:rFonts w:cs="Calibri"/>
                <w:sz w:val="20"/>
                <w:szCs w:val="20"/>
              </w:rPr>
              <w:t>cleaning in kitchen</w:t>
            </w:r>
            <w:r w:rsidRPr="00DE767D">
              <w:rPr>
                <w:rFonts w:cs="Calibri"/>
                <w:sz w:val="20"/>
                <w:szCs w:val="20"/>
              </w:rPr>
              <w:t xml:space="preserve"> the main power for the equipment must be locked off before work starts </w:t>
            </w:r>
          </w:p>
        </w:tc>
        <w:tc>
          <w:tcPr>
            <w:tcW w:w="3117" w:type="dxa"/>
          </w:tcPr>
          <w:p w14:paraId="0C742C5F" w14:textId="77777777" w:rsidR="007F7185" w:rsidRPr="00DE767D" w:rsidRDefault="007F7185" w:rsidP="001619EE">
            <w:pPr>
              <w:pStyle w:val="ListParagraph"/>
              <w:numPr>
                <w:ilvl w:val="0"/>
                <w:numId w:val="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DE767D">
              <w:rPr>
                <w:rFonts w:cs="Calibri"/>
                <w:sz w:val="20"/>
                <w:szCs w:val="20"/>
              </w:rPr>
              <w:t>Any heat burn to be run under fresh running water for 10 minutes.</w:t>
            </w:r>
          </w:p>
          <w:p w14:paraId="5FD6E877" w14:textId="77777777" w:rsidR="007F7185" w:rsidRPr="00DE767D" w:rsidRDefault="007F7185" w:rsidP="001619EE">
            <w:pPr>
              <w:pStyle w:val="ListParagraph"/>
              <w:numPr>
                <w:ilvl w:val="0"/>
                <w:numId w:val="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DE767D">
              <w:rPr>
                <w:rFonts w:cs="Calibri"/>
                <w:sz w:val="20"/>
                <w:szCs w:val="20"/>
              </w:rPr>
              <w:t>Seek medical attention immediately.</w:t>
            </w:r>
          </w:p>
          <w:p w14:paraId="05A32EA9" w14:textId="77777777" w:rsidR="007F7185" w:rsidRPr="00DE767D" w:rsidRDefault="007F7185" w:rsidP="00BE7B31">
            <w:pPr>
              <w:pStyle w:val="ListParagraph"/>
              <w:tabs>
                <w:tab w:val="left" w:pos="473"/>
              </w:tabs>
              <w:ind w:left="360"/>
              <w:contextualSpacing/>
              <w:rPr>
                <w:rFonts w:cs="Calibri"/>
              </w:rPr>
            </w:pPr>
          </w:p>
        </w:tc>
        <w:tc>
          <w:tcPr>
            <w:tcW w:w="425" w:type="dxa"/>
          </w:tcPr>
          <w:p w14:paraId="6041C603" w14:textId="77777777" w:rsidR="007F7185" w:rsidRPr="00DE767D" w:rsidRDefault="007F7185" w:rsidP="006722E5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6" w:type="dxa"/>
          </w:tcPr>
          <w:p w14:paraId="565638E8" w14:textId="77777777" w:rsidR="007F7185" w:rsidRPr="00DE767D" w:rsidRDefault="007F7185" w:rsidP="006722E5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682" w:type="dxa"/>
          </w:tcPr>
          <w:p w14:paraId="44D1F1A0" w14:textId="77777777" w:rsidR="007F7185" w:rsidRPr="00DE767D" w:rsidRDefault="007F7185" w:rsidP="006722E5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6</w:t>
            </w:r>
          </w:p>
        </w:tc>
      </w:tr>
      <w:tr w:rsidR="00DE767D" w:rsidRPr="006722E5" w14:paraId="27E90490" w14:textId="77777777" w:rsidTr="00BE7B31">
        <w:trPr>
          <w:cantSplit/>
          <w:jc w:val="center"/>
        </w:trPr>
        <w:tc>
          <w:tcPr>
            <w:tcW w:w="1982" w:type="dxa"/>
            <w:vMerge/>
            <w:shd w:val="clear" w:color="auto" w:fill="auto"/>
          </w:tcPr>
          <w:p w14:paraId="4503DCC6" w14:textId="77777777" w:rsidR="00DE767D" w:rsidRPr="00DE767D" w:rsidRDefault="00DE767D" w:rsidP="00DE767D">
            <w:pPr>
              <w:rPr>
                <w:rFonts w:ascii="Calibri" w:hAnsi="Calibri" w:cs="Calibri"/>
              </w:rPr>
            </w:pPr>
          </w:p>
        </w:tc>
        <w:tc>
          <w:tcPr>
            <w:tcW w:w="1991" w:type="dxa"/>
          </w:tcPr>
          <w:p w14:paraId="4039760A" w14:textId="77777777" w:rsidR="00DE767D" w:rsidRPr="00DE767D" w:rsidRDefault="00DE767D" w:rsidP="00DE767D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Elevated working temperature (above 37°C) Heat stress</w:t>
            </w:r>
          </w:p>
        </w:tc>
        <w:tc>
          <w:tcPr>
            <w:tcW w:w="1558" w:type="dxa"/>
            <w:shd w:val="clear" w:color="auto" w:fill="auto"/>
          </w:tcPr>
          <w:p w14:paraId="77723CDD" w14:textId="77777777" w:rsidR="00DE767D" w:rsidRPr="006722E5" w:rsidRDefault="00DE767D" w:rsidP="00DE767D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S</w:t>
            </w:r>
            <w:r w:rsidRPr="006722E5">
              <w:rPr>
                <w:rFonts w:ascii="Calibri" w:hAnsi="Calibri" w:cs="Calibri"/>
                <w:b/>
              </w:rPr>
              <w:t>ite staff</w:t>
            </w:r>
          </w:p>
          <w:p w14:paraId="7495E551" w14:textId="77777777" w:rsidR="00DE767D" w:rsidRPr="00DE767D" w:rsidRDefault="00DE767D" w:rsidP="00DE767D">
            <w:pPr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Other contractors</w:t>
            </w:r>
          </w:p>
          <w:p w14:paraId="358B3828" w14:textId="77777777" w:rsidR="00DE767D" w:rsidRDefault="00DE767D" w:rsidP="00DE767D">
            <w:pPr>
              <w:rPr>
                <w:rFonts w:ascii="Calibri" w:hAnsi="Calibri" w:cs="Calibri"/>
              </w:rPr>
            </w:pPr>
          </w:p>
          <w:p w14:paraId="38F62761" w14:textId="77777777" w:rsidR="00DE767D" w:rsidRPr="00DE767D" w:rsidRDefault="00DE767D" w:rsidP="00DE767D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Heat Stress</w:t>
            </w:r>
          </w:p>
          <w:p w14:paraId="56518DB4" w14:textId="77777777" w:rsidR="00DE767D" w:rsidRPr="00DE767D" w:rsidRDefault="00DE767D" w:rsidP="00DE767D">
            <w:pPr>
              <w:rPr>
                <w:rFonts w:ascii="Calibri" w:hAnsi="Calibri" w:cs="Calibri"/>
              </w:rPr>
            </w:pPr>
          </w:p>
        </w:tc>
        <w:tc>
          <w:tcPr>
            <w:tcW w:w="426" w:type="dxa"/>
          </w:tcPr>
          <w:p w14:paraId="11B60796" w14:textId="77777777" w:rsidR="00DE767D" w:rsidRPr="00DE767D" w:rsidRDefault="00DE767D" w:rsidP="00DE767D">
            <w:pPr>
              <w:pStyle w:val="Heading2"/>
              <w:rPr>
                <w:rFonts w:ascii="Calibri" w:hAnsi="Calibri" w:cs="Calibri"/>
                <w:sz w:val="20"/>
              </w:rPr>
            </w:pPr>
            <w:r w:rsidRPr="00DE767D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425" w:type="dxa"/>
          </w:tcPr>
          <w:p w14:paraId="0F4DCD20" w14:textId="77777777" w:rsidR="00DE767D" w:rsidRPr="00DE767D" w:rsidRDefault="00DE767D" w:rsidP="00DE767D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</w:tcPr>
          <w:p w14:paraId="36C310FA" w14:textId="77777777" w:rsidR="00DE767D" w:rsidRPr="00DE767D" w:rsidRDefault="00DE767D" w:rsidP="00DE767D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12</w:t>
            </w:r>
          </w:p>
        </w:tc>
        <w:tc>
          <w:tcPr>
            <w:tcW w:w="3400" w:type="dxa"/>
          </w:tcPr>
          <w:p w14:paraId="746F242E" w14:textId="77777777" w:rsidR="00DE767D" w:rsidRPr="00DE767D" w:rsidRDefault="00DE767D" w:rsidP="001619EE">
            <w:pPr>
              <w:pStyle w:val="ListParagraph"/>
              <w:numPr>
                <w:ilvl w:val="0"/>
                <w:numId w:val="5"/>
              </w:numPr>
              <w:contextualSpacing/>
              <w:rPr>
                <w:rFonts w:cs="Calibri"/>
                <w:sz w:val="20"/>
                <w:szCs w:val="20"/>
              </w:rPr>
            </w:pPr>
            <w:r w:rsidRPr="00DE767D">
              <w:rPr>
                <w:rFonts w:cs="Calibri"/>
                <w:sz w:val="20"/>
                <w:szCs w:val="20"/>
              </w:rPr>
              <w:t xml:space="preserve">Where temperature is above 37°C, working period to be limited to 20 minutes with 40minute rest period to cool off. </w:t>
            </w:r>
          </w:p>
          <w:p w14:paraId="66CBDEFC" w14:textId="77777777" w:rsidR="00DE767D" w:rsidRPr="00DE767D" w:rsidRDefault="00DE767D" w:rsidP="001619EE">
            <w:pPr>
              <w:pStyle w:val="ListParagraph"/>
              <w:numPr>
                <w:ilvl w:val="0"/>
                <w:numId w:val="5"/>
              </w:numPr>
              <w:contextualSpacing/>
              <w:rPr>
                <w:rFonts w:cs="Calibri"/>
                <w:sz w:val="20"/>
                <w:szCs w:val="20"/>
              </w:rPr>
            </w:pPr>
            <w:r w:rsidRPr="00DE767D">
              <w:rPr>
                <w:rFonts w:cs="Calibri"/>
                <w:sz w:val="20"/>
                <w:szCs w:val="20"/>
              </w:rPr>
              <w:t>Drinking water to be available.</w:t>
            </w:r>
          </w:p>
        </w:tc>
        <w:tc>
          <w:tcPr>
            <w:tcW w:w="3117" w:type="dxa"/>
          </w:tcPr>
          <w:p w14:paraId="36366781" w14:textId="77777777" w:rsidR="00DE767D" w:rsidRPr="00DE767D" w:rsidRDefault="00DE767D" w:rsidP="001619EE">
            <w:pPr>
              <w:pStyle w:val="ListParagraph"/>
              <w:numPr>
                <w:ilvl w:val="0"/>
                <w:numId w:val="6"/>
              </w:numPr>
              <w:contextualSpacing/>
              <w:rPr>
                <w:rFonts w:cs="Calibri"/>
                <w:sz w:val="20"/>
                <w:szCs w:val="20"/>
              </w:rPr>
            </w:pPr>
            <w:r w:rsidRPr="00DE767D">
              <w:rPr>
                <w:rFonts w:cs="Calibri"/>
                <w:sz w:val="20"/>
                <w:szCs w:val="20"/>
              </w:rPr>
              <w:t>Project manager to be advised of situation immediately.</w:t>
            </w:r>
          </w:p>
          <w:p w14:paraId="602D804D" w14:textId="3D7E084C" w:rsidR="00DE767D" w:rsidRPr="00DE767D" w:rsidRDefault="007F1BD3" w:rsidP="001619EE">
            <w:pPr>
              <w:pStyle w:val="ListParagraph"/>
              <w:numPr>
                <w:ilvl w:val="0"/>
                <w:numId w:val="6"/>
              </w:numPr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Site staff</w:t>
            </w:r>
            <w:r w:rsidR="00DE767D" w:rsidRPr="00DE767D">
              <w:rPr>
                <w:rFonts w:cs="Calibri"/>
                <w:sz w:val="20"/>
                <w:szCs w:val="20"/>
              </w:rPr>
              <w:t xml:space="preserve"> to exit immediately if feeling nauseous.</w:t>
            </w:r>
          </w:p>
        </w:tc>
        <w:tc>
          <w:tcPr>
            <w:tcW w:w="425" w:type="dxa"/>
          </w:tcPr>
          <w:p w14:paraId="4C9FEBE7" w14:textId="77777777" w:rsidR="00DE767D" w:rsidRPr="00DE767D" w:rsidRDefault="00DE767D" w:rsidP="00DE767D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</w:tcPr>
          <w:p w14:paraId="2E29E645" w14:textId="77777777" w:rsidR="00DE767D" w:rsidRPr="00DE767D" w:rsidRDefault="00DE767D" w:rsidP="00DE767D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682" w:type="dxa"/>
          </w:tcPr>
          <w:p w14:paraId="1873A761" w14:textId="77777777" w:rsidR="00DE767D" w:rsidRPr="00DE767D" w:rsidRDefault="00DE767D" w:rsidP="00DE767D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3</w:t>
            </w:r>
          </w:p>
        </w:tc>
      </w:tr>
    </w:tbl>
    <w:p w14:paraId="3160D75D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C458C3" w:rsidRPr="00307A0C" w14:paraId="620B4210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6B32D67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185A583E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5CF8013D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31545C46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0C64BE7A" w14:textId="77777777" w:rsidR="00C458C3" w:rsidRPr="00307A0C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0FEC0805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6CFC560B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277DE6F9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2412A56B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7A60ADDE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69FB2019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C458C3" w:rsidRPr="00307A0C" w14:paraId="0A500CE8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64F237A0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3B4CF0D5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11BFF0F3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0B8B5E64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7CB0DA1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27AAEA23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62E51575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0975140E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6B8F1BCC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6C2A6295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3114E989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DE767D" w:rsidRPr="00C458C3" w14:paraId="6F041DE7" w14:textId="77777777" w:rsidTr="00BE7B31">
        <w:trPr>
          <w:cantSplit/>
          <w:jc w:val="center"/>
        </w:trPr>
        <w:tc>
          <w:tcPr>
            <w:tcW w:w="1982" w:type="dxa"/>
            <w:vMerge w:val="restart"/>
            <w:shd w:val="clear" w:color="auto" w:fill="auto"/>
          </w:tcPr>
          <w:p w14:paraId="3C0BD57B" w14:textId="0667955C" w:rsidR="00DE767D" w:rsidRPr="002A00AA" w:rsidRDefault="00BE7B31" w:rsidP="00DE767D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CLEANING IN THE KITCHEN</w:t>
            </w:r>
          </w:p>
        </w:tc>
        <w:tc>
          <w:tcPr>
            <w:tcW w:w="1991" w:type="dxa"/>
            <w:shd w:val="clear" w:color="auto" w:fill="auto"/>
          </w:tcPr>
          <w:p w14:paraId="2D09A82D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  <w:r w:rsidRPr="00F82949">
              <w:rPr>
                <w:rFonts w:ascii="Calibri" w:hAnsi="Calibri" w:cs="Calibri"/>
              </w:rPr>
              <w:t>Live electrical equipment</w:t>
            </w:r>
          </w:p>
        </w:tc>
        <w:tc>
          <w:tcPr>
            <w:tcW w:w="1558" w:type="dxa"/>
            <w:shd w:val="clear" w:color="auto" w:fill="auto"/>
          </w:tcPr>
          <w:p w14:paraId="66858DAD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Site staff</w:t>
            </w:r>
          </w:p>
          <w:p w14:paraId="2C99230E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Other contractors</w:t>
            </w:r>
          </w:p>
          <w:p w14:paraId="09E29792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  <w:p w14:paraId="54DD7A74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</w:rPr>
              <w:t>Contact with live electrical equipment. Shock or burns</w:t>
            </w:r>
          </w:p>
          <w:p w14:paraId="4FAF99BE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</w:tc>
        <w:tc>
          <w:tcPr>
            <w:tcW w:w="426" w:type="dxa"/>
            <w:shd w:val="clear" w:color="auto" w:fill="auto"/>
          </w:tcPr>
          <w:p w14:paraId="1EA9F38E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14:paraId="78F146C7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5B354956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12</w:t>
            </w:r>
          </w:p>
        </w:tc>
        <w:tc>
          <w:tcPr>
            <w:tcW w:w="3400" w:type="dxa"/>
            <w:shd w:val="clear" w:color="auto" w:fill="auto"/>
          </w:tcPr>
          <w:p w14:paraId="22AE1556" w14:textId="6A12A6B6" w:rsidR="00DE767D" w:rsidRDefault="00DE767D" w:rsidP="001619EE">
            <w:pPr>
              <w:pStyle w:val="ListParagraph"/>
              <w:numPr>
                <w:ilvl w:val="0"/>
                <w:numId w:val="7"/>
              </w:numPr>
              <w:rPr>
                <w:rFonts w:cs="Calibri"/>
                <w:sz w:val="20"/>
                <w:szCs w:val="20"/>
              </w:rPr>
            </w:pPr>
            <w:r w:rsidRPr="00F82949">
              <w:rPr>
                <w:rFonts w:cs="Calibri"/>
                <w:sz w:val="20"/>
                <w:szCs w:val="20"/>
              </w:rPr>
              <w:t xml:space="preserve">Electrical equipment to be isolated prior to </w:t>
            </w:r>
            <w:r w:rsidR="00BE7B31">
              <w:rPr>
                <w:rFonts w:cs="Calibri"/>
                <w:sz w:val="20"/>
                <w:szCs w:val="20"/>
              </w:rPr>
              <w:t>cleaning</w:t>
            </w:r>
          </w:p>
          <w:p w14:paraId="264B4AA0" w14:textId="7434774F" w:rsidR="00F82949" w:rsidRPr="00F82949" w:rsidRDefault="00F82949" w:rsidP="001619EE">
            <w:pPr>
              <w:pStyle w:val="ListParagraph"/>
              <w:numPr>
                <w:ilvl w:val="0"/>
                <w:numId w:val="7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Site staff to check isolation of electricity services before</w:t>
            </w:r>
            <w:r w:rsidR="00A5429F">
              <w:rPr>
                <w:rFonts w:cs="Calibri"/>
                <w:sz w:val="20"/>
                <w:szCs w:val="20"/>
              </w:rPr>
              <w:t xml:space="preserve"> start of works</w:t>
            </w:r>
          </w:p>
        </w:tc>
        <w:tc>
          <w:tcPr>
            <w:tcW w:w="3117" w:type="dxa"/>
            <w:shd w:val="clear" w:color="auto" w:fill="auto"/>
          </w:tcPr>
          <w:p w14:paraId="317AA28F" w14:textId="1BD20850" w:rsidR="00DE767D" w:rsidRDefault="00DE767D" w:rsidP="001619EE">
            <w:pPr>
              <w:pStyle w:val="ListParagraph"/>
              <w:numPr>
                <w:ilvl w:val="0"/>
                <w:numId w:val="7"/>
              </w:numPr>
              <w:rPr>
                <w:rFonts w:cs="Calibri"/>
                <w:sz w:val="20"/>
                <w:szCs w:val="20"/>
              </w:rPr>
            </w:pPr>
            <w:r w:rsidRPr="00F82949">
              <w:rPr>
                <w:rFonts w:cs="Calibri"/>
                <w:sz w:val="20"/>
                <w:szCs w:val="20"/>
              </w:rPr>
              <w:t>Contractor to request information from occupier prior to works taking place</w:t>
            </w:r>
          </w:p>
          <w:p w14:paraId="6395AD37" w14:textId="517026B0" w:rsidR="00A5429F" w:rsidRDefault="00A5429F" w:rsidP="001619EE">
            <w:pPr>
              <w:pStyle w:val="ListParagraph"/>
              <w:numPr>
                <w:ilvl w:val="0"/>
                <w:numId w:val="7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All staff working on site to receive regular </w:t>
            </w:r>
            <w:r w:rsidR="00865FFD">
              <w:rPr>
                <w:rFonts w:cs="Calibri"/>
                <w:sz w:val="20"/>
                <w:szCs w:val="20"/>
              </w:rPr>
              <w:t>toolbox</w:t>
            </w:r>
            <w:r>
              <w:rPr>
                <w:rFonts w:cs="Calibri"/>
                <w:sz w:val="20"/>
                <w:szCs w:val="20"/>
              </w:rPr>
              <w:t xml:space="preserve"> talks</w:t>
            </w:r>
          </w:p>
          <w:p w14:paraId="43290463" w14:textId="4DD06CB3" w:rsidR="00742D75" w:rsidRPr="00F82949" w:rsidRDefault="00742D75" w:rsidP="001619EE">
            <w:pPr>
              <w:pStyle w:val="ListParagraph"/>
              <w:numPr>
                <w:ilvl w:val="0"/>
                <w:numId w:val="7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Site supervisor to ensure regular safety </w:t>
            </w:r>
            <w:r w:rsidR="00865FFD">
              <w:rPr>
                <w:rFonts w:cs="Calibri"/>
                <w:sz w:val="20"/>
                <w:szCs w:val="20"/>
              </w:rPr>
              <w:t>inspections</w:t>
            </w:r>
            <w:r>
              <w:rPr>
                <w:rFonts w:cs="Calibri"/>
                <w:sz w:val="20"/>
                <w:szCs w:val="20"/>
              </w:rPr>
              <w:t xml:space="preserve"> are completed</w:t>
            </w:r>
          </w:p>
          <w:p w14:paraId="48BB17E6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</w:tc>
        <w:tc>
          <w:tcPr>
            <w:tcW w:w="425" w:type="dxa"/>
            <w:shd w:val="clear" w:color="auto" w:fill="auto"/>
          </w:tcPr>
          <w:p w14:paraId="4C90A520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641B9CE8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682" w:type="dxa"/>
            <w:shd w:val="clear" w:color="auto" w:fill="auto"/>
          </w:tcPr>
          <w:p w14:paraId="125F59C9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3</w:t>
            </w:r>
          </w:p>
        </w:tc>
      </w:tr>
      <w:tr w:rsidR="00DE767D" w:rsidRPr="00C458C3" w14:paraId="5B70A737" w14:textId="77777777" w:rsidTr="00BF00E2">
        <w:trPr>
          <w:cantSplit/>
          <w:jc w:val="center"/>
        </w:trPr>
        <w:tc>
          <w:tcPr>
            <w:tcW w:w="1982" w:type="dxa"/>
            <w:vMerge/>
            <w:shd w:val="clear" w:color="auto" w:fill="auto"/>
          </w:tcPr>
          <w:p w14:paraId="0BFC155E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</w:tc>
        <w:tc>
          <w:tcPr>
            <w:tcW w:w="1991" w:type="dxa"/>
            <w:shd w:val="clear" w:color="auto" w:fill="auto"/>
          </w:tcPr>
          <w:p w14:paraId="60CC60BB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  <w:r w:rsidRPr="00F82949">
              <w:rPr>
                <w:rFonts w:ascii="Calibri" w:hAnsi="Calibri" w:cs="Calibri"/>
              </w:rPr>
              <w:t>Moving parts of machinery</w:t>
            </w:r>
          </w:p>
          <w:p w14:paraId="1BA7DEDF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  <w:r w:rsidRPr="00F82949">
              <w:rPr>
                <w:rFonts w:ascii="Calibri" w:hAnsi="Calibri" w:cs="Calibri"/>
              </w:rPr>
              <w:t>Unfamiliarity with the machinery</w:t>
            </w:r>
          </w:p>
        </w:tc>
        <w:tc>
          <w:tcPr>
            <w:tcW w:w="1558" w:type="dxa"/>
            <w:shd w:val="clear" w:color="auto" w:fill="auto"/>
          </w:tcPr>
          <w:p w14:paraId="121DCAEF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Site staff</w:t>
            </w:r>
          </w:p>
          <w:p w14:paraId="1BFEF5F6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Other contractors</w:t>
            </w:r>
          </w:p>
          <w:p w14:paraId="1F2EAE9E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  <w:p w14:paraId="5CEDAB7A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  <w:r w:rsidRPr="00F82949">
              <w:rPr>
                <w:rFonts w:ascii="Calibri" w:hAnsi="Calibri" w:cs="Calibri"/>
              </w:rPr>
              <w:t>Contact with dangerous or moving parts of machinery</w:t>
            </w:r>
          </w:p>
          <w:p w14:paraId="24D85D7C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</w:rPr>
              <w:t>Entrapment or crush injuries</w:t>
            </w:r>
          </w:p>
          <w:p w14:paraId="1B8722AF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A4A55BD" w14:textId="77777777" w:rsidR="00DE767D" w:rsidRPr="00F82949" w:rsidRDefault="00DE767D" w:rsidP="00DE767D">
            <w:pPr>
              <w:pStyle w:val="Heading2"/>
              <w:rPr>
                <w:rFonts w:ascii="Calibri" w:hAnsi="Calibri" w:cs="Calibri"/>
                <w:sz w:val="20"/>
              </w:rPr>
            </w:pPr>
            <w:r w:rsidRPr="00F82949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C7F60D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3701A7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3400" w:type="dxa"/>
            <w:shd w:val="clear" w:color="auto" w:fill="auto"/>
          </w:tcPr>
          <w:p w14:paraId="0C2B8878" w14:textId="77777777" w:rsidR="003A738C" w:rsidRDefault="00DE767D" w:rsidP="001619EE">
            <w:pPr>
              <w:pStyle w:val="ListParagraph"/>
              <w:numPr>
                <w:ilvl w:val="0"/>
                <w:numId w:val="7"/>
              </w:numPr>
              <w:rPr>
                <w:rFonts w:cs="Calibri"/>
                <w:sz w:val="20"/>
                <w:szCs w:val="20"/>
              </w:rPr>
            </w:pPr>
            <w:r w:rsidRPr="00F82949">
              <w:rPr>
                <w:rFonts w:cs="Calibri"/>
                <w:sz w:val="20"/>
                <w:szCs w:val="20"/>
              </w:rPr>
              <w:t>Unguarded machinery to be isolated before commencing work</w:t>
            </w:r>
          </w:p>
          <w:p w14:paraId="63472E98" w14:textId="6A3B282A" w:rsidR="00DE767D" w:rsidRPr="00F82949" w:rsidRDefault="003A738C" w:rsidP="001619EE">
            <w:pPr>
              <w:pStyle w:val="ListParagraph"/>
              <w:numPr>
                <w:ilvl w:val="0"/>
                <w:numId w:val="7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Site supervisor and site contact to check all guarding and machinery isolators are in place and working</w:t>
            </w:r>
            <w:r w:rsidR="00DE767D" w:rsidRPr="00F82949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3117" w:type="dxa"/>
            <w:shd w:val="clear" w:color="auto" w:fill="auto"/>
          </w:tcPr>
          <w:p w14:paraId="6F25EF6D" w14:textId="77777777" w:rsidR="00DE767D" w:rsidRDefault="00DE767D" w:rsidP="001619EE">
            <w:pPr>
              <w:pStyle w:val="ListParagraph"/>
              <w:numPr>
                <w:ilvl w:val="0"/>
                <w:numId w:val="7"/>
              </w:numPr>
              <w:rPr>
                <w:rFonts w:cs="Calibri"/>
                <w:sz w:val="20"/>
                <w:szCs w:val="20"/>
              </w:rPr>
            </w:pPr>
            <w:r w:rsidRPr="00F82949">
              <w:rPr>
                <w:rFonts w:cs="Calibri"/>
                <w:sz w:val="20"/>
                <w:szCs w:val="20"/>
              </w:rPr>
              <w:t>Occupier to shut down and lock off machinery with unguarded dangerous parts</w:t>
            </w:r>
          </w:p>
          <w:p w14:paraId="66FFEFE0" w14:textId="77777777" w:rsidR="00880BCD" w:rsidRDefault="00880BCD" w:rsidP="001619EE">
            <w:pPr>
              <w:pStyle w:val="ListParagraph"/>
              <w:numPr>
                <w:ilvl w:val="0"/>
                <w:numId w:val="7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Ensure locked off equipment/services are clearly marked</w:t>
            </w:r>
          </w:p>
          <w:p w14:paraId="3CD37B23" w14:textId="55C4FF46" w:rsidR="00880BCD" w:rsidRPr="00F82949" w:rsidRDefault="00880BCD" w:rsidP="001619EE">
            <w:pPr>
              <w:pStyle w:val="ListParagraph"/>
              <w:numPr>
                <w:ilvl w:val="0"/>
                <w:numId w:val="7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Implement a s</w:t>
            </w:r>
            <w:r w:rsidR="00F83002">
              <w:rPr>
                <w:rFonts w:cs="Calibri"/>
                <w:sz w:val="20"/>
                <w:szCs w:val="20"/>
              </w:rPr>
              <w:t>afe</w:t>
            </w:r>
            <w:r>
              <w:rPr>
                <w:rFonts w:cs="Calibri"/>
                <w:sz w:val="20"/>
                <w:szCs w:val="20"/>
              </w:rPr>
              <w:t xml:space="preserve"> system of works</w:t>
            </w:r>
            <w:r w:rsidR="00BE7B31">
              <w:rPr>
                <w:rFonts w:cs="Calibri"/>
                <w:sz w:val="20"/>
                <w:szCs w:val="20"/>
              </w:rPr>
              <w:t xml:space="preserve"> if required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27BDE4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AC94F1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2DAB578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5</w:t>
            </w:r>
          </w:p>
        </w:tc>
      </w:tr>
      <w:tr w:rsidR="00DE767D" w:rsidRPr="00C458C3" w14:paraId="0F75C2FD" w14:textId="77777777" w:rsidTr="00BF00E2">
        <w:trPr>
          <w:cantSplit/>
          <w:jc w:val="center"/>
        </w:trPr>
        <w:tc>
          <w:tcPr>
            <w:tcW w:w="1982" w:type="dxa"/>
            <w:vMerge/>
            <w:shd w:val="clear" w:color="auto" w:fill="auto"/>
          </w:tcPr>
          <w:p w14:paraId="0BCBD508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</w:tc>
        <w:tc>
          <w:tcPr>
            <w:tcW w:w="1991" w:type="dxa"/>
            <w:shd w:val="clear" w:color="auto" w:fill="auto"/>
          </w:tcPr>
          <w:p w14:paraId="0114AB9C" w14:textId="77777777" w:rsidR="00DE767D" w:rsidRDefault="00DE767D" w:rsidP="00DE767D">
            <w:pPr>
              <w:rPr>
                <w:rFonts w:ascii="Calibri" w:hAnsi="Calibri" w:cs="Calibri"/>
              </w:rPr>
            </w:pPr>
            <w:r w:rsidRPr="00F82949">
              <w:rPr>
                <w:rFonts w:ascii="Calibri" w:hAnsi="Calibri" w:cs="Calibri"/>
              </w:rPr>
              <w:t>Wet/slippery floor surface</w:t>
            </w:r>
          </w:p>
          <w:p w14:paraId="25B84489" w14:textId="241B9A1B" w:rsidR="00A92E75" w:rsidRPr="00F82949" w:rsidRDefault="00A92E75" w:rsidP="00DE76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Lack of appropriate lighting</w:t>
            </w:r>
          </w:p>
        </w:tc>
        <w:tc>
          <w:tcPr>
            <w:tcW w:w="1558" w:type="dxa"/>
            <w:shd w:val="clear" w:color="auto" w:fill="auto"/>
          </w:tcPr>
          <w:p w14:paraId="292A1131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Site staff</w:t>
            </w:r>
          </w:p>
          <w:p w14:paraId="4DE23AF9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Other contractors</w:t>
            </w:r>
          </w:p>
          <w:p w14:paraId="7AFD48CE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  <w:p w14:paraId="61DF0BAF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  <w:r w:rsidRPr="00F82949">
              <w:rPr>
                <w:rFonts w:ascii="Calibri" w:hAnsi="Calibri" w:cs="Calibri"/>
              </w:rPr>
              <w:t>Slip</w:t>
            </w:r>
          </w:p>
          <w:p w14:paraId="44D0145D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  <w:r w:rsidRPr="00F82949">
              <w:rPr>
                <w:rFonts w:ascii="Calibri" w:hAnsi="Calibri" w:cs="Calibri"/>
              </w:rPr>
              <w:t>Trip</w:t>
            </w:r>
          </w:p>
          <w:p w14:paraId="7DA9FAD0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  <w:r w:rsidRPr="00F82949">
              <w:rPr>
                <w:rFonts w:ascii="Calibri" w:hAnsi="Calibri" w:cs="Calibri"/>
              </w:rPr>
              <w:t>Personal injury</w:t>
            </w:r>
          </w:p>
          <w:p w14:paraId="7D080541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7BE8D05" w14:textId="77777777" w:rsidR="00DE767D" w:rsidRPr="00F82949" w:rsidRDefault="00DE767D" w:rsidP="00DE767D">
            <w:pPr>
              <w:pStyle w:val="Heading2"/>
              <w:rPr>
                <w:rFonts w:ascii="Calibri" w:hAnsi="Calibri" w:cs="Calibri"/>
                <w:sz w:val="20"/>
              </w:rPr>
            </w:pPr>
            <w:r w:rsidRPr="00F82949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34BCC7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3AEE78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3400" w:type="dxa"/>
            <w:shd w:val="clear" w:color="auto" w:fill="auto"/>
          </w:tcPr>
          <w:p w14:paraId="6DDB32B4" w14:textId="77777777" w:rsidR="00DE767D" w:rsidRPr="00F82949" w:rsidRDefault="00DE767D" w:rsidP="001619EE">
            <w:pPr>
              <w:pStyle w:val="ListParagraph"/>
              <w:numPr>
                <w:ilvl w:val="0"/>
                <w:numId w:val="8"/>
              </w:numPr>
              <w:rPr>
                <w:rFonts w:cs="Calibri"/>
                <w:sz w:val="20"/>
                <w:szCs w:val="20"/>
              </w:rPr>
            </w:pPr>
            <w:r w:rsidRPr="00F82949">
              <w:rPr>
                <w:rFonts w:cs="Calibri"/>
                <w:sz w:val="20"/>
                <w:szCs w:val="20"/>
              </w:rPr>
              <w:t>All contractor must wear appropriate safety footwear</w:t>
            </w:r>
          </w:p>
          <w:p w14:paraId="0D351DAD" w14:textId="77777777" w:rsidR="00DE767D" w:rsidRPr="00F82949" w:rsidRDefault="00DE767D" w:rsidP="001619EE">
            <w:pPr>
              <w:pStyle w:val="ListParagraph"/>
              <w:numPr>
                <w:ilvl w:val="0"/>
                <w:numId w:val="8"/>
              </w:numPr>
              <w:rPr>
                <w:rFonts w:cs="Calibri"/>
                <w:sz w:val="20"/>
                <w:szCs w:val="20"/>
              </w:rPr>
            </w:pPr>
            <w:r w:rsidRPr="00F82949">
              <w:rPr>
                <w:rFonts w:cs="Calibri"/>
                <w:sz w:val="20"/>
                <w:szCs w:val="20"/>
              </w:rPr>
              <w:t>Area to be checked before the start of works to identify any slip trip hazards</w:t>
            </w:r>
          </w:p>
        </w:tc>
        <w:tc>
          <w:tcPr>
            <w:tcW w:w="3117" w:type="dxa"/>
            <w:shd w:val="clear" w:color="auto" w:fill="auto"/>
          </w:tcPr>
          <w:p w14:paraId="4E053F57" w14:textId="77777777" w:rsidR="00DE767D" w:rsidRDefault="00DE767D" w:rsidP="001619EE">
            <w:pPr>
              <w:pStyle w:val="ListParagraph"/>
              <w:numPr>
                <w:ilvl w:val="0"/>
                <w:numId w:val="8"/>
              </w:numPr>
              <w:rPr>
                <w:rFonts w:cs="Calibri"/>
                <w:sz w:val="20"/>
                <w:szCs w:val="20"/>
              </w:rPr>
            </w:pPr>
            <w:r w:rsidRPr="00F82949">
              <w:rPr>
                <w:rFonts w:cs="Calibri"/>
                <w:sz w:val="20"/>
                <w:szCs w:val="20"/>
              </w:rPr>
              <w:t>Ensure adequate lighting is provided for the working area</w:t>
            </w:r>
          </w:p>
          <w:p w14:paraId="49C03A1B" w14:textId="3E8B124F" w:rsidR="002123AE" w:rsidRPr="00F82949" w:rsidRDefault="005145CC" w:rsidP="001619EE">
            <w:pPr>
              <w:pStyle w:val="ListParagraph"/>
              <w:numPr>
                <w:ilvl w:val="0"/>
                <w:numId w:val="8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Regular cleaning of </w:t>
            </w:r>
            <w:r w:rsidR="00BE7B31">
              <w:rPr>
                <w:rFonts w:cs="Calibri"/>
                <w:sz w:val="20"/>
                <w:szCs w:val="20"/>
              </w:rPr>
              <w:t>high traffic areas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09DA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C0ED8E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D660FB7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3</w:t>
            </w:r>
          </w:p>
        </w:tc>
      </w:tr>
    </w:tbl>
    <w:p w14:paraId="33C61FC7" w14:textId="77777777" w:rsidR="00745448" w:rsidRDefault="00745448" w:rsidP="00BF02FC">
      <w:pPr>
        <w:rPr>
          <w:rFonts w:ascii="Verdana" w:hAnsi="Verdana" w:cs="Arial"/>
          <w:b/>
          <w:bCs/>
        </w:rPr>
      </w:pPr>
    </w:p>
    <w:p w14:paraId="52BDF427" w14:textId="77777777" w:rsidR="00745448" w:rsidRDefault="00745448" w:rsidP="00BF02FC">
      <w:pPr>
        <w:rPr>
          <w:rFonts w:ascii="Verdana" w:hAnsi="Verdana" w:cs="Arial"/>
          <w:b/>
          <w:bCs/>
        </w:rPr>
      </w:pPr>
    </w:p>
    <w:p w14:paraId="5C4C545B" w14:textId="77777777" w:rsidR="0059074B" w:rsidRDefault="0059074B" w:rsidP="00BF02FC">
      <w:pPr>
        <w:rPr>
          <w:rFonts w:ascii="Verdana" w:hAnsi="Verdana" w:cs="Arial"/>
          <w:b/>
          <w:bCs/>
        </w:rPr>
      </w:pPr>
    </w:p>
    <w:p w14:paraId="033EC9D6" w14:textId="77777777" w:rsidR="00BE7B31" w:rsidRDefault="009643D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BE7B31" w:rsidRPr="006722E5" w14:paraId="5E702DC1" w14:textId="77777777" w:rsidTr="00BE7B31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1AD1D409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7EC02713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2CA7F186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 xml:space="preserve">Main Risks </w:t>
            </w:r>
          </w:p>
          <w:p w14:paraId="41E971A1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&amp;</w:t>
            </w:r>
          </w:p>
          <w:p w14:paraId="33B9000F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5B441FBB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5F82326E" w14:textId="77777777" w:rsidR="00BE7B31" w:rsidRPr="006722E5" w:rsidRDefault="00BE7B31" w:rsidP="00BE7B31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Existing</w:t>
            </w:r>
          </w:p>
          <w:p w14:paraId="20D59C93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3DE47B7C" w14:textId="77777777" w:rsidR="00BE7B31" w:rsidRPr="006722E5" w:rsidRDefault="00BE7B31" w:rsidP="00BE7B31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Additional</w:t>
            </w:r>
          </w:p>
          <w:p w14:paraId="016213DA" w14:textId="77777777" w:rsidR="00BE7B31" w:rsidRPr="006722E5" w:rsidRDefault="00BE7B31" w:rsidP="00BE7B31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2AA03078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 xml:space="preserve">Residual Risk </w:t>
            </w:r>
          </w:p>
        </w:tc>
      </w:tr>
      <w:tr w:rsidR="00BE7B31" w:rsidRPr="006722E5" w14:paraId="76F91473" w14:textId="77777777" w:rsidTr="00BE7B31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1098395E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3ADD8AB0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601E5CF9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07E1B0E6" w14:textId="77777777" w:rsidR="00BE7B31" w:rsidRPr="006722E5" w:rsidRDefault="00BE7B31" w:rsidP="00BE7B31">
            <w:pPr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784C255E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1C4281BC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3E77C311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13833EBE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2D0AB127" w14:textId="77777777" w:rsidR="00BE7B31" w:rsidRPr="006722E5" w:rsidRDefault="00BE7B31" w:rsidP="00BE7B31">
            <w:pPr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0E3AEC81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058FC159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RR</w:t>
            </w:r>
          </w:p>
        </w:tc>
      </w:tr>
      <w:tr w:rsidR="00BE7B31" w:rsidRPr="00DE767D" w14:paraId="01132A17" w14:textId="77777777" w:rsidTr="00BE7B31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4C92648E" w14:textId="3750BD33" w:rsidR="00BE7B31" w:rsidRPr="002A00AA" w:rsidRDefault="00F85563" w:rsidP="00BE7B3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CLEANING</w:t>
            </w:r>
          </w:p>
        </w:tc>
        <w:tc>
          <w:tcPr>
            <w:tcW w:w="1991" w:type="dxa"/>
          </w:tcPr>
          <w:p w14:paraId="393E8911" w14:textId="008E522E" w:rsidR="00BE7B31" w:rsidRDefault="00BE7B31" w:rsidP="00BE7B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Wet surfaces</w:t>
            </w:r>
            <w:r w:rsidR="00070321">
              <w:rPr>
                <w:rFonts w:ascii="Calibri" w:hAnsi="Calibri" w:cs="Calibri"/>
              </w:rPr>
              <w:t xml:space="preserve"> cont.</w:t>
            </w:r>
          </w:p>
          <w:p w14:paraId="03488194" w14:textId="77777777" w:rsidR="00F85563" w:rsidRDefault="00F85563" w:rsidP="00BE7B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Electrical cables</w:t>
            </w:r>
          </w:p>
          <w:p w14:paraId="27288144" w14:textId="59433B58" w:rsidR="00F85563" w:rsidRPr="00DE767D" w:rsidRDefault="00F85563" w:rsidP="00BE7B31">
            <w:pPr>
              <w:rPr>
                <w:rFonts w:ascii="Calibri" w:hAnsi="Calibri" w:cs="Calibri"/>
              </w:rPr>
            </w:pPr>
          </w:p>
        </w:tc>
        <w:tc>
          <w:tcPr>
            <w:tcW w:w="1558" w:type="dxa"/>
            <w:shd w:val="clear" w:color="auto" w:fill="auto"/>
          </w:tcPr>
          <w:p w14:paraId="57F3D3D6" w14:textId="77777777" w:rsidR="00BE7B31" w:rsidRPr="006722E5" w:rsidRDefault="00BE7B31" w:rsidP="00BE7B31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S</w:t>
            </w:r>
            <w:r w:rsidRPr="006722E5">
              <w:rPr>
                <w:rFonts w:ascii="Calibri" w:hAnsi="Calibri" w:cs="Calibri"/>
                <w:b/>
              </w:rPr>
              <w:t>ite staff</w:t>
            </w:r>
          </w:p>
          <w:p w14:paraId="4012932E" w14:textId="2CB0EEC0" w:rsidR="00BE7B31" w:rsidRDefault="00BE7B31" w:rsidP="00BE7B31">
            <w:pPr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Other contractors</w:t>
            </w:r>
          </w:p>
          <w:p w14:paraId="1AC41178" w14:textId="6EDEFAA3" w:rsidR="00BE7B31" w:rsidRDefault="00BE7B31" w:rsidP="00BE7B31">
            <w:pPr>
              <w:rPr>
                <w:rFonts w:ascii="Calibri" w:hAnsi="Calibri" w:cs="Calibri"/>
                <w:b/>
              </w:rPr>
            </w:pPr>
          </w:p>
          <w:p w14:paraId="7B423B71" w14:textId="2C217F5C" w:rsidR="00BE7B31" w:rsidRPr="00125C28" w:rsidRDefault="00BE7B31" w:rsidP="00BE7B31">
            <w:pPr>
              <w:rPr>
                <w:rFonts w:ascii="Calibri" w:hAnsi="Calibri" w:cs="Calibri"/>
                <w:bCs/>
              </w:rPr>
            </w:pPr>
            <w:r w:rsidRPr="00125C28">
              <w:rPr>
                <w:rFonts w:ascii="Calibri" w:hAnsi="Calibri" w:cs="Calibri"/>
                <w:bCs/>
              </w:rPr>
              <w:t>Slips trips and falls</w:t>
            </w:r>
          </w:p>
          <w:p w14:paraId="1C1FBBB3" w14:textId="5ED2C265" w:rsidR="00125C28" w:rsidRPr="00125C28" w:rsidRDefault="00125C28" w:rsidP="00BE7B31">
            <w:pPr>
              <w:rPr>
                <w:rFonts w:ascii="Calibri" w:hAnsi="Calibri" w:cs="Calibri"/>
                <w:bCs/>
              </w:rPr>
            </w:pPr>
            <w:r w:rsidRPr="00125C28">
              <w:rPr>
                <w:rFonts w:ascii="Calibri" w:hAnsi="Calibri" w:cs="Calibri"/>
                <w:bCs/>
              </w:rPr>
              <w:t>Fractures</w:t>
            </w:r>
          </w:p>
          <w:p w14:paraId="567880B8" w14:textId="79002624" w:rsidR="00125C28" w:rsidRPr="00125C28" w:rsidRDefault="00125C28" w:rsidP="00BE7B31">
            <w:pPr>
              <w:rPr>
                <w:rFonts w:ascii="Calibri" w:hAnsi="Calibri" w:cs="Calibri"/>
                <w:bCs/>
              </w:rPr>
            </w:pPr>
            <w:r w:rsidRPr="00125C28">
              <w:rPr>
                <w:rFonts w:ascii="Calibri" w:hAnsi="Calibri" w:cs="Calibri"/>
                <w:bCs/>
              </w:rPr>
              <w:t>bruises</w:t>
            </w:r>
          </w:p>
          <w:p w14:paraId="23A52EC5" w14:textId="6E770A44" w:rsidR="00BE7B31" w:rsidRPr="00DE767D" w:rsidRDefault="00BE7B31" w:rsidP="00BE7B31">
            <w:pPr>
              <w:rPr>
                <w:rFonts w:ascii="Calibri" w:hAnsi="Calibri" w:cs="Calibri"/>
              </w:rPr>
            </w:pPr>
          </w:p>
        </w:tc>
        <w:tc>
          <w:tcPr>
            <w:tcW w:w="426" w:type="dxa"/>
          </w:tcPr>
          <w:p w14:paraId="12FFF3FE" w14:textId="761F8200" w:rsidR="00BE7B31" w:rsidRPr="00DE767D" w:rsidRDefault="008C308B" w:rsidP="00BE7B31">
            <w:pPr>
              <w:pStyle w:val="Heading2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425" w:type="dxa"/>
          </w:tcPr>
          <w:p w14:paraId="00400223" w14:textId="31CB321C" w:rsidR="00BE7B31" w:rsidRPr="00DE767D" w:rsidRDefault="008C308B" w:rsidP="00BE7B3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</w:tcPr>
          <w:p w14:paraId="329EA84C" w14:textId="5B4E3C9A" w:rsidR="00BE7B31" w:rsidRPr="00DE767D" w:rsidRDefault="008C308B" w:rsidP="00BE7B3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3400" w:type="dxa"/>
            <w:shd w:val="clear" w:color="auto" w:fill="auto"/>
          </w:tcPr>
          <w:p w14:paraId="0C2EDDEA" w14:textId="3FB56FCF" w:rsidR="00BE7B31" w:rsidRPr="00F85563" w:rsidRDefault="00BE7B31" w:rsidP="001619EE">
            <w:pPr>
              <w:pStyle w:val="ListParagraph"/>
              <w:numPr>
                <w:ilvl w:val="0"/>
                <w:numId w:val="9"/>
              </w:numPr>
              <w:rPr>
                <w:rFonts w:cs="Calibri"/>
                <w:sz w:val="20"/>
                <w:szCs w:val="20"/>
              </w:rPr>
            </w:pPr>
            <w:r w:rsidRPr="00BE7B31">
              <w:rPr>
                <w:rFonts w:cs="Calibri"/>
                <w:sz w:val="20"/>
                <w:szCs w:val="20"/>
              </w:rPr>
              <w:t>Ensure the right</w:t>
            </w:r>
            <w:r w:rsidR="00F85563">
              <w:rPr>
                <w:rFonts w:cs="Calibri"/>
                <w:sz w:val="20"/>
                <w:szCs w:val="20"/>
              </w:rPr>
              <w:t xml:space="preserve"> </w:t>
            </w:r>
            <w:r w:rsidRPr="00BE7B31">
              <w:rPr>
                <w:rFonts w:cs="Calibri"/>
                <w:sz w:val="20"/>
                <w:szCs w:val="20"/>
              </w:rPr>
              <w:t xml:space="preserve">cleaning equipment is used for the right </w:t>
            </w:r>
            <w:r w:rsidR="00045B36" w:rsidRPr="00BE7B31">
              <w:rPr>
                <w:rFonts w:cs="Calibri"/>
                <w:sz w:val="20"/>
                <w:szCs w:val="20"/>
              </w:rPr>
              <w:t xml:space="preserve">job and </w:t>
            </w:r>
            <w:r w:rsidR="00045B36">
              <w:rPr>
                <w:rFonts w:cs="Calibri"/>
                <w:sz w:val="20"/>
                <w:szCs w:val="20"/>
              </w:rPr>
              <w:t>ensure</w:t>
            </w:r>
            <w:r w:rsidR="00F85563">
              <w:rPr>
                <w:rFonts w:cs="Calibri"/>
                <w:sz w:val="20"/>
                <w:szCs w:val="20"/>
              </w:rPr>
              <w:t xml:space="preserve"> all cleaning </w:t>
            </w:r>
            <w:r w:rsidRPr="00BE7B31">
              <w:rPr>
                <w:rFonts w:cs="Calibri"/>
                <w:sz w:val="20"/>
                <w:szCs w:val="20"/>
              </w:rPr>
              <w:t xml:space="preserve">staff </w:t>
            </w:r>
            <w:r w:rsidR="00045B36" w:rsidRPr="00BE7B31">
              <w:rPr>
                <w:rFonts w:cs="Calibri"/>
                <w:sz w:val="20"/>
                <w:szCs w:val="20"/>
              </w:rPr>
              <w:t>follow any safe</w:t>
            </w:r>
            <w:r w:rsidRPr="00BE7B31">
              <w:rPr>
                <w:rFonts w:cs="Calibri"/>
                <w:sz w:val="20"/>
                <w:szCs w:val="20"/>
              </w:rPr>
              <w:t xml:space="preserve"> systems of work.</w:t>
            </w:r>
          </w:p>
          <w:p w14:paraId="242E1FB4" w14:textId="5D088403" w:rsidR="00BE7B31" w:rsidRPr="00BE7B31" w:rsidRDefault="00F85563" w:rsidP="001619EE">
            <w:pPr>
              <w:pStyle w:val="ListParagraph"/>
              <w:numPr>
                <w:ilvl w:val="0"/>
                <w:numId w:val="9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Provision of </w:t>
            </w:r>
            <w:r w:rsidR="00BE7B31" w:rsidRPr="00BE7B31">
              <w:rPr>
                <w:rFonts w:cs="Calibri"/>
                <w:sz w:val="20"/>
                <w:szCs w:val="20"/>
              </w:rPr>
              <w:t>Anti-slip matting at entrances.</w:t>
            </w:r>
          </w:p>
          <w:p w14:paraId="18830839" w14:textId="48C4212E" w:rsidR="00BE7B31" w:rsidRPr="00BE7B31" w:rsidRDefault="00BE7B31" w:rsidP="001619EE">
            <w:pPr>
              <w:pStyle w:val="ListParagraph"/>
              <w:numPr>
                <w:ilvl w:val="0"/>
                <w:numId w:val="9"/>
              </w:numPr>
              <w:rPr>
                <w:rFonts w:cs="Calibri"/>
                <w:sz w:val="20"/>
                <w:szCs w:val="20"/>
              </w:rPr>
            </w:pPr>
            <w:r w:rsidRPr="00BE7B31">
              <w:rPr>
                <w:rFonts w:cs="Calibri"/>
                <w:sz w:val="20"/>
                <w:szCs w:val="20"/>
              </w:rPr>
              <w:t xml:space="preserve">Cleaning </w:t>
            </w:r>
            <w:r w:rsidR="00045B36" w:rsidRPr="00BE7B31">
              <w:rPr>
                <w:rFonts w:cs="Calibri"/>
                <w:sz w:val="20"/>
                <w:szCs w:val="20"/>
              </w:rPr>
              <w:t>Staff to</w:t>
            </w:r>
            <w:r w:rsidRPr="00BE7B31">
              <w:rPr>
                <w:rFonts w:cs="Calibri"/>
                <w:sz w:val="20"/>
                <w:szCs w:val="20"/>
              </w:rPr>
              <w:t xml:space="preserve"> monitor   entrances for wet floor surfaces</w:t>
            </w:r>
          </w:p>
          <w:p w14:paraId="678846BB" w14:textId="260B8A4C" w:rsidR="00BE7B31" w:rsidRPr="00BE7B31" w:rsidRDefault="00BE7B31" w:rsidP="001619EE">
            <w:pPr>
              <w:pStyle w:val="ListParagraph"/>
              <w:numPr>
                <w:ilvl w:val="0"/>
                <w:numId w:val="9"/>
              </w:numPr>
              <w:rPr>
                <w:rFonts w:cs="Calibri"/>
                <w:sz w:val="20"/>
                <w:szCs w:val="20"/>
              </w:rPr>
            </w:pPr>
            <w:r w:rsidRPr="00BE7B31">
              <w:rPr>
                <w:rFonts w:cs="Calibri"/>
                <w:sz w:val="20"/>
                <w:szCs w:val="20"/>
              </w:rPr>
              <w:t xml:space="preserve">Spillages cleared   up immediately, according to agreed </w:t>
            </w:r>
            <w:r w:rsidR="00045B36" w:rsidRPr="00BE7B31">
              <w:rPr>
                <w:rFonts w:cs="Calibri"/>
                <w:sz w:val="20"/>
                <w:szCs w:val="20"/>
              </w:rPr>
              <w:t>procedures, and</w:t>
            </w:r>
            <w:r w:rsidRPr="00BE7B31">
              <w:rPr>
                <w:rFonts w:cs="Calibri"/>
                <w:sz w:val="20"/>
                <w:szCs w:val="20"/>
              </w:rPr>
              <w:t xml:space="preserve"> the floor left dry. </w:t>
            </w:r>
          </w:p>
          <w:p w14:paraId="40CB786B" w14:textId="364C8A5E" w:rsidR="00BE7B31" w:rsidRPr="00125C28" w:rsidRDefault="00BE7B31" w:rsidP="001619EE">
            <w:pPr>
              <w:pStyle w:val="ListParagraph"/>
              <w:numPr>
                <w:ilvl w:val="0"/>
                <w:numId w:val="9"/>
              </w:numPr>
              <w:rPr>
                <w:rFonts w:cs="Calibri"/>
                <w:sz w:val="20"/>
                <w:szCs w:val="20"/>
              </w:rPr>
            </w:pPr>
            <w:r w:rsidRPr="00BE7B31">
              <w:rPr>
                <w:rFonts w:cs="Calibri"/>
                <w:sz w:val="20"/>
                <w:szCs w:val="20"/>
              </w:rPr>
              <w:t>Caution Wet Floor signage to be used</w:t>
            </w:r>
          </w:p>
        </w:tc>
        <w:tc>
          <w:tcPr>
            <w:tcW w:w="3117" w:type="dxa"/>
            <w:shd w:val="clear" w:color="auto" w:fill="auto"/>
          </w:tcPr>
          <w:p w14:paraId="33AB6C61" w14:textId="29BDE2F6" w:rsidR="00BE7B31" w:rsidRPr="00F85563" w:rsidRDefault="00F85563" w:rsidP="001619EE">
            <w:pPr>
              <w:pStyle w:val="ListParagraph"/>
              <w:numPr>
                <w:ilvl w:val="0"/>
                <w:numId w:val="10"/>
              </w:numPr>
              <w:rPr>
                <w:rFonts w:cs="Calibri"/>
                <w:sz w:val="20"/>
                <w:szCs w:val="20"/>
              </w:rPr>
            </w:pPr>
            <w:r w:rsidRPr="00F85563">
              <w:rPr>
                <w:rFonts w:cs="Calibri"/>
                <w:sz w:val="20"/>
                <w:szCs w:val="20"/>
              </w:rPr>
              <w:t xml:space="preserve">For cleaning machines with cables, use socket nearest to where you are </w:t>
            </w:r>
            <w:r w:rsidR="00045B36" w:rsidRPr="00F85563">
              <w:rPr>
                <w:rFonts w:cs="Calibri"/>
                <w:sz w:val="20"/>
                <w:szCs w:val="20"/>
              </w:rPr>
              <w:t>working and</w:t>
            </w:r>
            <w:r w:rsidRPr="00F85563">
              <w:rPr>
                <w:rFonts w:cs="Calibri"/>
                <w:sz w:val="20"/>
                <w:szCs w:val="20"/>
              </w:rPr>
              <w:t xml:space="preserve"> use hazard   cones to warn others.</w:t>
            </w:r>
          </w:p>
          <w:p w14:paraId="1FEDBBE7" w14:textId="773C9FBC" w:rsidR="00F85563" w:rsidRPr="00F85563" w:rsidRDefault="00F85563" w:rsidP="001619EE">
            <w:pPr>
              <w:pStyle w:val="ListParagraph"/>
              <w:numPr>
                <w:ilvl w:val="0"/>
                <w:numId w:val="10"/>
              </w:numPr>
              <w:rPr>
                <w:rFonts w:cs="Calibri"/>
                <w:sz w:val="20"/>
                <w:szCs w:val="20"/>
              </w:rPr>
            </w:pPr>
            <w:r w:rsidRPr="00F85563">
              <w:rPr>
                <w:rFonts w:cs="Calibri"/>
                <w:sz w:val="20"/>
                <w:szCs w:val="20"/>
              </w:rPr>
              <w:t>Periodic toolbox talks will be conducted by the site supervisor   to raise awareness of risk of slips and trips.</w:t>
            </w:r>
          </w:p>
          <w:p w14:paraId="7F79EA29" w14:textId="17F800E8" w:rsidR="00F85563" w:rsidRPr="00F85563" w:rsidRDefault="00F85563" w:rsidP="001619EE">
            <w:pPr>
              <w:pStyle w:val="ListParagraph"/>
              <w:numPr>
                <w:ilvl w:val="0"/>
                <w:numId w:val="10"/>
              </w:numPr>
              <w:rPr>
                <w:rFonts w:cs="Calibri"/>
                <w:sz w:val="20"/>
                <w:szCs w:val="20"/>
              </w:rPr>
            </w:pPr>
            <w:r w:rsidRPr="00F85563">
              <w:rPr>
                <w:rFonts w:cs="Calibri"/>
                <w:sz w:val="20"/>
                <w:szCs w:val="20"/>
              </w:rPr>
              <w:t>Appropriate footwear/safety shoes must be worn during the cleaning process</w:t>
            </w:r>
          </w:p>
        </w:tc>
        <w:tc>
          <w:tcPr>
            <w:tcW w:w="425" w:type="dxa"/>
          </w:tcPr>
          <w:p w14:paraId="031927DA" w14:textId="6377D761" w:rsidR="00BE7B31" w:rsidRPr="00DE767D" w:rsidRDefault="008C308B" w:rsidP="00BE7B31">
            <w:pPr>
              <w:pStyle w:val="Head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6" w:type="dxa"/>
          </w:tcPr>
          <w:p w14:paraId="771A7A88" w14:textId="078E929D" w:rsidR="00BE7B31" w:rsidRPr="00DE767D" w:rsidRDefault="008C308B" w:rsidP="00BE7B31">
            <w:pPr>
              <w:pStyle w:val="Head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682" w:type="dxa"/>
          </w:tcPr>
          <w:p w14:paraId="4DDBB748" w14:textId="039B3382" w:rsidR="00BE7B31" w:rsidRPr="00DE767D" w:rsidRDefault="008C308B" w:rsidP="00BE7B31">
            <w:pPr>
              <w:pStyle w:val="Head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</w:t>
            </w:r>
          </w:p>
        </w:tc>
      </w:tr>
      <w:tr w:rsidR="00125C28" w:rsidRPr="00DE767D" w14:paraId="5B3C1C96" w14:textId="77777777" w:rsidTr="00BE7B31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371E6E18" w14:textId="145FA024" w:rsidR="00125C28" w:rsidRDefault="00125C28" w:rsidP="00BE7B3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USING CLEANING SUBSTANCES</w:t>
            </w:r>
          </w:p>
        </w:tc>
        <w:tc>
          <w:tcPr>
            <w:tcW w:w="1991" w:type="dxa"/>
          </w:tcPr>
          <w:p w14:paraId="7A41E42B" w14:textId="5BCF3093" w:rsidR="00125C28" w:rsidRDefault="00045B36" w:rsidP="00BE7B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Contact</w:t>
            </w:r>
            <w:r w:rsidR="00125C28">
              <w:rPr>
                <w:rFonts w:ascii="Calibri" w:hAnsi="Calibri" w:cs="Calibri"/>
              </w:rPr>
              <w:t xml:space="preserve"> with cleaning chemicals</w:t>
            </w:r>
          </w:p>
          <w:p w14:paraId="25725DC5" w14:textId="6410F989" w:rsidR="00125C28" w:rsidRDefault="00125C28" w:rsidP="00BE7B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Chemical vapour</w:t>
            </w:r>
          </w:p>
        </w:tc>
        <w:tc>
          <w:tcPr>
            <w:tcW w:w="1558" w:type="dxa"/>
            <w:shd w:val="clear" w:color="auto" w:fill="auto"/>
          </w:tcPr>
          <w:p w14:paraId="1B0D8ABC" w14:textId="77777777" w:rsidR="00125C28" w:rsidRPr="00125C28" w:rsidRDefault="00125C28" w:rsidP="00125C28">
            <w:pPr>
              <w:rPr>
                <w:rFonts w:ascii="Calibri" w:hAnsi="Calibri" w:cs="Calibri"/>
                <w:b/>
              </w:rPr>
            </w:pPr>
            <w:r w:rsidRPr="00125C28">
              <w:rPr>
                <w:rFonts w:ascii="Calibri" w:hAnsi="Calibri" w:cs="Calibri"/>
                <w:b/>
              </w:rPr>
              <w:t>Site staff</w:t>
            </w:r>
          </w:p>
          <w:p w14:paraId="7BDD1BE5" w14:textId="77777777" w:rsidR="00125C28" w:rsidRDefault="00125C28" w:rsidP="00125C28">
            <w:pPr>
              <w:rPr>
                <w:rFonts w:ascii="Calibri" w:hAnsi="Calibri" w:cs="Calibri"/>
                <w:b/>
              </w:rPr>
            </w:pPr>
            <w:r w:rsidRPr="00125C28">
              <w:rPr>
                <w:rFonts w:ascii="Calibri" w:hAnsi="Calibri" w:cs="Calibri"/>
                <w:b/>
              </w:rPr>
              <w:t>Other contractors</w:t>
            </w:r>
          </w:p>
          <w:p w14:paraId="52E31942" w14:textId="77777777" w:rsidR="00125C28" w:rsidRDefault="00125C28" w:rsidP="00125C28">
            <w:pPr>
              <w:rPr>
                <w:rFonts w:ascii="Calibri" w:hAnsi="Calibri" w:cs="Calibri"/>
                <w:b/>
              </w:rPr>
            </w:pPr>
          </w:p>
          <w:p w14:paraId="0C7ED0B3" w14:textId="599C0E72" w:rsidR="00125C28" w:rsidRPr="00125C28" w:rsidRDefault="00125C28" w:rsidP="00125C28">
            <w:pPr>
              <w:rPr>
                <w:rFonts w:ascii="Calibri" w:hAnsi="Calibri" w:cs="Calibri"/>
                <w:bCs/>
              </w:rPr>
            </w:pPr>
            <w:r w:rsidRPr="00125C28">
              <w:rPr>
                <w:rFonts w:ascii="Calibri" w:hAnsi="Calibri" w:cs="Calibri"/>
                <w:bCs/>
              </w:rPr>
              <w:t>Skin problems such as dermatitis</w:t>
            </w:r>
          </w:p>
          <w:p w14:paraId="1AEEE6B2" w14:textId="6463DA84" w:rsidR="00125C28" w:rsidRPr="00125C28" w:rsidRDefault="00125C28" w:rsidP="00125C28">
            <w:pPr>
              <w:rPr>
                <w:rFonts w:ascii="Calibri" w:hAnsi="Calibri" w:cs="Calibri"/>
                <w:bCs/>
              </w:rPr>
            </w:pPr>
            <w:r w:rsidRPr="00125C28">
              <w:rPr>
                <w:rFonts w:ascii="Calibri" w:hAnsi="Calibri" w:cs="Calibri"/>
                <w:bCs/>
              </w:rPr>
              <w:t>eye damage, from direct contact with bleach/other   cleaning chemicals</w:t>
            </w:r>
          </w:p>
          <w:p w14:paraId="2F841A3F" w14:textId="30B8E950" w:rsidR="00125C28" w:rsidRPr="00DE767D" w:rsidRDefault="00045B36" w:rsidP="00125C28">
            <w:pPr>
              <w:rPr>
                <w:rFonts w:ascii="Calibri" w:hAnsi="Calibri" w:cs="Calibri"/>
                <w:b/>
              </w:rPr>
            </w:pPr>
            <w:r w:rsidRPr="00125C28">
              <w:rPr>
                <w:rFonts w:ascii="Calibri" w:hAnsi="Calibri" w:cs="Calibri"/>
                <w:bCs/>
              </w:rPr>
              <w:t>e.g.</w:t>
            </w:r>
            <w:r w:rsidR="00125C28" w:rsidRPr="00125C28">
              <w:rPr>
                <w:rFonts w:ascii="Calibri" w:hAnsi="Calibri" w:cs="Calibri"/>
                <w:bCs/>
              </w:rPr>
              <w:t xml:space="preserve"> solvents and detergents.   Vapour may cause breathing problems.</w:t>
            </w:r>
          </w:p>
        </w:tc>
        <w:tc>
          <w:tcPr>
            <w:tcW w:w="426" w:type="dxa"/>
          </w:tcPr>
          <w:p w14:paraId="79EFA7E4" w14:textId="7413A49E" w:rsidR="00125C28" w:rsidRPr="00DE767D" w:rsidRDefault="008C308B" w:rsidP="00BE7B31">
            <w:pPr>
              <w:pStyle w:val="Heading2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425" w:type="dxa"/>
          </w:tcPr>
          <w:p w14:paraId="7A08E131" w14:textId="309F298D" w:rsidR="00125C28" w:rsidRPr="00DE767D" w:rsidRDefault="008C308B" w:rsidP="00BE7B3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</w:tcPr>
          <w:p w14:paraId="41B40F4F" w14:textId="43EEB9A0" w:rsidR="00125C28" w:rsidRPr="00DE767D" w:rsidRDefault="008C308B" w:rsidP="00BE7B3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</w:p>
        </w:tc>
        <w:tc>
          <w:tcPr>
            <w:tcW w:w="3400" w:type="dxa"/>
            <w:shd w:val="clear" w:color="auto" w:fill="auto"/>
          </w:tcPr>
          <w:p w14:paraId="2DFF26C6" w14:textId="0785E2C0" w:rsidR="00125C28" w:rsidRPr="00125C28" w:rsidRDefault="00045B36" w:rsidP="001619EE">
            <w:pPr>
              <w:pStyle w:val="ListParagraph"/>
              <w:numPr>
                <w:ilvl w:val="0"/>
                <w:numId w:val="9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</w:t>
            </w:r>
            <w:r w:rsidRPr="00125C28">
              <w:rPr>
                <w:rFonts w:cs="Calibri"/>
                <w:sz w:val="20"/>
                <w:szCs w:val="20"/>
              </w:rPr>
              <w:t>ppropriate gloves provided</w:t>
            </w:r>
            <w:r w:rsidR="00125C28" w:rsidRPr="00125C28">
              <w:rPr>
                <w:rFonts w:cs="Calibri"/>
                <w:sz w:val="20"/>
                <w:szCs w:val="20"/>
              </w:rPr>
              <w:t xml:space="preserve"> and staff trained in their use.</w:t>
            </w:r>
          </w:p>
          <w:p w14:paraId="2B6EA7FE" w14:textId="6A3EA2BA" w:rsidR="00125C28" w:rsidRDefault="00125C28" w:rsidP="001619EE">
            <w:pPr>
              <w:pStyle w:val="ListParagraph"/>
              <w:numPr>
                <w:ilvl w:val="0"/>
                <w:numId w:val="9"/>
              </w:numPr>
              <w:rPr>
                <w:rFonts w:cs="Calibri"/>
                <w:sz w:val="20"/>
                <w:szCs w:val="20"/>
              </w:rPr>
            </w:pPr>
            <w:r w:rsidRPr="00125C28">
              <w:rPr>
                <w:rFonts w:cs="Calibri"/>
                <w:sz w:val="20"/>
                <w:szCs w:val="20"/>
              </w:rPr>
              <w:t xml:space="preserve">All staff trained in the </w:t>
            </w:r>
            <w:r w:rsidR="00045B36" w:rsidRPr="00125C28">
              <w:rPr>
                <w:rFonts w:cs="Calibri"/>
                <w:sz w:val="20"/>
                <w:szCs w:val="20"/>
              </w:rPr>
              <w:t>risks, use</w:t>
            </w:r>
            <w:r w:rsidRPr="00125C28">
              <w:rPr>
                <w:rFonts w:cs="Calibri"/>
                <w:sz w:val="20"/>
                <w:szCs w:val="20"/>
              </w:rPr>
              <w:t xml:space="preserve"> and storage of cleaning   chemicals a</w:t>
            </w:r>
          </w:p>
          <w:p w14:paraId="307F41CA" w14:textId="40E38250" w:rsidR="00125C28" w:rsidRPr="00125C28" w:rsidRDefault="00125C28" w:rsidP="001619EE">
            <w:pPr>
              <w:pStyle w:val="ListParagraph"/>
              <w:numPr>
                <w:ilvl w:val="0"/>
                <w:numId w:val="9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All staff to </w:t>
            </w:r>
            <w:r w:rsidRPr="00125C28">
              <w:rPr>
                <w:rFonts w:cs="Calibri"/>
                <w:sz w:val="20"/>
                <w:szCs w:val="20"/>
              </w:rPr>
              <w:t>wear personal   protective equipment as instructed.</w:t>
            </w:r>
          </w:p>
          <w:p w14:paraId="1D0B9D47" w14:textId="4AE1CB4B" w:rsidR="00125C28" w:rsidRPr="00125C28" w:rsidRDefault="00125C28" w:rsidP="001619EE">
            <w:pPr>
              <w:pStyle w:val="ListParagraph"/>
              <w:numPr>
                <w:ilvl w:val="0"/>
                <w:numId w:val="9"/>
              </w:numPr>
              <w:rPr>
                <w:rFonts w:cs="Calibri"/>
                <w:sz w:val="20"/>
                <w:szCs w:val="20"/>
              </w:rPr>
            </w:pPr>
            <w:r w:rsidRPr="00125C28">
              <w:rPr>
                <w:rFonts w:cs="Calibri"/>
                <w:sz w:val="20"/>
                <w:szCs w:val="20"/>
              </w:rPr>
              <w:t xml:space="preserve">Cleaning chemicals marked ‘irritant’   substituted, where </w:t>
            </w:r>
            <w:r w:rsidR="00045B36" w:rsidRPr="00125C28">
              <w:rPr>
                <w:rFonts w:cs="Calibri"/>
                <w:sz w:val="20"/>
                <w:szCs w:val="20"/>
              </w:rPr>
              <w:t>possible, for</w:t>
            </w:r>
            <w:r w:rsidRPr="00125C28">
              <w:rPr>
                <w:rFonts w:cs="Calibri"/>
                <w:sz w:val="20"/>
                <w:szCs w:val="20"/>
              </w:rPr>
              <w:t xml:space="preserve"> milder alternatives.</w:t>
            </w:r>
          </w:p>
          <w:p w14:paraId="6EFEF0CE" w14:textId="77777777" w:rsidR="00125C28" w:rsidRDefault="00125C28" w:rsidP="001619EE">
            <w:pPr>
              <w:pStyle w:val="ListParagraph"/>
              <w:numPr>
                <w:ilvl w:val="0"/>
                <w:numId w:val="9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</w:t>
            </w:r>
            <w:r w:rsidRPr="00125C28">
              <w:rPr>
                <w:rFonts w:cs="Calibri"/>
                <w:sz w:val="20"/>
                <w:szCs w:val="20"/>
              </w:rPr>
              <w:t>inimise   handling of cleaning chemicals</w:t>
            </w:r>
            <w:r>
              <w:rPr>
                <w:rFonts w:cs="Calibri"/>
                <w:sz w:val="20"/>
                <w:szCs w:val="20"/>
              </w:rPr>
              <w:t xml:space="preserve"> where possible</w:t>
            </w:r>
          </w:p>
          <w:p w14:paraId="5D3695DC" w14:textId="7C335B33" w:rsidR="00125C28" w:rsidRDefault="00125C28" w:rsidP="001619EE">
            <w:pPr>
              <w:pStyle w:val="ListParagraph"/>
              <w:numPr>
                <w:ilvl w:val="0"/>
                <w:numId w:val="9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Regular </w:t>
            </w:r>
            <w:r w:rsidR="00045B36">
              <w:rPr>
                <w:rFonts w:cs="Calibri"/>
                <w:sz w:val="20"/>
                <w:szCs w:val="20"/>
              </w:rPr>
              <w:t>toolbox</w:t>
            </w:r>
            <w:r>
              <w:rPr>
                <w:rFonts w:cs="Calibri"/>
                <w:sz w:val="20"/>
                <w:szCs w:val="20"/>
              </w:rPr>
              <w:t xml:space="preserve"> talks relating to COSHH and safe handling and use of substances</w:t>
            </w:r>
          </w:p>
          <w:p w14:paraId="14E4EDDB" w14:textId="0BD91A48" w:rsidR="00F70F01" w:rsidRDefault="00045B36" w:rsidP="001619EE">
            <w:pPr>
              <w:pStyle w:val="ListParagraph"/>
              <w:numPr>
                <w:ilvl w:val="0"/>
                <w:numId w:val="9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Regular checks</w:t>
            </w:r>
            <w:r w:rsidR="00F70F01">
              <w:rPr>
                <w:rFonts w:cs="Calibri"/>
                <w:sz w:val="20"/>
                <w:szCs w:val="20"/>
              </w:rPr>
              <w:t xml:space="preserve"> for dermatitis</w:t>
            </w:r>
          </w:p>
          <w:p w14:paraId="33BC22F1" w14:textId="378899D7" w:rsidR="00F70F01" w:rsidRPr="00125C28" w:rsidRDefault="00F70F01" w:rsidP="001619EE">
            <w:pPr>
              <w:pStyle w:val="ListParagraph"/>
              <w:numPr>
                <w:ilvl w:val="0"/>
                <w:numId w:val="9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Staff reminded to report any health issues</w:t>
            </w:r>
          </w:p>
        </w:tc>
        <w:tc>
          <w:tcPr>
            <w:tcW w:w="3117" w:type="dxa"/>
            <w:shd w:val="clear" w:color="auto" w:fill="auto"/>
          </w:tcPr>
          <w:p w14:paraId="29B88858" w14:textId="77777777" w:rsidR="00125C28" w:rsidRDefault="00125C28" w:rsidP="001619EE">
            <w:pPr>
              <w:pStyle w:val="ListParagraph"/>
              <w:numPr>
                <w:ilvl w:val="0"/>
                <w:numId w:val="10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COSHH risk assessment to be abable for all substances used</w:t>
            </w:r>
          </w:p>
          <w:p w14:paraId="0BA5C9FA" w14:textId="77777777" w:rsidR="00125C28" w:rsidRDefault="00125C28" w:rsidP="001619EE">
            <w:pPr>
              <w:pStyle w:val="ListParagraph"/>
              <w:numPr>
                <w:ilvl w:val="0"/>
                <w:numId w:val="10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Ensure appropriate ventilation when using any substance/consider usage instructions and limitations</w:t>
            </w:r>
          </w:p>
          <w:p w14:paraId="323A8C7A" w14:textId="77777777" w:rsidR="00125C28" w:rsidRDefault="00125C28" w:rsidP="001619EE">
            <w:pPr>
              <w:pStyle w:val="ListParagraph"/>
              <w:numPr>
                <w:ilvl w:val="0"/>
                <w:numId w:val="10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Suitable and sufficient PPE and RPE must be provided and worn.</w:t>
            </w:r>
          </w:p>
          <w:p w14:paraId="5668340E" w14:textId="77777777" w:rsidR="00125C28" w:rsidRDefault="00125C28" w:rsidP="001619EE">
            <w:pPr>
              <w:pStyle w:val="ListParagraph"/>
              <w:numPr>
                <w:ilvl w:val="0"/>
                <w:numId w:val="10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All staff wearing tight fitting RPE must be clean shave and have a current face fit test certificate for their chosen RPE</w:t>
            </w:r>
          </w:p>
          <w:p w14:paraId="0570FBD8" w14:textId="77777777" w:rsidR="00F70F01" w:rsidRDefault="00F70F01" w:rsidP="001619EE">
            <w:pPr>
              <w:pStyle w:val="ListParagraph"/>
              <w:numPr>
                <w:ilvl w:val="0"/>
                <w:numId w:val="10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Ensure reusable PPE is cleaned after use.</w:t>
            </w:r>
          </w:p>
          <w:p w14:paraId="539537D7" w14:textId="69E03729" w:rsidR="00F70F01" w:rsidRPr="00F85563" w:rsidRDefault="00F70F01" w:rsidP="001619EE">
            <w:pPr>
              <w:pStyle w:val="ListParagraph"/>
              <w:numPr>
                <w:ilvl w:val="0"/>
                <w:numId w:val="10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Disposable PPE and RPE must be disposed of as per the company </w:t>
            </w:r>
            <w:r w:rsidR="00045B36">
              <w:rPr>
                <w:rFonts w:cs="Calibri"/>
                <w:sz w:val="20"/>
                <w:szCs w:val="20"/>
              </w:rPr>
              <w:t>waste policy</w:t>
            </w:r>
          </w:p>
        </w:tc>
        <w:tc>
          <w:tcPr>
            <w:tcW w:w="425" w:type="dxa"/>
          </w:tcPr>
          <w:p w14:paraId="1E8C071A" w14:textId="3854164D" w:rsidR="00125C28" w:rsidRPr="00DE767D" w:rsidRDefault="008C308B" w:rsidP="00BE7B31">
            <w:pPr>
              <w:pStyle w:val="Head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6" w:type="dxa"/>
          </w:tcPr>
          <w:p w14:paraId="7CF93BAC" w14:textId="0CE86663" w:rsidR="00125C28" w:rsidRPr="00DE767D" w:rsidRDefault="008C308B" w:rsidP="00BE7B31">
            <w:pPr>
              <w:pStyle w:val="Head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682" w:type="dxa"/>
          </w:tcPr>
          <w:p w14:paraId="00731D6A" w14:textId="4AAC9258" w:rsidR="00125C28" w:rsidRPr="00DE767D" w:rsidRDefault="008C308B" w:rsidP="00BE7B31">
            <w:pPr>
              <w:pStyle w:val="Head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</w:t>
            </w:r>
          </w:p>
        </w:tc>
      </w:tr>
    </w:tbl>
    <w:p w14:paraId="774D1F3E" w14:textId="27B05DE9" w:rsidR="00632DD1" w:rsidRDefault="00632DD1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340F780E" w14:textId="507D84B5" w:rsidR="00BE7B31" w:rsidRDefault="00BE7B31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BE7B31" w:rsidRPr="006722E5" w14:paraId="71E48229" w14:textId="77777777" w:rsidTr="00BE7B31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3FB8014D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1116C0F7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30F57CFA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 xml:space="preserve">Main Risks </w:t>
            </w:r>
          </w:p>
          <w:p w14:paraId="54C853F7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&amp;</w:t>
            </w:r>
          </w:p>
          <w:p w14:paraId="244A2012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4ABD173F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5331BB61" w14:textId="77777777" w:rsidR="00BE7B31" w:rsidRPr="006722E5" w:rsidRDefault="00BE7B31" w:rsidP="00BE7B31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Existing</w:t>
            </w:r>
          </w:p>
          <w:p w14:paraId="35EE5CDE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146D8851" w14:textId="77777777" w:rsidR="00BE7B31" w:rsidRPr="006722E5" w:rsidRDefault="00BE7B31" w:rsidP="00BE7B31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Additional</w:t>
            </w:r>
          </w:p>
          <w:p w14:paraId="491352D5" w14:textId="77777777" w:rsidR="00BE7B31" w:rsidRPr="006722E5" w:rsidRDefault="00BE7B31" w:rsidP="00BE7B31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055D9331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 xml:space="preserve">Residual Risk </w:t>
            </w:r>
          </w:p>
        </w:tc>
      </w:tr>
      <w:tr w:rsidR="00BE7B31" w:rsidRPr="006722E5" w14:paraId="6572F3A5" w14:textId="77777777" w:rsidTr="00BE7B31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6662440C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62D96297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48A819B7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73EF59AB" w14:textId="77777777" w:rsidR="00BE7B31" w:rsidRPr="006722E5" w:rsidRDefault="00BE7B31" w:rsidP="00BE7B31">
            <w:pPr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404FED4E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554FB0A9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6D392FBD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45E95886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23F5F80E" w14:textId="77777777" w:rsidR="00BE7B31" w:rsidRPr="006722E5" w:rsidRDefault="00BE7B31" w:rsidP="00BE7B31">
            <w:pPr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2E39EFBA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7FAE86B6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RR</w:t>
            </w:r>
          </w:p>
        </w:tc>
      </w:tr>
      <w:tr w:rsidR="00F70F01" w:rsidRPr="00DE767D" w14:paraId="4628CB86" w14:textId="77777777" w:rsidTr="00BE7B31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05F9E0C7" w14:textId="0628E113" w:rsidR="00F70F01" w:rsidRPr="002A00AA" w:rsidRDefault="00F70F01" w:rsidP="00F70F01">
            <w:pPr>
              <w:rPr>
                <w:rFonts w:ascii="Calibri" w:hAnsi="Calibri" w:cs="Calibri"/>
                <w:b/>
                <w:bCs/>
              </w:rPr>
            </w:pPr>
            <w:r w:rsidRPr="00B842BB">
              <w:rPr>
                <w:rFonts w:ascii="Calibri" w:hAnsi="Calibri" w:cs="Calibri"/>
                <w:b/>
              </w:rPr>
              <w:t>DRIVING TO AND FROM CUSTOMER SITES.</w:t>
            </w:r>
          </w:p>
        </w:tc>
        <w:tc>
          <w:tcPr>
            <w:tcW w:w="1991" w:type="dxa"/>
          </w:tcPr>
          <w:p w14:paraId="694F4E2C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  <w:r w:rsidRPr="000E05B2">
              <w:rPr>
                <w:rFonts w:ascii="Calibri" w:hAnsi="Calibri" w:cs="Calibri"/>
                <w:bCs/>
              </w:rPr>
              <w:t>Other Road Users/vehicles</w:t>
            </w:r>
          </w:p>
          <w:p w14:paraId="2276D7A3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  <w:r w:rsidRPr="000E05B2">
              <w:rPr>
                <w:rFonts w:ascii="Calibri" w:hAnsi="Calibri" w:cs="Calibri"/>
                <w:bCs/>
              </w:rPr>
              <w:t>Site Traffic</w:t>
            </w:r>
          </w:p>
          <w:p w14:paraId="443B4009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  <w:r w:rsidRPr="000E05B2">
              <w:rPr>
                <w:rFonts w:ascii="Calibri" w:hAnsi="Calibri" w:cs="Calibri"/>
                <w:bCs/>
              </w:rPr>
              <w:t>Weather conditions</w:t>
            </w:r>
          </w:p>
          <w:p w14:paraId="5E30F1FB" w14:textId="76CEBCDF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58" w:type="dxa"/>
            <w:shd w:val="clear" w:color="auto" w:fill="auto"/>
          </w:tcPr>
          <w:p w14:paraId="5A006503" w14:textId="77777777" w:rsidR="00F70F01" w:rsidRPr="00F70F01" w:rsidRDefault="00F70F01" w:rsidP="00F70F01">
            <w:pPr>
              <w:rPr>
                <w:rFonts w:ascii="Calibri" w:hAnsi="Calibri" w:cs="Calibri"/>
                <w:b/>
              </w:rPr>
            </w:pPr>
            <w:r w:rsidRPr="00F70F01">
              <w:rPr>
                <w:rFonts w:ascii="Calibri" w:hAnsi="Calibri" w:cs="Calibri"/>
                <w:b/>
              </w:rPr>
              <w:t>Site staff</w:t>
            </w:r>
          </w:p>
          <w:p w14:paraId="1D6B1582" w14:textId="5C3017DA" w:rsidR="00F70F01" w:rsidRDefault="00F70F01" w:rsidP="00F70F01">
            <w:pPr>
              <w:rPr>
                <w:rFonts w:ascii="Calibri" w:hAnsi="Calibri" w:cs="Calibri"/>
              </w:rPr>
            </w:pPr>
            <w:r w:rsidRPr="00F70F01">
              <w:rPr>
                <w:rFonts w:ascii="Calibri" w:hAnsi="Calibri" w:cs="Calibri"/>
                <w:b/>
              </w:rPr>
              <w:t>Other contractors</w:t>
            </w:r>
          </w:p>
          <w:p w14:paraId="3024D9D2" w14:textId="77777777" w:rsidR="00F70F01" w:rsidRDefault="00F70F01" w:rsidP="00F70F01">
            <w:pPr>
              <w:rPr>
                <w:rFonts w:ascii="Calibri" w:hAnsi="Calibri" w:cs="Calibri"/>
              </w:rPr>
            </w:pPr>
            <w:r w:rsidRPr="00723815">
              <w:rPr>
                <w:rFonts w:ascii="Calibri" w:hAnsi="Calibri" w:cs="Calibri"/>
              </w:rPr>
              <w:t>Road traffic accident</w:t>
            </w:r>
          </w:p>
          <w:p w14:paraId="1799B180" w14:textId="10C50C9B" w:rsidR="00F70F01" w:rsidRPr="00DE767D" w:rsidRDefault="00F70F01" w:rsidP="00F70F01">
            <w:p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Personal Injury</w:t>
            </w:r>
          </w:p>
        </w:tc>
        <w:tc>
          <w:tcPr>
            <w:tcW w:w="426" w:type="dxa"/>
          </w:tcPr>
          <w:p w14:paraId="7E3B48AC" w14:textId="72815C70" w:rsidR="00F70F01" w:rsidRPr="00DE767D" w:rsidRDefault="00F70F01" w:rsidP="00F70F01">
            <w:pPr>
              <w:pStyle w:val="Heading2"/>
              <w:rPr>
                <w:rFonts w:ascii="Calibri" w:hAnsi="Calibri" w:cs="Calibri"/>
                <w:sz w:val="20"/>
              </w:rPr>
            </w:pPr>
            <w:r w:rsidRPr="00B842BB">
              <w:rPr>
                <w:rFonts w:ascii="Calibri" w:hAnsi="Calibri" w:cs="Calibri"/>
              </w:rPr>
              <w:t>2</w:t>
            </w:r>
          </w:p>
        </w:tc>
        <w:tc>
          <w:tcPr>
            <w:tcW w:w="425" w:type="dxa"/>
          </w:tcPr>
          <w:p w14:paraId="435FF222" w14:textId="67C4357D" w:rsidR="00F70F01" w:rsidRPr="00DE767D" w:rsidRDefault="00F70F01" w:rsidP="00F70F0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709" w:type="dxa"/>
          </w:tcPr>
          <w:p w14:paraId="52D8E1BC" w14:textId="6D44DF8A" w:rsidR="00F70F01" w:rsidRPr="00DE767D" w:rsidRDefault="00F70F01" w:rsidP="00F70F0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3400" w:type="dxa"/>
            <w:shd w:val="clear" w:color="auto" w:fill="auto"/>
          </w:tcPr>
          <w:p w14:paraId="064096E4" w14:textId="77777777" w:rsidR="00F70F01" w:rsidRPr="00B842BB" w:rsidRDefault="00F70F01" w:rsidP="00F70F0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Comply with:</w:t>
            </w:r>
          </w:p>
          <w:p w14:paraId="76E94FB6" w14:textId="77777777" w:rsidR="00F70F01" w:rsidRPr="00B842BB" w:rsidRDefault="00F70F01" w:rsidP="001619EE">
            <w:pPr>
              <w:pStyle w:val="Header"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All relevant driving legislation.</w:t>
            </w:r>
          </w:p>
          <w:p w14:paraId="6FA403BB" w14:textId="77777777" w:rsidR="00F70F01" w:rsidRPr="00B842BB" w:rsidRDefault="00F70F01" w:rsidP="001619EE">
            <w:pPr>
              <w:pStyle w:val="Header"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Company driving policy.</w:t>
            </w:r>
          </w:p>
          <w:p w14:paraId="02301EA3" w14:textId="77777777" w:rsidR="00F70F01" w:rsidRPr="00B842BB" w:rsidRDefault="00F70F01" w:rsidP="001619EE">
            <w:pPr>
              <w:pStyle w:val="Header"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Check weather conditions before travel</w:t>
            </w:r>
          </w:p>
          <w:p w14:paraId="1A933842" w14:textId="237C68D7" w:rsidR="00F70F01" w:rsidRPr="005145CC" w:rsidRDefault="00F70F01" w:rsidP="00F70F01">
            <w:pPr>
              <w:pStyle w:val="ListParagraph"/>
              <w:ind w:left="360"/>
              <w:rPr>
                <w:rFonts w:cs="Calibri"/>
                <w:sz w:val="20"/>
                <w:szCs w:val="20"/>
              </w:rPr>
            </w:pPr>
          </w:p>
        </w:tc>
        <w:tc>
          <w:tcPr>
            <w:tcW w:w="3117" w:type="dxa"/>
            <w:shd w:val="clear" w:color="auto" w:fill="auto"/>
          </w:tcPr>
          <w:p w14:paraId="0B1416E1" w14:textId="77777777" w:rsidR="00F70F01" w:rsidRPr="00B842BB" w:rsidRDefault="00F70F01" w:rsidP="00F70F0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Comply with:</w:t>
            </w:r>
          </w:p>
          <w:p w14:paraId="1CBE6A0B" w14:textId="77777777" w:rsidR="00F70F01" w:rsidRPr="00B842BB" w:rsidRDefault="00F70F01" w:rsidP="001619EE">
            <w:pPr>
              <w:pStyle w:val="ListParagraph"/>
              <w:numPr>
                <w:ilvl w:val="0"/>
                <w:numId w:val="12"/>
              </w:numPr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The policy arrangements for ‘Driving on Company Business’.</w:t>
            </w:r>
          </w:p>
          <w:p w14:paraId="59B12171" w14:textId="4FF6EA39" w:rsidR="00F70F01" w:rsidRPr="00DE767D" w:rsidRDefault="00F70F01" w:rsidP="00F70F01">
            <w:pPr>
              <w:rPr>
                <w:rFonts w:ascii="Calibri" w:hAnsi="Calibri" w:cs="Calibri"/>
              </w:rPr>
            </w:pPr>
            <w:r w:rsidRPr="00B842BB">
              <w:rPr>
                <w:rFonts w:cs="Calibri"/>
              </w:rPr>
              <w:t xml:space="preserve">Ensure all vehicles used for work are checked on a regular basis </w:t>
            </w:r>
          </w:p>
        </w:tc>
        <w:tc>
          <w:tcPr>
            <w:tcW w:w="425" w:type="dxa"/>
          </w:tcPr>
          <w:p w14:paraId="7B5CE475" w14:textId="4E846D2D" w:rsidR="00F70F01" w:rsidRPr="00DE767D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</w:tcPr>
          <w:p w14:paraId="35B558BC" w14:textId="495D3F0C" w:rsidR="00F70F01" w:rsidRPr="00DE767D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682" w:type="dxa"/>
          </w:tcPr>
          <w:p w14:paraId="091A046F" w14:textId="19489830" w:rsidR="00F70F01" w:rsidRPr="00DE767D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5</w:t>
            </w:r>
          </w:p>
        </w:tc>
      </w:tr>
      <w:tr w:rsidR="00F70F01" w:rsidRPr="00DE767D" w14:paraId="747364F0" w14:textId="77777777" w:rsidTr="00BE7B31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646672A9" w14:textId="11032156" w:rsidR="00F70F01" w:rsidRPr="002A00AA" w:rsidRDefault="00F70F01" w:rsidP="00F70F01">
            <w:pPr>
              <w:rPr>
                <w:rFonts w:ascii="Calibri" w:hAnsi="Calibri" w:cs="Calibri"/>
                <w:b/>
                <w:bCs/>
              </w:rPr>
            </w:pPr>
            <w:r w:rsidRPr="00B842BB">
              <w:rPr>
                <w:rFonts w:ascii="Calibri" w:hAnsi="Calibri" w:cs="Calibri"/>
                <w:b/>
              </w:rPr>
              <w:t>HANDLING OF MATERIAL AND EQUIPMENT</w:t>
            </w:r>
          </w:p>
        </w:tc>
        <w:tc>
          <w:tcPr>
            <w:tcW w:w="1991" w:type="dxa"/>
          </w:tcPr>
          <w:p w14:paraId="4022A70D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  <w:r w:rsidRPr="000E05B2">
              <w:rPr>
                <w:rFonts w:ascii="Calibri" w:hAnsi="Calibri" w:cs="Calibri"/>
                <w:bCs/>
              </w:rPr>
              <w:t>Incorrect manual handling technique Manual Handling</w:t>
            </w:r>
          </w:p>
          <w:p w14:paraId="4949AD43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58" w:type="dxa"/>
            <w:shd w:val="clear" w:color="auto" w:fill="auto"/>
          </w:tcPr>
          <w:p w14:paraId="1D11A795" w14:textId="77777777" w:rsidR="00F70F01" w:rsidRPr="00F70F01" w:rsidRDefault="00F70F01" w:rsidP="00F70F01">
            <w:pPr>
              <w:rPr>
                <w:rFonts w:ascii="Calibri" w:hAnsi="Calibri" w:cs="Calibri"/>
                <w:b/>
              </w:rPr>
            </w:pPr>
            <w:r w:rsidRPr="00F70F01">
              <w:rPr>
                <w:rFonts w:ascii="Calibri" w:hAnsi="Calibri" w:cs="Calibri"/>
                <w:b/>
              </w:rPr>
              <w:t>Site staff</w:t>
            </w:r>
          </w:p>
          <w:p w14:paraId="3EDC211F" w14:textId="77777777" w:rsidR="00F70F01" w:rsidRDefault="00F70F01" w:rsidP="00F70F01">
            <w:pPr>
              <w:rPr>
                <w:rFonts w:ascii="Calibri" w:hAnsi="Calibri" w:cs="Calibri"/>
                <w:b/>
              </w:rPr>
            </w:pPr>
            <w:r w:rsidRPr="00F70F01">
              <w:rPr>
                <w:rFonts w:ascii="Calibri" w:hAnsi="Calibri" w:cs="Calibri"/>
                <w:b/>
              </w:rPr>
              <w:t>Other contractors</w:t>
            </w:r>
          </w:p>
          <w:p w14:paraId="29481823" w14:textId="1EF1D744" w:rsidR="00F70F01" w:rsidRPr="00B842BB" w:rsidRDefault="00F70F01" w:rsidP="00F70F01">
            <w:p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Muscular skeletal disorders</w:t>
            </w:r>
          </w:p>
          <w:p w14:paraId="4DD2B282" w14:textId="77777777" w:rsidR="00F70F01" w:rsidRPr="00B842BB" w:rsidRDefault="00F70F01" w:rsidP="00F70F01">
            <w:p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Sprains</w:t>
            </w:r>
          </w:p>
          <w:p w14:paraId="2716FD1F" w14:textId="77777777" w:rsidR="00F70F01" w:rsidRPr="00B842BB" w:rsidRDefault="00F70F01" w:rsidP="00F70F01">
            <w:p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Strains</w:t>
            </w:r>
          </w:p>
          <w:p w14:paraId="37F94436" w14:textId="77777777" w:rsidR="00F70F01" w:rsidRPr="00B842BB" w:rsidRDefault="00F70F01" w:rsidP="00F70F01">
            <w:p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Cuts</w:t>
            </w:r>
          </w:p>
          <w:p w14:paraId="2A88C473" w14:textId="70BA9D10" w:rsidR="00F70F01" w:rsidRPr="00DE767D" w:rsidRDefault="00F70F01" w:rsidP="00F70F01">
            <w:p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Sharp jagged corners</w:t>
            </w:r>
          </w:p>
        </w:tc>
        <w:tc>
          <w:tcPr>
            <w:tcW w:w="426" w:type="dxa"/>
          </w:tcPr>
          <w:p w14:paraId="5BE532D6" w14:textId="422859A9" w:rsidR="00F70F01" w:rsidRPr="00DE767D" w:rsidRDefault="00F70F01" w:rsidP="00F70F01">
            <w:pPr>
              <w:pStyle w:val="Heading2"/>
              <w:rPr>
                <w:rFonts w:ascii="Calibri" w:hAnsi="Calibri" w:cs="Calibri"/>
                <w:sz w:val="20"/>
              </w:rPr>
            </w:pPr>
            <w:r w:rsidRPr="00B842BB">
              <w:rPr>
                <w:rFonts w:ascii="Calibri" w:hAnsi="Calibri" w:cs="Calibri"/>
              </w:rPr>
              <w:t>2</w:t>
            </w:r>
          </w:p>
        </w:tc>
        <w:tc>
          <w:tcPr>
            <w:tcW w:w="425" w:type="dxa"/>
          </w:tcPr>
          <w:p w14:paraId="02DC2B64" w14:textId="21048323" w:rsidR="00F70F01" w:rsidRPr="00DE767D" w:rsidRDefault="00F70F01" w:rsidP="00F70F0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</w:tcPr>
          <w:p w14:paraId="5379412B" w14:textId="452787EB" w:rsidR="00F70F01" w:rsidRPr="00DE767D" w:rsidRDefault="00F70F01" w:rsidP="00F70F0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  <w:bCs/>
              </w:rPr>
              <w:t>6</w:t>
            </w:r>
          </w:p>
        </w:tc>
        <w:tc>
          <w:tcPr>
            <w:tcW w:w="3400" w:type="dxa"/>
            <w:shd w:val="clear" w:color="auto" w:fill="auto"/>
          </w:tcPr>
          <w:p w14:paraId="189610AD" w14:textId="77777777" w:rsidR="00F70F01" w:rsidRPr="00B842BB" w:rsidRDefault="00F70F01" w:rsidP="001619EE">
            <w:pPr>
              <w:pStyle w:val="ListParagraph"/>
              <w:numPr>
                <w:ilvl w:val="0"/>
                <w:numId w:val="13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Comply with Manual handling arrangements in safety policy</w:t>
            </w:r>
          </w:p>
          <w:p w14:paraId="500A6934" w14:textId="77777777" w:rsidR="00F70F01" w:rsidRPr="00B842BB" w:rsidRDefault="00F70F01" w:rsidP="001619EE">
            <w:pPr>
              <w:pStyle w:val="ListParagraph"/>
              <w:numPr>
                <w:ilvl w:val="0"/>
                <w:numId w:val="13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Staff are encouraged to keep manual handling to a minimum</w:t>
            </w:r>
          </w:p>
          <w:p w14:paraId="3A72DE1C" w14:textId="77777777" w:rsidR="00F70F01" w:rsidRPr="00B842BB" w:rsidRDefault="00F70F01" w:rsidP="001619EE">
            <w:pPr>
              <w:pStyle w:val="ListParagraph"/>
              <w:numPr>
                <w:ilvl w:val="0"/>
                <w:numId w:val="13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Lifting and moving aids are supplied if requested</w:t>
            </w:r>
          </w:p>
          <w:p w14:paraId="6DC5DE0C" w14:textId="63BFB96D" w:rsidR="00F70F01" w:rsidRPr="005145CC" w:rsidRDefault="00F70F01" w:rsidP="00F70F01">
            <w:pPr>
              <w:pStyle w:val="ListParagraph"/>
              <w:ind w:left="360"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Appropriate gloves to be worn when handling materials</w:t>
            </w:r>
          </w:p>
        </w:tc>
        <w:tc>
          <w:tcPr>
            <w:tcW w:w="3117" w:type="dxa"/>
            <w:shd w:val="clear" w:color="auto" w:fill="auto"/>
          </w:tcPr>
          <w:p w14:paraId="4D3981F5" w14:textId="77777777" w:rsidR="00F70F01" w:rsidRPr="00B842BB" w:rsidRDefault="00F70F01" w:rsidP="001619EE">
            <w:pPr>
              <w:pStyle w:val="Header"/>
              <w:numPr>
                <w:ilvl w:val="0"/>
                <w:numId w:val="13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Ensure all employees attend refresher training in manual handling annually</w:t>
            </w:r>
          </w:p>
          <w:p w14:paraId="5AE45184" w14:textId="323B7B68" w:rsidR="00F70F01" w:rsidRPr="00DE767D" w:rsidRDefault="00F70F01" w:rsidP="00F70F01">
            <w:p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Manual handling risk assessment completed for specific manual handling tasks</w:t>
            </w:r>
          </w:p>
        </w:tc>
        <w:tc>
          <w:tcPr>
            <w:tcW w:w="425" w:type="dxa"/>
          </w:tcPr>
          <w:p w14:paraId="0418292C" w14:textId="2EFA11BC" w:rsidR="00F70F01" w:rsidRPr="00DE767D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</w:tcPr>
          <w:p w14:paraId="2DF025E6" w14:textId="4A8721AD" w:rsidR="00F70F01" w:rsidRPr="00DE767D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682" w:type="dxa"/>
          </w:tcPr>
          <w:p w14:paraId="70EAA2C5" w14:textId="3D23D585" w:rsidR="00F70F01" w:rsidRPr="00DE767D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3</w:t>
            </w:r>
          </w:p>
        </w:tc>
      </w:tr>
      <w:tr w:rsidR="00F70F01" w:rsidRPr="00DE767D" w14:paraId="13860E85" w14:textId="77777777" w:rsidTr="00BE7B31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2E3BCF46" w14:textId="22C329D5" w:rsidR="00F70F01" w:rsidRPr="002A00AA" w:rsidRDefault="00F70F01" w:rsidP="00F70F01">
            <w:pPr>
              <w:rPr>
                <w:rFonts w:ascii="Calibri" w:hAnsi="Calibri" w:cs="Calibri"/>
                <w:b/>
                <w:bCs/>
              </w:rPr>
            </w:pPr>
            <w:r w:rsidRPr="00CC4CEC">
              <w:rPr>
                <w:rFonts w:ascii="Calibri" w:hAnsi="Calibri" w:cs="Calibri"/>
                <w:b/>
              </w:rPr>
              <w:t>USE OF ELECTRICAL EQUIPMENT</w:t>
            </w:r>
          </w:p>
        </w:tc>
        <w:tc>
          <w:tcPr>
            <w:tcW w:w="1991" w:type="dxa"/>
          </w:tcPr>
          <w:p w14:paraId="3428940A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  <w:r w:rsidRPr="000E05B2">
              <w:rPr>
                <w:rFonts w:ascii="Calibri" w:hAnsi="Calibri" w:cs="Calibri"/>
                <w:bCs/>
              </w:rPr>
              <w:t>Electricity</w:t>
            </w:r>
          </w:p>
          <w:p w14:paraId="13C41E4D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</w:p>
          <w:p w14:paraId="478B8EEA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58" w:type="dxa"/>
            <w:shd w:val="clear" w:color="auto" w:fill="auto"/>
          </w:tcPr>
          <w:p w14:paraId="41E4F5DB" w14:textId="77777777" w:rsidR="00F70F01" w:rsidRPr="00F70F01" w:rsidRDefault="00F70F01" w:rsidP="00F70F01">
            <w:pPr>
              <w:rPr>
                <w:rFonts w:ascii="Calibri" w:hAnsi="Calibri" w:cs="Calibri"/>
                <w:b/>
              </w:rPr>
            </w:pPr>
            <w:r w:rsidRPr="00F70F01">
              <w:rPr>
                <w:rFonts w:ascii="Calibri" w:hAnsi="Calibri" w:cs="Calibri"/>
                <w:b/>
              </w:rPr>
              <w:t>Site staff</w:t>
            </w:r>
          </w:p>
          <w:p w14:paraId="30075D61" w14:textId="77777777" w:rsidR="00F70F01" w:rsidRDefault="00F70F01" w:rsidP="00F70F01">
            <w:pPr>
              <w:rPr>
                <w:rFonts w:ascii="Calibri" w:hAnsi="Calibri" w:cs="Calibri"/>
                <w:b/>
              </w:rPr>
            </w:pPr>
            <w:r w:rsidRPr="00F70F01">
              <w:rPr>
                <w:rFonts w:ascii="Calibri" w:hAnsi="Calibri" w:cs="Calibri"/>
                <w:b/>
              </w:rPr>
              <w:t>Other contractors</w:t>
            </w:r>
          </w:p>
          <w:p w14:paraId="3BDF92AD" w14:textId="51DD40AF" w:rsidR="00F70F01" w:rsidRPr="007D5919" w:rsidRDefault="00F70F01" w:rsidP="00F70F01">
            <w:pPr>
              <w:rPr>
                <w:rFonts w:ascii="Calibri" w:hAnsi="Calibri" w:cs="Calibri"/>
              </w:rPr>
            </w:pPr>
            <w:r w:rsidRPr="007D5919">
              <w:rPr>
                <w:rFonts w:ascii="Calibri" w:hAnsi="Calibri" w:cs="Calibri"/>
              </w:rPr>
              <w:t>Electrocution</w:t>
            </w:r>
          </w:p>
          <w:p w14:paraId="4FF682B8" w14:textId="0B0AC933" w:rsidR="00F70F01" w:rsidRPr="00DE767D" w:rsidRDefault="00F70F01" w:rsidP="00F70F0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Burns</w:t>
            </w:r>
          </w:p>
        </w:tc>
        <w:tc>
          <w:tcPr>
            <w:tcW w:w="426" w:type="dxa"/>
          </w:tcPr>
          <w:p w14:paraId="3F01B345" w14:textId="37D54E8B" w:rsidR="00F70F01" w:rsidRPr="00DE767D" w:rsidRDefault="00F70F01" w:rsidP="00F70F01">
            <w:pPr>
              <w:pStyle w:val="Heading2"/>
              <w:rPr>
                <w:rFonts w:ascii="Calibri" w:hAnsi="Calibri" w:cs="Calibri"/>
                <w:sz w:val="20"/>
              </w:rPr>
            </w:pPr>
            <w:r w:rsidRPr="00CC4CEC">
              <w:rPr>
                <w:rFonts w:ascii="Calibri" w:hAnsi="Calibri" w:cs="Calibri"/>
              </w:rPr>
              <w:t>3</w:t>
            </w:r>
          </w:p>
        </w:tc>
        <w:tc>
          <w:tcPr>
            <w:tcW w:w="425" w:type="dxa"/>
          </w:tcPr>
          <w:p w14:paraId="3F474385" w14:textId="0D32FA00" w:rsidR="00F70F01" w:rsidRPr="00DE767D" w:rsidRDefault="00F70F01" w:rsidP="00F70F0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</w:tcPr>
          <w:p w14:paraId="2BF61CE9" w14:textId="77AD7AC2" w:rsidR="00F70F01" w:rsidRPr="00DE767D" w:rsidRDefault="00F70F01" w:rsidP="00F70F0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3400" w:type="dxa"/>
            <w:shd w:val="clear" w:color="auto" w:fill="auto"/>
          </w:tcPr>
          <w:p w14:paraId="554B5D7C" w14:textId="77777777" w:rsidR="00F70F01" w:rsidRPr="00632A5B" w:rsidRDefault="00F70F01" w:rsidP="001619EE">
            <w:pPr>
              <w:pStyle w:val="ListParagraph"/>
              <w:numPr>
                <w:ilvl w:val="0"/>
                <w:numId w:val="14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632A5B">
              <w:rPr>
                <w:rFonts w:cs="Calibri"/>
                <w:sz w:val="20"/>
                <w:szCs w:val="20"/>
              </w:rPr>
              <w:t>All electrical equipment must be visually inspected before use.</w:t>
            </w:r>
          </w:p>
          <w:p w14:paraId="1BBFD716" w14:textId="474E455F" w:rsidR="00F70F01" w:rsidRPr="005145CC" w:rsidRDefault="00F70F01" w:rsidP="00F70F01">
            <w:pPr>
              <w:pStyle w:val="ListParagraph"/>
              <w:ind w:left="360"/>
              <w:rPr>
                <w:rFonts w:cs="Calibri"/>
                <w:sz w:val="20"/>
                <w:szCs w:val="20"/>
              </w:rPr>
            </w:pPr>
            <w:r w:rsidRPr="00632A5B">
              <w:rPr>
                <w:rFonts w:cs="Calibri"/>
                <w:sz w:val="20"/>
                <w:szCs w:val="20"/>
              </w:rPr>
              <w:t>PAT testing system in place for all portable electrical equipment</w:t>
            </w:r>
          </w:p>
        </w:tc>
        <w:tc>
          <w:tcPr>
            <w:tcW w:w="3117" w:type="dxa"/>
            <w:shd w:val="clear" w:color="auto" w:fill="auto"/>
          </w:tcPr>
          <w:p w14:paraId="20C839DC" w14:textId="77777777" w:rsidR="00F70F01" w:rsidRPr="00632A5B" w:rsidRDefault="00F70F01" w:rsidP="001619EE">
            <w:pPr>
              <w:pStyle w:val="ListParagraph"/>
              <w:numPr>
                <w:ilvl w:val="0"/>
                <w:numId w:val="14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632A5B">
              <w:rPr>
                <w:rFonts w:cs="Calibri"/>
                <w:sz w:val="20"/>
                <w:szCs w:val="20"/>
              </w:rPr>
              <w:t>Training provided to all staff on the dangers of electricity</w:t>
            </w:r>
          </w:p>
          <w:p w14:paraId="29AB2290" w14:textId="3C60796D" w:rsidR="00F70F01" w:rsidRPr="00DE767D" w:rsidRDefault="00F70F01" w:rsidP="00F70F01">
            <w:pPr>
              <w:rPr>
                <w:rFonts w:ascii="Calibri" w:hAnsi="Calibri" w:cs="Calibri"/>
              </w:rPr>
            </w:pPr>
            <w:r w:rsidRPr="00632A5B">
              <w:rPr>
                <w:rFonts w:cs="Calibri"/>
              </w:rPr>
              <w:t>Where possible battery powered tools will be used</w:t>
            </w:r>
          </w:p>
        </w:tc>
        <w:tc>
          <w:tcPr>
            <w:tcW w:w="425" w:type="dxa"/>
          </w:tcPr>
          <w:p w14:paraId="2559B14D" w14:textId="5C1F0F88" w:rsidR="00F70F01" w:rsidRPr="00DE767D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</w:tcPr>
          <w:p w14:paraId="7CF39948" w14:textId="2EA3B271" w:rsidR="00F70F01" w:rsidRPr="00DE767D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682" w:type="dxa"/>
          </w:tcPr>
          <w:p w14:paraId="284C55D8" w14:textId="59017151" w:rsidR="00F70F01" w:rsidRPr="00DE767D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3</w:t>
            </w:r>
          </w:p>
        </w:tc>
      </w:tr>
      <w:tr w:rsidR="00F70F01" w:rsidRPr="00DE767D" w14:paraId="6D941C12" w14:textId="77777777" w:rsidTr="008E2EEE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0AC14540" w14:textId="77777777" w:rsidR="00F70F01" w:rsidRPr="00B842BB" w:rsidRDefault="00F70F01" w:rsidP="00F70F01">
            <w:pPr>
              <w:pStyle w:val="Header"/>
              <w:tabs>
                <w:tab w:val="clear" w:pos="4153"/>
                <w:tab w:val="clear" w:pos="8306"/>
                <w:tab w:val="left" w:pos="426"/>
              </w:tabs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LONE WORKING</w:t>
            </w:r>
          </w:p>
          <w:p w14:paraId="753229E5" w14:textId="77777777" w:rsidR="00F70F01" w:rsidRPr="00CC4CEC" w:rsidRDefault="00F70F01" w:rsidP="00F70F01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991" w:type="dxa"/>
            <w:shd w:val="clear" w:color="auto" w:fill="auto"/>
          </w:tcPr>
          <w:p w14:paraId="338A4FF7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  <w:r w:rsidRPr="000E05B2">
              <w:rPr>
                <w:rFonts w:ascii="Calibri" w:hAnsi="Calibri" w:cs="Calibri"/>
                <w:bCs/>
              </w:rPr>
              <w:t>Medical Conditions</w:t>
            </w:r>
          </w:p>
          <w:p w14:paraId="207E393E" w14:textId="5C2A748B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  <w:r w:rsidRPr="000E05B2">
              <w:rPr>
                <w:rFonts w:ascii="Calibri" w:hAnsi="Calibri" w:cs="Calibri"/>
                <w:bCs/>
              </w:rPr>
              <w:t>Lack of assistance following accident or illness</w:t>
            </w:r>
          </w:p>
        </w:tc>
        <w:tc>
          <w:tcPr>
            <w:tcW w:w="1558" w:type="dxa"/>
            <w:shd w:val="clear" w:color="auto" w:fill="auto"/>
          </w:tcPr>
          <w:p w14:paraId="3528EAAB" w14:textId="77777777" w:rsidR="00F70F01" w:rsidRPr="00F70F01" w:rsidRDefault="00F70F01" w:rsidP="00F70F01">
            <w:pPr>
              <w:rPr>
                <w:rFonts w:ascii="Calibri" w:hAnsi="Calibri" w:cs="Calibri"/>
                <w:b/>
              </w:rPr>
            </w:pPr>
            <w:r w:rsidRPr="00F70F01">
              <w:rPr>
                <w:rFonts w:ascii="Calibri" w:hAnsi="Calibri" w:cs="Calibri"/>
                <w:b/>
              </w:rPr>
              <w:t>Site staff</w:t>
            </w:r>
          </w:p>
          <w:p w14:paraId="3C0B2666" w14:textId="7DBF7B5B" w:rsidR="00F70F01" w:rsidRDefault="00F70F01" w:rsidP="00F70F01">
            <w:pPr>
              <w:rPr>
                <w:rFonts w:ascii="Calibri" w:hAnsi="Calibri" w:cs="Calibri"/>
              </w:rPr>
            </w:pPr>
            <w:r w:rsidRPr="00F70F01">
              <w:rPr>
                <w:rFonts w:ascii="Calibri" w:hAnsi="Calibri" w:cs="Calibri"/>
                <w:b/>
              </w:rPr>
              <w:t>Other contractors</w:t>
            </w:r>
          </w:p>
          <w:p w14:paraId="12CCF29F" w14:textId="77777777" w:rsidR="00F70F01" w:rsidRDefault="00F70F01" w:rsidP="00F70F0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Violence</w:t>
            </w:r>
          </w:p>
          <w:p w14:paraId="5B846FE3" w14:textId="77777777" w:rsidR="00F70F01" w:rsidRDefault="00F70F01" w:rsidP="00F70F0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Illness</w:t>
            </w:r>
          </w:p>
          <w:p w14:paraId="2566CD87" w14:textId="02C5452A" w:rsidR="00F70F01" w:rsidRPr="00F70F01" w:rsidRDefault="00F70F01" w:rsidP="00F70F01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Serious injury</w:t>
            </w:r>
          </w:p>
        </w:tc>
        <w:tc>
          <w:tcPr>
            <w:tcW w:w="426" w:type="dxa"/>
            <w:shd w:val="clear" w:color="auto" w:fill="auto"/>
          </w:tcPr>
          <w:p w14:paraId="73E76AE3" w14:textId="64FB0CBC" w:rsidR="00F70F01" w:rsidRPr="00CC4CEC" w:rsidRDefault="00F70F01" w:rsidP="00F70F01">
            <w:pPr>
              <w:pStyle w:val="Heading2"/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0FFC852C" w14:textId="0E247626" w:rsidR="00F70F01" w:rsidRPr="00CC4CEC" w:rsidRDefault="00F70F01" w:rsidP="00F70F0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658DA274" w14:textId="27D53EDD" w:rsidR="00F70F01" w:rsidRPr="00CC4CEC" w:rsidRDefault="00F70F01" w:rsidP="00F70F0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3400" w:type="dxa"/>
            <w:shd w:val="clear" w:color="auto" w:fill="auto"/>
          </w:tcPr>
          <w:p w14:paraId="3AD95A75" w14:textId="792F4783" w:rsidR="00F70F01" w:rsidRPr="00B842BB" w:rsidRDefault="00F70F01" w:rsidP="001619EE">
            <w:pPr>
              <w:pStyle w:val="ListParagraph"/>
              <w:numPr>
                <w:ilvl w:val="0"/>
                <w:numId w:val="15"/>
              </w:numPr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 xml:space="preserve">All </w:t>
            </w:r>
            <w:r w:rsidR="00045B36" w:rsidRPr="00B842BB">
              <w:rPr>
                <w:rFonts w:cs="Calibri"/>
                <w:sz w:val="20"/>
                <w:szCs w:val="20"/>
              </w:rPr>
              <w:t>staff to</w:t>
            </w:r>
            <w:r w:rsidRPr="00B842BB">
              <w:rPr>
                <w:rFonts w:cs="Calibri"/>
                <w:sz w:val="20"/>
                <w:szCs w:val="20"/>
              </w:rPr>
              <w:t xml:space="preserve"> maintain regular contact with office, line managers</w:t>
            </w:r>
          </w:p>
          <w:p w14:paraId="3F7020DB" w14:textId="77777777" w:rsidR="00F70F01" w:rsidRPr="00B842BB" w:rsidRDefault="00F70F01" w:rsidP="001619EE">
            <w:pPr>
              <w:pStyle w:val="ListParagraph"/>
              <w:numPr>
                <w:ilvl w:val="0"/>
                <w:numId w:val="15"/>
              </w:numPr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Ensure there is a contact available when visiting site.</w:t>
            </w:r>
          </w:p>
          <w:p w14:paraId="059E2232" w14:textId="4BA9500B" w:rsidR="00F70F01" w:rsidRPr="00632A5B" w:rsidRDefault="00F70F01" w:rsidP="001619EE">
            <w:pPr>
              <w:pStyle w:val="ListParagraph"/>
              <w:numPr>
                <w:ilvl w:val="0"/>
                <w:numId w:val="14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Client contact to be informed when you leave the site</w:t>
            </w:r>
          </w:p>
        </w:tc>
        <w:tc>
          <w:tcPr>
            <w:tcW w:w="3117" w:type="dxa"/>
            <w:shd w:val="clear" w:color="auto" w:fill="auto"/>
          </w:tcPr>
          <w:p w14:paraId="397091B6" w14:textId="53DA407A" w:rsidR="00F70F01" w:rsidRPr="00B842BB" w:rsidRDefault="00F70F01" w:rsidP="001619EE">
            <w:pPr>
              <w:pStyle w:val="ListParagraph"/>
              <w:numPr>
                <w:ilvl w:val="0"/>
                <w:numId w:val="15"/>
              </w:numPr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 xml:space="preserve">All staff </w:t>
            </w:r>
            <w:r w:rsidR="00045B36" w:rsidRPr="00B842BB">
              <w:rPr>
                <w:rFonts w:cs="Calibri"/>
                <w:sz w:val="20"/>
                <w:szCs w:val="20"/>
              </w:rPr>
              <w:t>to receive</w:t>
            </w:r>
            <w:r w:rsidRPr="00B842BB">
              <w:rPr>
                <w:rFonts w:cs="Calibri"/>
                <w:sz w:val="20"/>
                <w:szCs w:val="20"/>
              </w:rPr>
              <w:t xml:space="preserve"> training on the risks of lone working and conflict resolution</w:t>
            </w:r>
          </w:p>
          <w:p w14:paraId="1E929AC7" w14:textId="2E92B32F" w:rsidR="00F70F01" w:rsidRPr="00632A5B" w:rsidRDefault="00F70F01" w:rsidP="001619EE">
            <w:pPr>
              <w:pStyle w:val="ListParagraph"/>
              <w:numPr>
                <w:ilvl w:val="0"/>
                <w:numId w:val="14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b/>
                <w:sz w:val="20"/>
                <w:szCs w:val="20"/>
              </w:rPr>
              <w:t>Consideration of tracing system for remote employees</w:t>
            </w:r>
          </w:p>
        </w:tc>
        <w:tc>
          <w:tcPr>
            <w:tcW w:w="425" w:type="dxa"/>
            <w:shd w:val="clear" w:color="auto" w:fill="auto"/>
          </w:tcPr>
          <w:p w14:paraId="79488A1F" w14:textId="4CF0D12A" w:rsidR="00F70F01" w:rsidRPr="00CC4CEC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6EE7D28D" w14:textId="4D950FD9" w:rsidR="00F70F01" w:rsidRPr="00CC4CEC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682" w:type="dxa"/>
            <w:shd w:val="clear" w:color="auto" w:fill="auto"/>
          </w:tcPr>
          <w:p w14:paraId="4E855ED6" w14:textId="6A8DDEA2" w:rsidR="00F70F01" w:rsidRPr="00CC4CEC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5</w:t>
            </w:r>
          </w:p>
        </w:tc>
      </w:tr>
    </w:tbl>
    <w:p w14:paraId="7A58E280" w14:textId="2614AC2C" w:rsidR="00BE7B31" w:rsidRDefault="00BE7B31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021DDB52" w14:textId="3C836BD4" w:rsidR="00BE7B31" w:rsidRDefault="00BE7B31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18CC8234" w14:textId="78ABC4BA" w:rsidR="00F70F01" w:rsidRDefault="00F70F01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0A70A7B" w14:textId="77777777" w:rsidR="00F70F01" w:rsidRDefault="00F70F01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BE7B31" w:rsidRPr="006722E5" w14:paraId="009DA02A" w14:textId="77777777" w:rsidTr="00BE7B31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020E89B0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02C4C7A2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522B4926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 xml:space="preserve">Main Risks </w:t>
            </w:r>
          </w:p>
          <w:p w14:paraId="61A22997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&amp;</w:t>
            </w:r>
          </w:p>
          <w:p w14:paraId="2522628B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332B3C6C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1CB9D17B" w14:textId="77777777" w:rsidR="00BE7B31" w:rsidRPr="006722E5" w:rsidRDefault="00BE7B31" w:rsidP="00BE7B31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Existing</w:t>
            </w:r>
          </w:p>
          <w:p w14:paraId="1FA611C9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4105050A" w14:textId="77777777" w:rsidR="00BE7B31" w:rsidRPr="006722E5" w:rsidRDefault="00BE7B31" w:rsidP="00BE7B31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Additional</w:t>
            </w:r>
          </w:p>
          <w:p w14:paraId="789F333C" w14:textId="77777777" w:rsidR="00BE7B31" w:rsidRPr="006722E5" w:rsidRDefault="00BE7B31" w:rsidP="00BE7B31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0E7D8680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 xml:space="preserve">Residual Risk </w:t>
            </w:r>
          </w:p>
        </w:tc>
      </w:tr>
      <w:tr w:rsidR="00BE7B31" w:rsidRPr="006722E5" w14:paraId="28AD7E59" w14:textId="77777777" w:rsidTr="00BE7B31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3A161F8F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7DC5828B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1D2E12BF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0B91F3CB" w14:textId="77777777" w:rsidR="00BE7B31" w:rsidRPr="006722E5" w:rsidRDefault="00BE7B31" w:rsidP="00BE7B31">
            <w:pPr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79427461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0577B1F1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5BF21209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70AAD8E8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65501CDD" w14:textId="77777777" w:rsidR="00BE7B31" w:rsidRPr="006722E5" w:rsidRDefault="00BE7B31" w:rsidP="00BE7B31">
            <w:pPr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4D70295E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62EFE83E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RR</w:t>
            </w:r>
          </w:p>
        </w:tc>
      </w:tr>
      <w:tr w:rsidR="00F70F01" w:rsidRPr="00DE767D" w14:paraId="1F1B47CE" w14:textId="77777777" w:rsidTr="00E54693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22D4DE6C" w14:textId="07453147" w:rsidR="00F70F01" w:rsidRPr="002A00AA" w:rsidRDefault="00F70F01" w:rsidP="00F70F01">
            <w:pPr>
              <w:rPr>
                <w:rFonts w:ascii="Calibri" w:hAnsi="Calibri" w:cs="Calibri"/>
                <w:b/>
                <w:bCs/>
              </w:rPr>
            </w:pPr>
            <w:r w:rsidRPr="00B842BB">
              <w:rPr>
                <w:rFonts w:ascii="Calibri" w:hAnsi="Calibri" w:cs="Calibri"/>
                <w:b/>
              </w:rPr>
              <w:t>EXPOSURE TO VIOLENCE &amp; AGGRESSION</w:t>
            </w:r>
          </w:p>
        </w:tc>
        <w:tc>
          <w:tcPr>
            <w:tcW w:w="1991" w:type="dxa"/>
            <w:shd w:val="clear" w:color="auto" w:fill="auto"/>
          </w:tcPr>
          <w:p w14:paraId="048032CF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  <w:r w:rsidRPr="000E05B2">
              <w:rPr>
                <w:rFonts w:ascii="Calibri" w:hAnsi="Calibri" w:cs="Calibri"/>
                <w:bCs/>
              </w:rPr>
              <w:t>Unidentified persons</w:t>
            </w:r>
          </w:p>
          <w:p w14:paraId="4529E3A6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</w:p>
          <w:p w14:paraId="5B6590A7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58" w:type="dxa"/>
            <w:shd w:val="clear" w:color="auto" w:fill="auto"/>
          </w:tcPr>
          <w:p w14:paraId="302C8AE6" w14:textId="77777777" w:rsidR="00F70F01" w:rsidRPr="00F70F01" w:rsidRDefault="00F70F01" w:rsidP="00F70F01">
            <w:pPr>
              <w:rPr>
                <w:rFonts w:ascii="Calibri" w:hAnsi="Calibri" w:cs="Calibri"/>
                <w:b/>
              </w:rPr>
            </w:pPr>
            <w:r w:rsidRPr="00F70F01">
              <w:rPr>
                <w:rFonts w:ascii="Calibri" w:hAnsi="Calibri" w:cs="Calibri"/>
                <w:b/>
              </w:rPr>
              <w:t>Site staff</w:t>
            </w:r>
          </w:p>
          <w:p w14:paraId="5713AC8B" w14:textId="77777777" w:rsidR="00F70F01" w:rsidRDefault="00F70F01" w:rsidP="00F70F01">
            <w:pPr>
              <w:rPr>
                <w:rFonts w:ascii="Calibri" w:hAnsi="Calibri" w:cs="Calibri"/>
                <w:b/>
              </w:rPr>
            </w:pPr>
            <w:r w:rsidRPr="00F70F01">
              <w:rPr>
                <w:rFonts w:ascii="Calibri" w:hAnsi="Calibri" w:cs="Calibri"/>
                <w:b/>
              </w:rPr>
              <w:t>Other contractors</w:t>
            </w:r>
          </w:p>
          <w:p w14:paraId="29B7A049" w14:textId="74B4CC6F" w:rsidR="00F70F01" w:rsidRPr="00723815" w:rsidRDefault="00F70F01" w:rsidP="00F70F01">
            <w:pPr>
              <w:rPr>
                <w:rFonts w:ascii="Calibri" w:hAnsi="Calibri" w:cs="Calibri"/>
              </w:rPr>
            </w:pPr>
            <w:r w:rsidRPr="00723815">
              <w:rPr>
                <w:rFonts w:ascii="Calibri" w:hAnsi="Calibri" w:cs="Calibri"/>
              </w:rPr>
              <w:t>Assault</w:t>
            </w:r>
          </w:p>
          <w:p w14:paraId="05924CA7" w14:textId="77777777" w:rsidR="00F70F01" w:rsidRPr="00DE767D" w:rsidRDefault="00F70F01" w:rsidP="00F70F01">
            <w:pPr>
              <w:rPr>
                <w:rFonts w:ascii="Calibri" w:hAnsi="Calibri" w:cs="Calibri"/>
              </w:rPr>
            </w:pPr>
          </w:p>
        </w:tc>
        <w:tc>
          <w:tcPr>
            <w:tcW w:w="426" w:type="dxa"/>
            <w:shd w:val="clear" w:color="auto" w:fill="auto"/>
          </w:tcPr>
          <w:p w14:paraId="58935265" w14:textId="048CE3C5" w:rsidR="00F70F01" w:rsidRPr="00DE767D" w:rsidRDefault="00F70F01" w:rsidP="00F70F01">
            <w:pPr>
              <w:pStyle w:val="Heading2"/>
              <w:rPr>
                <w:rFonts w:ascii="Calibri" w:hAnsi="Calibri" w:cs="Calibri"/>
                <w:sz w:val="20"/>
              </w:rPr>
            </w:pPr>
            <w:r w:rsidRPr="00B842BB">
              <w:rPr>
                <w:rFonts w:ascii="Calibri" w:hAnsi="Calibri" w:cs="Calibri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26CCE195" w14:textId="2C0AA87A" w:rsidR="00F70F01" w:rsidRPr="00DE767D" w:rsidRDefault="00F70F01" w:rsidP="00F70F0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1CF6D265" w14:textId="2FEE14BB" w:rsidR="00F70F01" w:rsidRPr="00DE767D" w:rsidRDefault="00F70F01" w:rsidP="00F70F0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  <w:bCs/>
              </w:rPr>
              <w:t>8</w:t>
            </w:r>
          </w:p>
        </w:tc>
        <w:tc>
          <w:tcPr>
            <w:tcW w:w="3400" w:type="dxa"/>
            <w:shd w:val="clear" w:color="auto" w:fill="auto"/>
          </w:tcPr>
          <w:p w14:paraId="5B9E1D8D" w14:textId="77777777" w:rsidR="00F70F01" w:rsidRPr="00F70F01" w:rsidRDefault="00F70F01" w:rsidP="001619EE">
            <w:pPr>
              <w:pStyle w:val="Header"/>
              <w:numPr>
                <w:ilvl w:val="0"/>
                <w:numId w:val="16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F70F01">
              <w:rPr>
                <w:rFonts w:ascii="Calibri" w:hAnsi="Calibri" w:cs="Calibri"/>
              </w:rPr>
              <w:t xml:space="preserve">Exposure to violence and aggression is covered during general safety training. </w:t>
            </w:r>
          </w:p>
          <w:p w14:paraId="43F2282F" w14:textId="5BE09F56" w:rsidR="00F70F01" w:rsidRPr="00F70F01" w:rsidRDefault="00F70F01" w:rsidP="00F70F01">
            <w:pPr>
              <w:pStyle w:val="ListParagraph"/>
              <w:ind w:left="360"/>
              <w:rPr>
                <w:rFonts w:cs="Calibri"/>
                <w:sz w:val="20"/>
                <w:szCs w:val="20"/>
              </w:rPr>
            </w:pPr>
            <w:r w:rsidRPr="00F70F01">
              <w:rPr>
                <w:rFonts w:cs="Calibri"/>
                <w:b/>
                <w:sz w:val="20"/>
                <w:szCs w:val="20"/>
              </w:rPr>
              <w:t>All staff to be issued with HSE  indg 69 “Violence at work”</w:t>
            </w:r>
          </w:p>
        </w:tc>
        <w:tc>
          <w:tcPr>
            <w:tcW w:w="3117" w:type="dxa"/>
            <w:shd w:val="clear" w:color="auto" w:fill="auto"/>
          </w:tcPr>
          <w:p w14:paraId="534D7C69" w14:textId="77777777" w:rsidR="00F70F01" w:rsidRPr="00F70F01" w:rsidRDefault="00F70F01" w:rsidP="001619EE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F70F01">
              <w:rPr>
                <w:rFonts w:ascii="Calibri" w:hAnsi="Calibri" w:cs="Calibri"/>
              </w:rPr>
              <w:t xml:space="preserve">Staff must ensure that they plan their visit </w:t>
            </w:r>
          </w:p>
          <w:p w14:paraId="5EAA9DA3" w14:textId="77777777" w:rsidR="00F70F01" w:rsidRPr="00F70F01" w:rsidRDefault="00F70F01" w:rsidP="001619EE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F70F01">
              <w:rPr>
                <w:rFonts w:ascii="Calibri" w:hAnsi="Calibri" w:cs="Calibri"/>
              </w:rPr>
              <w:t>Only park in well-lit areas where possible</w:t>
            </w:r>
          </w:p>
          <w:p w14:paraId="3BFC7575" w14:textId="526E59B8" w:rsidR="00F70F01" w:rsidRPr="00F70F01" w:rsidRDefault="00F70F01" w:rsidP="00F70F01">
            <w:pPr>
              <w:rPr>
                <w:rFonts w:ascii="Calibri" w:hAnsi="Calibri" w:cs="Calibri"/>
              </w:rPr>
            </w:pPr>
            <w:r w:rsidRPr="00F70F01">
              <w:rPr>
                <w:rFonts w:ascii="Calibri" w:hAnsi="Calibri" w:cs="Calibri"/>
                <w:b/>
              </w:rPr>
              <w:t>Consider conflict management training for lone working staff.</w:t>
            </w:r>
          </w:p>
        </w:tc>
        <w:tc>
          <w:tcPr>
            <w:tcW w:w="425" w:type="dxa"/>
            <w:shd w:val="clear" w:color="auto" w:fill="auto"/>
          </w:tcPr>
          <w:p w14:paraId="5F32CFEF" w14:textId="6E74CA12" w:rsidR="00F70F01" w:rsidRPr="00DE767D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3B5FFA23" w14:textId="117919C4" w:rsidR="00F70F01" w:rsidRPr="00DE767D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682" w:type="dxa"/>
            <w:shd w:val="clear" w:color="auto" w:fill="auto"/>
          </w:tcPr>
          <w:p w14:paraId="6C0BE349" w14:textId="6DDE262E" w:rsidR="00F70F01" w:rsidRPr="00DE767D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4</w:t>
            </w:r>
          </w:p>
        </w:tc>
      </w:tr>
      <w:tr w:rsidR="00F70F01" w:rsidRPr="00DE767D" w14:paraId="62F154D1" w14:textId="77777777" w:rsidTr="00E54693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79631058" w14:textId="153D1A18" w:rsidR="00F70F01" w:rsidRPr="002A00AA" w:rsidRDefault="00F70F01" w:rsidP="00F70F01">
            <w:pPr>
              <w:rPr>
                <w:rFonts w:ascii="Calibri" w:hAnsi="Calibri" w:cs="Calibri"/>
                <w:b/>
                <w:bCs/>
              </w:rPr>
            </w:pPr>
            <w:r w:rsidRPr="00CC4CEC">
              <w:rPr>
                <w:rFonts w:ascii="Calibri" w:hAnsi="Calibri" w:cs="Calibri"/>
                <w:b/>
              </w:rPr>
              <w:t xml:space="preserve">EXPOSURE TO DUST IN </w:t>
            </w:r>
            <w:r>
              <w:rPr>
                <w:rFonts w:ascii="Calibri" w:hAnsi="Calibri" w:cs="Calibri"/>
                <w:b/>
              </w:rPr>
              <w:t>CLIENT PREMISES</w:t>
            </w:r>
          </w:p>
        </w:tc>
        <w:tc>
          <w:tcPr>
            <w:tcW w:w="1991" w:type="dxa"/>
            <w:shd w:val="clear" w:color="auto" w:fill="auto"/>
          </w:tcPr>
          <w:p w14:paraId="7FDEE4D3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  <w:r w:rsidRPr="000E05B2">
              <w:rPr>
                <w:rFonts w:ascii="Calibri" w:hAnsi="Calibri" w:cs="Calibri"/>
                <w:bCs/>
              </w:rPr>
              <w:t>Wood Dust</w:t>
            </w:r>
          </w:p>
          <w:p w14:paraId="24FD6DC3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  <w:r w:rsidRPr="000E05B2">
              <w:rPr>
                <w:rFonts w:ascii="Calibri" w:hAnsi="Calibri" w:cs="Calibri"/>
                <w:bCs/>
              </w:rPr>
              <w:t>Silica dust</w:t>
            </w:r>
          </w:p>
          <w:p w14:paraId="2968961A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  <w:r w:rsidRPr="000E05B2">
              <w:rPr>
                <w:rFonts w:ascii="Calibri" w:hAnsi="Calibri" w:cs="Calibri"/>
                <w:bCs/>
              </w:rPr>
              <w:t>Asbestos</w:t>
            </w:r>
          </w:p>
          <w:p w14:paraId="2C532921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  <w:r w:rsidRPr="000E05B2">
              <w:rPr>
                <w:rFonts w:ascii="Calibri" w:hAnsi="Calibri" w:cs="Calibri"/>
                <w:bCs/>
              </w:rPr>
              <w:t>Lack of effective LEV</w:t>
            </w:r>
          </w:p>
          <w:p w14:paraId="0D5DADFC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  <w:r w:rsidRPr="000E05B2">
              <w:rPr>
                <w:rFonts w:ascii="Calibri" w:hAnsi="Calibri" w:cs="Calibri"/>
                <w:bCs/>
              </w:rPr>
              <w:t>Lack of RPE</w:t>
            </w:r>
          </w:p>
          <w:p w14:paraId="5DE84B9A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  <w:r w:rsidRPr="000E05B2">
              <w:rPr>
                <w:rFonts w:ascii="Calibri" w:hAnsi="Calibri" w:cs="Calibri"/>
                <w:bCs/>
              </w:rPr>
              <w:t>Lack of face fit testing</w:t>
            </w:r>
          </w:p>
          <w:p w14:paraId="6876F993" w14:textId="77777777" w:rsidR="00F70F01" w:rsidRPr="000E05B2" w:rsidRDefault="00F70F01" w:rsidP="00F70F01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58" w:type="dxa"/>
            <w:shd w:val="clear" w:color="auto" w:fill="auto"/>
          </w:tcPr>
          <w:p w14:paraId="381E446E" w14:textId="77777777" w:rsidR="00F70F01" w:rsidRPr="00F70F01" w:rsidRDefault="00F70F01" w:rsidP="00F70F01">
            <w:pPr>
              <w:rPr>
                <w:rFonts w:ascii="Calibri" w:hAnsi="Calibri" w:cs="Calibri"/>
                <w:b/>
              </w:rPr>
            </w:pPr>
            <w:r w:rsidRPr="00F70F01">
              <w:rPr>
                <w:rFonts w:ascii="Calibri" w:hAnsi="Calibri" w:cs="Calibri"/>
                <w:b/>
              </w:rPr>
              <w:t>Site staff</w:t>
            </w:r>
          </w:p>
          <w:p w14:paraId="7C8F6808" w14:textId="7C33F8CA" w:rsidR="00F70F01" w:rsidRDefault="00F70F01" w:rsidP="00F70F01">
            <w:pPr>
              <w:rPr>
                <w:rFonts w:ascii="Calibri" w:hAnsi="Calibri" w:cs="Calibri"/>
              </w:rPr>
            </w:pPr>
            <w:r w:rsidRPr="00F70F01">
              <w:rPr>
                <w:rFonts w:ascii="Calibri" w:hAnsi="Calibri" w:cs="Calibri"/>
                <w:b/>
              </w:rPr>
              <w:t>Other contractors</w:t>
            </w:r>
          </w:p>
          <w:p w14:paraId="2496FFC2" w14:textId="77777777" w:rsidR="00F70F01" w:rsidRDefault="00F70F01" w:rsidP="00F70F0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Exposure to asbestos and other construction dusts</w:t>
            </w:r>
          </w:p>
          <w:p w14:paraId="3751751D" w14:textId="4FDE6AE6" w:rsidR="00F70F01" w:rsidRPr="00DE767D" w:rsidRDefault="00F70F01" w:rsidP="00F70F01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Long term health issues</w:t>
            </w:r>
          </w:p>
        </w:tc>
        <w:tc>
          <w:tcPr>
            <w:tcW w:w="426" w:type="dxa"/>
            <w:shd w:val="clear" w:color="auto" w:fill="auto"/>
          </w:tcPr>
          <w:p w14:paraId="4B06A4EA" w14:textId="22B7E6F4" w:rsidR="00F70F01" w:rsidRPr="00DE767D" w:rsidRDefault="00F70F01" w:rsidP="00F70F01">
            <w:pPr>
              <w:pStyle w:val="Heading2"/>
              <w:rPr>
                <w:rFonts w:ascii="Calibri" w:hAnsi="Calibri" w:cs="Calibri"/>
                <w:sz w:val="20"/>
              </w:rPr>
            </w:pPr>
            <w:r w:rsidRPr="00CC4CEC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58F17481" w14:textId="0423D99D" w:rsidR="00F70F01" w:rsidRPr="00DE767D" w:rsidRDefault="00F70F01" w:rsidP="00F70F0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420F6E5A" w14:textId="6E600DA3" w:rsidR="00F70F01" w:rsidRPr="00DE767D" w:rsidRDefault="00F70F01" w:rsidP="00F70F0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15</w:t>
            </w:r>
          </w:p>
        </w:tc>
        <w:tc>
          <w:tcPr>
            <w:tcW w:w="3400" w:type="dxa"/>
            <w:shd w:val="clear" w:color="auto" w:fill="auto"/>
          </w:tcPr>
          <w:p w14:paraId="75F8097E" w14:textId="77777777" w:rsidR="00F70F01" w:rsidRPr="00F70F01" w:rsidRDefault="00F70F01" w:rsidP="001619EE">
            <w:pPr>
              <w:pStyle w:val="ListParagraph"/>
              <w:numPr>
                <w:ilvl w:val="0"/>
                <w:numId w:val="18"/>
              </w:numPr>
              <w:contextualSpacing/>
              <w:rPr>
                <w:rFonts w:cs="Calibri"/>
                <w:sz w:val="20"/>
                <w:szCs w:val="20"/>
              </w:rPr>
            </w:pPr>
            <w:r w:rsidRPr="00F70F01">
              <w:rPr>
                <w:rFonts w:cs="Calibri"/>
                <w:sz w:val="20"/>
                <w:szCs w:val="20"/>
              </w:rPr>
              <w:t>Ensure all staff aware of the risks regarding dust.</w:t>
            </w:r>
          </w:p>
          <w:p w14:paraId="47911A8A" w14:textId="77777777" w:rsidR="00F70F01" w:rsidRPr="00F70F01" w:rsidRDefault="00F70F01" w:rsidP="001619EE">
            <w:pPr>
              <w:pStyle w:val="ListParagraph"/>
              <w:numPr>
                <w:ilvl w:val="0"/>
                <w:numId w:val="16"/>
              </w:numPr>
              <w:contextualSpacing/>
              <w:rPr>
                <w:rFonts w:cs="Calibri"/>
                <w:sz w:val="20"/>
                <w:szCs w:val="20"/>
              </w:rPr>
            </w:pPr>
            <w:r w:rsidRPr="00F70F01">
              <w:rPr>
                <w:rFonts w:cs="Calibri"/>
                <w:sz w:val="20"/>
                <w:szCs w:val="20"/>
              </w:rPr>
              <w:t>Suitable dust masks should be made available to all employees with the potential of exposure</w:t>
            </w:r>
          </w:p>
          <w:p w14:paraId="24B3EC0A" w14:textId="77777777" w:rsidR="00F70F01" w:rsidRPr="00F70F01" w:rsidRDefault="00F70F01" w:rsidP="001619EE">
            <w:pPr>
              <w:pStyle w:val="ListParagraph"/>
              <w:numPr>
                <w:ilvl w:val="0"/>
                <w:numId w:val="16"/>
              </w:numPr>
              <w:contextualSpacing/>
              <w:rPr>
                <w:rFonts w:cs="Calibri"/>
                <w:sz w:val="20"/>
                <w:szCs w:val="20"/>
              </w:rPr>
            </w:pPr>
            <w:r w:rsidRPr="00F70F01">
              <w:rPr>
                <w:rFonts w:cs="Calibri"/>
                <w:sz w:val="20"/>
                <w:szCs w:val="20"/>
              </w:rPr>
              <w:t xml:space="preserve">For all areas of work, the asbestos management plan for the building you are working on must be checked first. </w:t>
            </w:r>
          </w:p>
          <w:p w14:paraId="65094557" w14:textId="2572EF2F" w:rsidR="00F70F01" w:rsidRPr="00F70F01" w:rsidRDefault="00F70F01" w:rsidP="00F70F01">
            <w:pPr>
              <w:pStyle w:val="ListParagraph"/>
              <w:ind w:left="360"/>
              <w:rPr>
                <w:rFonts w:cs="Calibri"/>
                <w:sz w:val="20"/>
                <w:szCs w:val="20"/>
              </w:rPr>
            </w:pPr>
            <w:r w:rsidRPr="00F70F01">
              <w:rPr>
                <w:rFonts w:cs="Calibri"/>
                <w:sz w:val="20"/>
                <w:szCs w:val="20"/>
              </w:rPr>
              <w:t>No asbestos plan-no work</w:t>
            </w:r>
          </w:p>
        </w:tc>
        <w:tc>
          <w:tcPr>
            <w:tcW w:w="3117" w:type="dxa"/>
            <w:shd w:val="clear" w:color="auto" w:fill="auto"/>
          </w:tcPr>
          <w:p w14:paraId="454EB6B7" w14:textId="4BDF7282" w:rsidR="00F70F01" w:rsidRPr="00F70F01" w:rsidRDefault="00F70F01" w:rsidP="001619EE">
            <w:pPr>
              <w:pStyle w:val="ListParagraph"/>
              <w:numPr>
                <w:ilvl w:val="0"/>
                <w:numId w:val="19"/>
              </w:numPr>
              <w:contextualSpacing/>
              <w:rPr>
                <w:rFonts w:cs="Calibri"/>
                <w:sz w:val="20"/>
                <w:szCs w:val="20"/>
              </w:rPr>
            </w:pPr>
            <w:r w:rsidRPr="00F70F01">
              <w:rPr>
                <w:rFonts w:cs="Calibri"/>
                <w:sz w:val="20"/>
                <w:szCs w:val="20"/>
              </w:rPr>
              <w:t xml:space="preserve">Any staff member who requires a </w:t>
            </w:r>
            <w:r w:rsidR="00045B36" w:rsidRPr="00F70F01">
              <w:rPr>
                <w:rFonts w:cs="Calibri"/>
                <w:sz w:val="20"/>
                <w:szCs w:val="20"/>
              </w:rPr>
              <w:t>tight-fitting</w:t>
            </w:r>
            <w:r w:rsidRPr="00F70F01">
              <w:rPr>
                <w:rFonts w:cs="Calibri"/>
                <w:sz w:val="20"/>
                <w:szCs w:val="20"/>
              </w:rPr>
              <w:t xml:space="preserve"> dust mask must be face fit tested before using the mask.</w:t>
            </w:r>
          </w:p>
          <w:p w14:paraId="576A2561" w14:textId="7004BC86" w:rsidR="00F70F01" w:rsidRPr="00F70F01" w:rsidRDefault="00F70F01" w:rsidP="001619EE">
            <w:pPr>
              <w:pStyle w:val="ListParagraph"/>
              <w:numPr>
                <w:ilvl w:val="0"/>
                <w:numId w:val="19"/>
              </w:numPr>
              <w:contextualSpacing/>
              <w:rPr>
                <w:rFonts w:cs="Calibri"/>
                <w:sz w:val="20"/>
                <w:szCs w:val="20"/>
              </w:rPr>
            </w:pPr>
            <w:r w:rsidRPr="00F70F01">
              <w:rPr>
                <w:rFonts w:cs="Calibri"/>
                <w:sz w:val="20"/>
                <w:szCs w:val="20"/>
              </w:rPr>
              <w:t xml:space="preserve">When wearing the </w:t>
            </w:r>
            <w:r w:rsidR="00045B36" w:rsidRPr="00F70F01">
              <w:rPr>
                <w:rFonts w:cs="Calibri"/>
                <w:sz w:val="20"/>
                <w:szCs w:val="20"/>
              </w:rPr>
              <w:t>mask,</w:t>
            </w:r>
            <w:r w:rsidRPr="00F70F01">
              <w:rPr>
                <w:rFonts w:cs="Calibri"/>
                <w:sz w:val="20"/>
                <w:szCs w:val="20"/>
              </w:rPr>
              <w:t xml:space="preserve"> you must be clean shaven</w:t>
            </w:r>
          </w:p>
          <w:p w14:paraId="2FB601DC" w14:textId="14DC02F5" w:rsidR="00F70F01" w:rsidRPr="00F70F01" w:rsidRDefault="00F70F01" w:rsidP="001619EE">
            <w:pPr>
              <w:pStyle w:val="ListParagraph"/>
              <w:numPr>
                <w:ilvl w:val="0"/>
                <w:numId w:val="19"/>
              </w:numPr>
              <w:contextualSpacing/>
              <w:rPr>
                <w:rFonts w:cs="Calibri"/>
                <w:sz w:val="20"/>
                <w:szCs w:val="20"/>
              </w:rPr>
            </w:pPr>
            <w:r w:rsidRPr="00F70F01">
              <w:rPr>
                <w:rFonts w:cs="Calibri"/>
                <w:sz w:val="20"/>
                <w:szCs w:val="20"/>
              </w:rPr>
              <w:t xml:space="preserve">Any issues regarding dust must be reported to the client site contact </w:t>
            </w:r>
          </w:p>
        </w:tc>
        <w:tc>
          <w:tcPr>
            <w:tcW w:w="425" w:type="dxa"/>
            <w:shd w:val="clear" w:color="auto" w:fill="auto"/>
          </w:tcPr>
          <w:p w14:paraId="747213EF" w14:textId="097EA001" w:rsidR="00F70F01" w:rsidRPr="00DE767D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5773AECF" w14:textId="59CD04B4" w:rsidR="00F70F01" w:rsidRPr="00DE767D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682" w:type="dxa"/>
            <w:shd w:val="clear" w:color="auto" w:fill="auto"/>
          </w:tcPr>
          <w:p w14:paraId="0C062620" w14:textId="293A4C07" w:rsidR="00F70F01" w:rsidRPr="00DE767D" w:rsidRDefault="00F70F01" w:rsidP="00F70F01">
            <w:pPr>
              <w:pStyle w:val="Header"/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5</w:t>
            </w:r>
          </w:p>
        </w:tc>
      </w:tr>
      <w:tr w:rsidR="00E21E75" w:rsidRPr="00DE767D" w14:paraId="425B9516" w14:textId="77777777" w:rsidTr="00E54693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5145BF29" w14:textId="28FFB406" w:rsidR="00E21E75" w:rsidRPr="00E21E75" w:rsidRDefault="00E21E75" w:rsidP="00E21E75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  <w:bCs/>
              </w:rPr>
            </w:pPr>
            <w:r w:rsidRPr="00E21E75">
              <w:rPr>
                <w:rFonts w:ascii="Calibri" w:hAnsi="Calibri" w:cs="Calibri"/>
                <w:b/>
                <w:bCs/>
              </w:rPr>
              <w:t>WORKING AT HEIGHT</w:t>
            </w:r>
          </w:p>
          <w:p w14:paraId="7BC36840" w14:textId="77777777" w:rsidR="00E21E75" w:rsidRPr="007E47CB" w:rsidRDefault="00E21E75" w:rsidP="00E21E75">
            <w:pPr>
              <w:rPr>
                <w:rFonts w:ascii="Calibri" w:hAnsi="Calibri" w:cs="Calibri"/>
                <w:b/>
              </w:rPr>
            </w:pPr>
          </w:p>
          <w:p w14:paraId="1DC56DC1" w14:textId="77777777" w:rsidR="00E21E75" w:rsidRPr="00CC4CEC" w:rsidRDefault="00E21E75" w:rsidP="00E21E75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991" w:type="dxa"/>
            <w:shd w:val="clear" w:color="auto" w:fill="auto"/>
          </w:tcPr>
          <w:p w14:paraId="12834FB8" w14:textId="61EDAFE3" w:rsidR="00E21E75" w:rsidRPr="000E05B2" w:rsidRDefault="00E21E75" w:rsidP="00E21E75">
            <w:pPr>
              <w:numPr>
                <w:ilvl w:val="12"/>
                <w:numId w:val="0"/>
              </w:numPr>
              <w:rPr>
                <w:rFonts w:ascii="Calibri" w:hAnsi="Calibri" w:cs="Calibri"/>
                <w:bCs/>
              </w:rPr>
            </w:pPr>
            <w:r w:rsidRPr="000E05B2">
              <w:rPr>
                <w:rFonts w:ascii="Calibri" w:hAnsi="Calibri" w:cs="Calibri"/>
                <w:bCs/>
              </w:rPr>
              <w:t>Cleaning at height</w:t>
            </w:r>
          </w:p>
          <w:p w14:paraId="5296120C" w14:textId="77777777" w:rsidR="00E21E75" w:rsidRPr="000E05B2" w:rsidRDefault="00E21E75" w:rsidP="00E21E75">
            <w:pPr>
              <w:numPr>
                <w:ilvl w:val="12"/>
                <w:numId w:val="0"/>
              </w:numPr>
              <w:rPr>
                <w:rFonts w:ascii="Calibri" w:hAnsi="Calibri" w:cs="Calibri"/>
                <w:bCs/>
              </w:rPr>
            </w:pPr>
            <w:r w:rsidRPr="000E05B2">
              <w:rPr>
                <w:rFonts w:ascii="Calibri" w:hAnsi="Calibri" w:cs="Calibri"/>
                <w:bCs/>
              </w:rPr>
              <w:t>Fall of person from height</w:t>
            </w:r>
          </w:p>
          <w:p w14:paraId="623F25C8" w14:textId="77777777" w:rsidR="00E21E75" w:rsidRPr="000E05B2" w:rsidRDefault="00E21E75" w:rsidP="00E21E75">
            <w:pPr>
              <w:numPr>
                <w:ilvl w:val="12"/>
                <w:numId w:val="0"/>
              </w:numPr>
              <w:rPr>
                <w:rFonts w:ascii="Calibri" w:hAnsi="Calibri" w:cs="Calibri"/>
                <w:bCs/>
              </w:rPr>
            </w:pPr>
            <w:r w:rsidRPr="000E05B2">
              <w:rPr>
                <w:rFonts w:ascii="Calibri" w:hAnsi="Calibri" w:cs="Calibri"/>
                <w:bCs/>
              </w:rPr>
              <w:t>Fall of tools and or materials from height</w:t>
            </w:r>
          </w:p>
          <w:p w14:paraId="2B99582D" w14:textId="77777777" w:rsidR="00E21E75" w:rsidRPr="000E05B2" w:rsidRDefault="00E21E75" w:rsidP="00E21E75">
            <w:pPr>
              <w:numPr>
                <w:ilvl w:val="12"/>
                <w:numId w:val="0"/>
              </w:numPr>
              <w:rPr>
                <w:rFonts w:ascii="Calibri" w:hAnsi="Calibri" w:cs="Calibri"/>
                <w:bCs/>
              </w:rPr>
            </w:pPr>
          </w:p>
          <w:p w14:paraId="3A104B52" w14:textId="77777777" w:rsidR="00E21E75" w:rsidRPr="000E05B2" w:rsidRDefault="00E21E75" w:rsidP="00E21E75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58" w:type="dxa"/>
            <w:shd w:val="clear" w:color="auto" w:fill="auto"/>
          </w:tcPr>
          <w:p w14:paraId="2698D485" w14:textId="77777777" w:rsidR="00E21E75" w:rsidRPr="00E21E75" w:rsidRDefault="00E21E75" w:rsidP="00E21E75">
            <w:pPr>
              <w:rPr>
                <w:rFonts w:ascii="Calibri" w:hAnsi="Calibri" w:cs="Calibri"/>
                <w:b/>
              </w:rPr>
            </w:pPr>
            <w:r w:rsidRPr="00E21E75">
              <w:rPr>
                <w:rFonts w:ascii="Calibri" w:hAnsi="Calibri" w:cs="Calibri"/>
                <w:b/>
              </w:rPr>
              <w:t>Site staff</w:t>
            </w:r>
          </w:p>
          <w:p w14:paraId="16162877" w14:textId="77777777" w:rsidR="00E21E75" w:rsidRDefault="00E21E75" w:rsidP="00E21E75">
            <w:pPr>
              <w:rPr>
                <w:rFonts w:ascii="Calibri" w:hAnsi="Calibri" w:cs="Calibri"/>
                <w:b/>
              </w:rPr>
            </w:pPr>
            <w:r w:rsidRPr="00E21E75">
              <w:rPr>
                <w:rFonts w:ascii="Calibri" w:hAnsi="Calibri" w:cs="Calibri"/>
                <w:b/>
              </w:rPr>
              <w:t>Other contractors</w:t>
            </w:r>
          </w:p>
          <w:p w14:paraId="72AA7869" w14:textId="20847F58" w:rsidR="00E21E75" w:rsidRPr="00F02F4B" w:rsidRDefault="00E21E75" w:rsidP="00E21E75">
            <w:pPr>
              <w:rPr>
                <w:rFonts w:ascii="Calibri" w:hAnsi="Calibri" w:cs="Calibri"/>
                <w:b/>
              </w:rPr>
            </w:pPr>
            <w:r w:rsidRPr="00F02F4B">
              <w:rPr>
                <w:rFonts w:ascii="Calibri" w:hAnsi="Calibri" w:cs="Calibri"/>
                <w:b/>
              </w:rPr>
              <w:t>Any persons using the area below</w:t>
            </w:r>
          </w:p>
          <w:p w14:paraId="10DA3D0C" w14:textId="77777777" w:rsidR="00E21E75" w:rsidRDefault="00E21E75" w:rsidP="00E21E75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</w:rPr>
            </w:pPr>
          </w:p>
          <w:p w14:paraId="1F64B43A" w14:textId="77777777" w:rsidR="00E21E75" w:rsidRPr="00F02F4B" w:rsidRDefault="00E21E75" w:rsidP="00E21E75">
            <w:pPr>
              <w:numPr>
                <w:ilvl w:val="12"/>
                <w:numId w:val="0"/>
              </w:numPr>
              <w:rPr>
                <w:rFonts w:ascii="Calibri" w:hAnsi="Calibri" w:cs="Calibri"/>
              </w:rPr>
            </w:pPr>
            <w:r w:rsidRPr="00F02F4B">
              <w:rPr>
                <w:rFonts w:ascii="Calibri" w:hAnsi="Calibri" w:cs="Calibri"/>
              </w:rPr>
              <w:t>Serious personal injury</w:t>
            </w:r>
          </w:p>
          <w:p w14:paraId="1E266A33" w14:textId="7562D7C1" w:rsidR="00E21E75" w:rsidRPr="00F70F01" w:rsidRDefault="00E21E75" w:rsidP="00E21E75">
            <w:pPr>
              <w:rPr>
                <w:rFonts w:ascii="Calibri" w:hAnsi="Calibri" w:cs="Calibri"/>
                <w:b/>
              </w:rPr>
            </w:pPr>
            <w:r w:rsidRPr="00F02F4B">
              <w:rPr>
                <w:rFonts w:ascii="Calibri" w:hAnsi="Calibri" w:cs="Calibri"/>
              </w:rPr>
              <w:t>Death</w:t>
            </w:r>
          </w:p>
        </w:tc>
        <w:tc>
          <w:tcPr>
            <w:tcW w:w="426" w:type="dxa"/>
            <w:shd w:val="clear" w:color="auto" w:fill="auto"/>
          </w:tcPr>
          <w:p w14:paraId="42C4DF19" w14:textId="6BFBFA47" w:rsidR="00E21E75" w:rsidRPr="00CC4CEC" w:rsidRDefault="00E21E75" w:rsidP="00E21E75">
            <w:pPr>
              <w:pStyle w:val="Heading2"/>
              <w:rPr>
                <w:rFonts w:ascii="Calibri" w:hAnsi="Calibri" w:cs="Calibri"/>
                <w:sz w:val="20"/>
              </w:rPr>
            </w:pPr>
            <w:r w:rsidRPr="007E47CB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15AFA13E" w14:textId="3CBD56AD" w:rsidR="00E21E75" w:rsidRPr="00CC4CEC" w:rsidRDefault="00E21E75" w:rsidP="00E21E75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7E47CB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0DC9953A" w14:textId="46B2FF71" w:rsidR="00E21E75" w:rsidRPr="00CC4CEC" w:rsidRDefault="00E21E75" w:rsidP="00E21E75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7E47CB">
              <w:rPr>
                <w:rFonts w:ascii="Calibri" w:hAnsi="Calibri" w:cs="Calibri"/>
                <w:b/>
              </w:rPr>
              <w:t>8</w:t>
            </w:r>
          </w:p>
        </w:tc>
        <w:tc>
          <w:tcPr>
            <w:tcW w:w="3400" w:type="dxa"/>
            <w:shd w:val="clear" w:color="auto" w:fill="auto"/>
          </w:tcPr>
          <w:p w14:paraId="5BFE6EA9" w14:textId="77777777" w:rsidR="00E21E75" w:rsidRPr="007E47CB" w:rsidRDefault="00E21E75" w:rsidP="001619EE">
            <w:pPr>
              <w:pStyle w:val="ListParagraph"/>
              <w:numPr>
                <w:ilvl w:val="0"/>
                <w:numId w:val="20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Ensure that appropriate lifting/access equipment is used All staff must complete working at height training annually</w:t>
            </w:r>
          </w:p>
          <w:p w14:paraId="4AE836B7" w14:textId="77777777" w:rsidR="00E21E75" w:rsidRPr="007E47CB" w:rsidRDefault="00E21E75" w:rsidP="001619EE">
            <w:pPr>
              <w:pStyle w:val="ListParagraph"/>
              <w:numPr>
                <w:ilvl w:val="0"/>
                <w:numId w:val="20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Only competent and trained individuals will be permitted to operate the lifting and access equipment</w:t>
            </w:r>
          </w:p>
          <w:p w14:paraId="4987E4D8" w14:textId="77777777" w:rsidR="00E21E75" w:rsidRPr="007E47CB" w:rsidRDefault="00E21E75" w:rsidP="001619EE">
            <w:pPr>
              <w:pStyle w:val="ListParagraph"/>
              <w:numPr>
                <w:ilvl w:val="0"/>
                <w:numId w:val="20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Weather conditions to be considered if working outside</w:t>
            </w:r>
          </w:p>
          <w:p w14:paraId="7D630E8D" w14:textId="77777777" w:rsidR="00E21E75" w:rsidRPr="007E47CB" w:rsidRDefault="00E21E75" w:rsidP="001619EE">
            <w:pPr>
              <w:pStyle w:val="ListParagraph"/>
              <w:numPr>
                <w:ilvl w:val="0"/>
                <w:numId w:val="20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Warning signs to be placed around work area during system commissioning</w:t>
            </w:r>
          </w:p>
          <w:p w14:paraId="096E9369" w14:textId="5C32407D" w:rsidR="00E21E75" w:rsidRPr="00F70F01" w:rsidRDefault="00E21E75" w:rsidP="001619EE">
            <w:pPr>
              <w:pStyle w:val="ListParagraph"/>
              <w:numPr>
                <w:ilvl w:val="0"/>
                <w:numId w:val="18"/>
              </w:numPr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Ladders in good condition, placed on a firm surface, and have a pre use check prior to use and a thorough visual check every six months</w:t>
            </w:r>
          </w:p>
        </w:tc>
        <w:tc>
          <w:tcPr>
            <w:tcW w:w="3117" w:type="dxa"/>
            <w:shd w:val="clear" w:color="auto" w:fill="auto"/>
          </w:tcPr>
          <w:p w14:paraId="0EE0F2A0" w14:textId="77777777" w:rsidR="00E21E75" w:rsidRPr="007E47CB" w:rsidRDefault="00E21E75" w:rsidP="001619EE">
            <w:pPr>
              <w:pStyle w:val="ListParagraph"/>
              <w:numPr>
                <w:ilvl w:val="0"/>
                <w:numId w:val="21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Edge protection must be used to prevent tools/materials falling from work area</w:t>
            </w:r>
          </w:p>
          <w:p w14:paraId="66C89739" w14:textId="77777777" w:rsidR="00E21E75" w:rsidRPr="007E47CB" w:rsidRDefault="00E21E75" w:rsidP="001619EE">
            <w:pPr>
              <w:pStyle w:val="ListParagraph"/>
              <w:numPr>
                <w:ilvl w:val="0"/>
                <w:numId w:val="21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Only short duration work is permitted when using ladders</w:t>
            </w:r>
          </w:p>
          <w:p w14:paraId="385E6144" w14:textId="13FC834E" w:rsidR="00E21E75" w:rsidRPr="007E47CB" w:rsidRDefault="00E21E75" w:rsidP="001619EE">
            <w:pPr>
              <w:pStyle w:val="ListParagraph"/>
              <w:numPr>
                <w:ilvl w:val="0"/>
                <w:numId w:val="21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 xml:space="preserve">Manager to conduct </w:t>
            </w:r>
            <w:r w:rsidR="00045B36" w:rsidRPr="007E47CB">
              <w:rPr>
                <w:rFonts w:cs="Calibri"/>
                <w:sz w:val="20"/>
                <w:szCs w:val="20"/>
              </w:rPr>
              <w:t>toolbox</w:t>
            </w:r>
            <w:r w:rsidRPr="007E47CB">
              <w:rPr>
                <w:rFonts w:cs="Calibri"/>
                <w:sz w:val="20"/>
                <w:szCs w:val="20"/>
              </w:rPr>
              <w:t xml:space="preserve"> talk on working at heights </w:t>
            </w:r>
          </w:p>
          <w:p w14:paraId="17C63556" w14:textId="77777777" w:rsidR="00E21E75" w:rsidRPr="007E47CB" w:rsidRDefault="00E21E75" w:rsidP="001619EE">
            <w:pPr>
              <w:pStyle w:val="ListParagraph"/>
              <w:numPr>
                <w:ilvl w:val="0"/>
                <w:numId w:val="21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Non access ladders should be used in conjunction with ladder stays, a securing device or a person footing the ladder</w:t>
            </w:r>
          </w:p>
          <w:p w14:paraId="29F8F099" w14:textId="77777777" w:rsidR="00E21E75" w:rsidRPr="007E47CB" w:rsidRDefault="00E21E75" w:rsidP="001619EE">
            <w:pPr>
              <w:pStyle w:val="ListParagraph"/>
              <w:numPr>
                <w:ilvl w:val="0"/>
                <w:numId w:val="21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Access ladders should be extended one metre above platform</w:t>
            </w:r>
          </w:p>
          <w:p w14:paraId="7219E59A" w14:textId="6DE76CE5" w:rsidR="00E21E75" w:rsidRPr="00F70F01" w:rsidRDefault="00E21E75" w:rsidP="001619EE">
            <w:pPr>
              <w:pStyle w:val="ListParagraph"/>
              <w:numPr>
                <w:ilvl w:val="0"/>
                <w:numId w:val="19"/>
              </w:numPr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 xml:space="preserve">Avoid </w:t>
            </w:r>
            <w:r w:rsidR="00045B36" w:rsidRPr="007E47CB">
              <w:rPr>
                <w:rFonts w:cs="Calibri"/>
                <w:sz w:val="20"/>
                <w:szCs w:val="20"/>
              </w:rPr>
              <w:t>overreaching</w:t>
            </w:r>
            <w:r w:rsidRPr="007E47CB">
              <w:rPr>
                <w:rFonts w:cs="Calibri"/>
                <w:sz w:val="20"/>
                <w:szCs w:val="20"/>
              </w:rPr>
              <w:t xml:space="preserve"> and ensure that belt buckle remains between the ladder stiles at all </w:t>
            </w:r>
          </w:p>
        </w:tc>
        <w:tc>
          <w:tcPr>
            <w:tcW w:w="425" w:type="dxa"/>
            <w:shd w:val="clear" w:color="auto" w:fill="auto"/>
          </w:tcPr>
          <w:p w14:paraId="668A4991" w14:textId="0F12180C" w:rsidR="00E21E75" w:rsidRPr="00CC4CEC" w:rsidRDefault="00E21E75" w:rsidP="00E21E75">
            <w:pPr>
              <w:pStyle w:val="Header"/>
              <w:rPr>
                <w:rFonts w:ascii="Calibri" w:hAnsi="Calibri" w:cs="Calibri"/>
                <w:b/>
              </w:rPr>
            </w:pPr>
            <w:r w:rsidRPr="007E47CB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62352CFF" w14:textId="44313583" w:rsidR="00E21E75" w:rsidRPr="00CC4CEC" w:rsidRDefault="00E21E75" w:rsidP="00E21E75">
            <w:pPr>
              <w:pStyle w:val="Header"/>
              <w:rPr>
                <w:rFonts w:ascii="Calibri" w:hAnsi="Calibri" w:cs="Calibri"/>
                <w:b/>
              </w:rPr>
            </w:pPr>
            <w:r w:rsidRPr="007E47CB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682" w:type="dxa"/>
            <w:shd w:val="clear" w:color="auto" w:fill="auto"/>
          </w:tcPr>
          <w:p w14:paraId="2D0C0D00" w14:textId="2EDEC26D" w:rsidR="00E21E75" w:rsidRPr="00CC4CEC" w:rsidRDefault="00E21E75" w:rsidP="00E21E75">
            <w:pPr>
              <w:pStyle w:val="Header"/>
              <w:rPr>
                <w:rFonts w:ascii="Calibri" w:hAnsi="Calibri" w:cs="Calibri"/>
                <w:b/>
              </w:rPr>
            </w:pPr>
            <w:r w:rsidRPr="007E47CB">
              <w:rPr>
                <w:rFonts w:ascii="Calibri" w:hAnsi="Calibri" w:cs="Calibri"/>
                <w:b/>
              </w:rPr>
              <w:t>4</w:t>
            </w:r>
          </w:p>
        </w:tc>
      </w:tr>
    </w:tbl>
    <w:p w14:paraId="4165E38D" w14:textId="749E6D0B" w:rsidR="00BE7B31" w:rsidRDefault="00BE7B31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BE7B31" w:rsidRPr="006722E5" w14:paraId="45F99E98" w14:textId="77777777" w:rsidTr="00BE7B31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7582BDB9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33B558D2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4F1D3872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 xml:space="preserve">Main Risks </w:t>
            </w:r>
          </w:p>
          <w:p w14:paraId="2F0B442F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&amp;</w:t>
            </w:r>
          </w:p>
          <w:p w14:paraId="5E437F96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5E828664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506A8F8E" w14:textId="77777777" w:rsidR="00BE7B31" w:rsidRPr="006722E5" w:rsidRDefault="00BE7B31" w:rsidP="00BE7B31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Existing</w:t>
            </w:r>
          </w:p>
          <w:p w14:paraId="231223A3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09EDF105" w14:textId="77777777" w:rsidR="00BE7B31" w:rsidRPr="006722E5" w:rsidRDefault="00BE7B31" w:rsidP="00BE7B31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Additional</w:t>
            </w:r>
          </w:p>
          <w:p w14:paraId="08440744" w14:textId="77777777" w:rsidR="00BE7B31" w:rsidRPr="006722E5" w:rsidRDefault="00BE7B31" w:rsidP="00BE7B31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34D762E4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 xml:space="preserve">Residual Risk </w:t>
            </w:r>
          </w:p>
        </w:tc>
      </w:tr>
      <w:tr w:rsidR="00BE7B31" w:rsidRPr="006722E5" w14:paraId="02343B18" w14:textId="77777777" w:rsidTr="00BE7B31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1445F7ED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5B44F63E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7FA79CBC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5C34CDEF" w14:textId="77777777" w:rsidR="00BE7B31" w:rsidRPr="006722E5" w:rsidRDefault="00BE7B31" w:rsidP="00BE7B31">
            <w:pPr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70CD2A8E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09E67689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695E1D70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5A9C5051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39C20C37" w14:textId="77777777" w:rsidR="00BE7B31" w:rsidRPr="006722E5" w:rsidRDefault="00BE7B31" w:rsidP="00BE7B31">
            <w:pPr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645B7D2F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24DE60CC" w14:textId="77777777" w:rsidR="00BE7B31" w:rsidRPr="006722E5" w:rsidRDefault="00BE7B31" w:rsidP="00BE7B31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RR</w:t>
            </w:r>
          </w:p>
        </w:tc>
      </w:tr>
      <w:tr w:rsidR="00BE7B31" w:rsidRPr="00DE767D" w14:paraId="70FDD40F" w14:textId="77777777" w:rsidTr="00BE7B31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28CBB80D" w14:textId="6EC61891" w:rsidR="00BE7B31" w:rsidRPr="002A00AA" w:rsidRDefault="00E21E75" w:rsidP="00BE7B3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DEEP CLEANING &amp; COVID-19</w:t>
            </w:r>
          </w:p>
        </w:tc>
        <w:tc>
          <w:tcPr>
            <w:tcW w:w="1991" w:type="dxa"/>
          </w:tcPr>
          <w:p w14:paraId="2A608446" w14:textId="6BF67AB4" w:rsidR="00BE7B31" w:rsidRPr="00DE767D" w:rsidRDefault="00E21E75" w:rsidP="00BE7B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COVID-19 </w:t>
            </w:r>
            <w:r w:rsidR="000E05B2">
              <w:rPr>
                <w:rFonts w:ascii="Calibri" w:hAnsi="Calibri" w:cs="Calibri"/>
              </w:rPr>
              <w:t>V</w:t>
            </w:r>
            <w:r>
              <w:rPr>
                <w:rFonts w:ascii="Calibri" w:hAnsi="Calibri" w:cs="Calibri"/>
              </w:rPr>
              <w:t>irus</w:t>
            </w:r>
          </w:p>
        </w:tc>
        <w:tc>
          <w:tcPr>
            <w:tcW w:w="1558" w:type="dxa"/>
            <w:shd w:val="clear" w:color="auto" w:fill="auto"/>
          </w:tcPr>
          <w:p w14:paraId="53BF28BA" w14:textId="77777777" w:rsidR="00BE7B31" w:rsidRPr="006722E5" w:rsidRDefault="00BE7B31" w:rsidP="00BE7B31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S</w:t>
            </w:r>
            <w:r w:rsidRPr="006722E5">
              <w:rPr>
                <w:rFonts w:ascii="Calibri" w:hAnsi="Calibri" w:cs="Calibri"/>
                <w:b/>
              </w:rPr>
              <w:t>ite staff</w:t>
            </w:r>
          </w:p>
          <w:p w14:paraId="678A435B" w14:textId="06B22ED4" w:rsidR="00BE7B31" w:rsidRDefault="00BE7B31" w:rsidP="00BE7B31">
            <w:pPr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Other contractors</w:t>
            </w:r>
          </w:p>
          <w:p w14:paraId="7CBB219A" w14:textId="0C94999F" w:rsidR="00E21E75" w:rsidRDefault="00E21E75" w:rsidP="00BE7B31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Risk of infection</w:t>
            </w:r>
          </w:p>
          <w:p w14:paraId="3BD630D8" w14:textId="40AD2ED8" w:rsidR="00E21E75" w:rsidRDefault="00E21E75" w:rsidP="00BE7B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Risk of spread of infection</w:t>
            </w:r>
          </w:p>
          <w:p w14:paraId="3E46E774" w14:textId="77777777" w:rsidR="00BE7B31" w:rsidRPr="00DE767D" w:rsidRDefault="00BE7B31" w:rsidP="00BE7B31">
            <w:pPr>
              <w:rPr>
                <w:rFonts w:ascii="Calibri" w:hAnsi="Calibri" w:cs="Calibri"/>
              </w:rPr>
            </w:pPr>
          </w:p>
        </w:tc>
        <w:tc>
          <w:tcPr>
            <w:tcW w:w="426" w:type="dxa"/>
          </w:tcPr>
          <w:p w14:paraId="412A2E79" w14:textId="643A4F52" w:rsidR="00BE7B31" w:rsidRPr="00DE767D" w:rsidRDefault="008C308B" w:rsidP="00BE7B31">
            <w:pPr>
              <w:pStyle w:val="Heading2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425" w:type="dxa"/>
          </w:tcPr>
          <w:p w14:paraId="0A45AFED" w14:textId="2C01F0EE" w:rsidR="00BE7B31" w:rsidRPr="00DE767D" w:rsidRDefault="008C308B" w:rsidP="00BE7B3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</w:tcPr>
          <w:p w14:paraId="2E7AD404" w14:textId="024EDADA" w:rsidR="00BE7B31" w:rsidRPr="00DE767D" w:rsidRDefault="008C308B" w:rsidP="00BE7B3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3400" w:type="dxa"/>
            <w:shd w:val="clear" w:color="auto" w:fill="auto"/>
          </w:tcPr>
          <w:p w14:paraId="6918869F" w14:textId="22FF1311" w:rsidR="00E21E75" w:rsidRPr="00E21E75" w:rsidRDefault="00E21E75" w:rsidP="001619EE">
            <w:pPr>
              <w:pStyle w:val="ListParagraph"/>
              <w:numPr>
                <w:ilvl w:val="0"/>
                <w:numId w:val="19"/>
              </w:numPr>
              <w:rPr>
                <w:rFonts w:cs="Calibri"/>
                <w:sz w:val="20"/>
                <w:szCs w:val="20"/>
              </w:rPr>
            </w:pPr>
            <w:r w:rsidRPr="00E21E75">
              <w:rPr>
                <w:rFonts w:cs="Calibri"/>
                <w:sz w:val="20"/>
                <w:szCs w:val="20"/>
              </w:rPr>
              <w:t xml:space="preserve">Check with </w:t>
            </w:r>
            <w:r w:rsidR="00045B36" w:rsidRPr="00E21E75">
              <w:rPr>
                <w:rFonts w:cs="Calibri"/>
                <w:sz w:val="20"/>
                <w:szCs w:val="20"/>
              </w:rPr>
              <w:t>client</w:t>
            </w:r>
            <w:r w:rsidRPr="00E21E75">
              <w:rPr>
                <w:rFonts w:cs="Calibri"/>
                <w:sz w:val="20"/>
                <w:szCs w:val="20"/>
              </w:rPr>
              <w:t xml:space="preserve"> before cleaning if there have been any live cases of COVID-19 identified at the premises.</w:t>
            </w:r>
          </w:p>
          <w:p w14:paraId="30AAA2D2" w14:textId="4DC59067" w:rsidR="00E21E75" w:rsidRPr="00E21E75" w:rsidRDefault="00E21E75" w:rsidP="001619EE">
            <w:pPr>
              <w:pStyle w:val="ListParagraph"/>
              <w:numPr>
                <w:ilvl w:val="0"/>
                <w:numId w:val="19"/>
              </w:numPr>
              <w:rPr>
                <w:rFonts w:cs="Calibri"/>
                <w:sz w:val="20"/>
                <w:szCs w:val="20"/>
              </w:rPr>
            </w:pPr>
            <w:r w:rsidRPr="00E21E75">
              <w:rPr>
                <w:rFonts w:cs="Calibri"/>
                <w:sz w:val="20"/>
                <w:szCs w:val="20"/>
              </w:rPr>
              <w:t>Daily check to ensure a</w:t>
            </w:r>
            <w:r>
              <w:rPr>
                <w:rFonts w:cs="Calibri"/>
                <w:sz w:val="20"/>
                <w:szCs w:val="20"/>
              </w:rPr>
              <w:t>n</w:t>
            </w:r>
            <w:r w:rsidRPr="00E21E75">
              <w:rPr>
                <w:rFonts w:cs="Calibri"/>
                <w:sz w:val="20"/>
                <w:szCs w:val="20"/>
              </w:rPr>
              <w:t>y st</w:t>
            </w:r>
            <w:r>
              <w:rPr>
                <w:rFonts w:cs="Calibri"/>
                <w:sz w:val="20"/>
                <w:szCs w:val="20"/>
              </w:rPr>
              <w:t>a</w:t>
            </w:r>
            <w:r w:rsidRPr="00E21E75">
              <w:rPr>
                <w:rFonts w:cs="Calibri"/>
                <w:sz w:val="20"/>
                <w:szCs w:val="20"/>
              </w:rPr>
              <w:t xml:space="preserve">ff member with </w:t>
            </w:r>
            <w:r w:rsidR="00045B36" w:rsidRPr="00E21E75">
              <w:rPr>
                <w:rFonts w:cs="Calibri"/>
                <w:sz w:val="20"/>
                <w:szCs w:val="20"/>
              </w:rPr>
              <w:t>symptoms</w:t>
            </w:r>
            <w:r w:rsidRPr="00E21E75">
              <w:rPr>
                <w:rFonts w:cs="Calibri"/>
                <w:sz w:val="20"/>
                <w:szCs w:val="20"/>
              </w:rPr>
              <w:t xml:space="preserve"> are identified</w:t>
            </w:r>
          </w:p>
          <w:p w14:paraId="2BD86473" w14:textId="7F5A57E0" w:rsidR="00E21E75" w:rsidRPr="00E21E75" w:rsidRDefault="00E21E75" w:rsidP="001619EE">
            <w:pPr>
              <w:pStyle w:val="ListParagraph"/>
              <w:numPr>
                <w:ilvl w:val="0"/>
                <w:numId w:val="19"/>
              </w:numPr>
              <w:rPr>
                <w:rFonts w:cs="Calibri"/>
                <w:sz w:val="20"/>
                <w:szCs w:val="20"/>
              </w:rPr>
            </w:pPr>
            <w:r w:rsidRPr="00E21E75">
              <w:rPr>
                <w:rFonts w:cs="Calibri"/>
                <w:sz w:val="20"/>
                <w:szCs w:val="20"/>
              </w:rPr>
              <w:t xml:space="preserve">Staff showing </w:t>
            </w:r>
            <w:r w:rsidR="00045B36" w:rsidRPr="00E21E75">
              <w:rPr>
                <w:rFonts w:cs="Calibri"/>
                <w:sz w:val="20"/>
                <w:szCs w:val="20"/>
              </w:rPr>
              <w:t>symptoms</w:t>
            </w:r>
            <w:r w:rsidRPr="00E21E75">
              <w:rPr>
                <w:rFonts w:cs="Calibri"/>
                <w:sz w:val="20"/>
                <w:szCs w:val="20"/>
              </w:rPr>
              <w:t xml:space="preserve"> will be required to </w:t>
            </w:r>
            <w:r w:rsidR="00045B36" w:rsidRPr="00E21E75">
              <w:rPr>
                <w:rFonts w:cs="Calibri"/>
                <w:sz w:val="20"/>
                <w:szCs w:val="20"/>
              </w:rPr>
              <w:t>self-isolate</w:t>
            </w:r>
            <w:r w:rsidRPr="00E21E75">
              <w:rPr>
                <w:rFonts w:cs="Calibri"/>
                <w:sz w:val="20"/>
                <w:szCs w:val="20"/>
              </w:rPr>
              <w:t xml:space="preserve"> for 14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E21E75">
              <w:rPr>
                <w:rFonts w:cs="Calibri"/>
                <w:sz w:val="20"/>
                <w:szCs w:val="20"/>
              </w:rPr>
              <w:t>days</w:t>
            </w:r>
          </w:p>
          <w:p w14:paraId="4FE7F57D" w14:textId="34A15220" w:rsidR="00E21E75" w:rsidRPr="00E21E75" w:rsidRDefault="00E21E75" w:rsidP="001619EE">
            <w:pPr>
              <w:pStyle w:val="ListParagraph"/>
              <w:numPr>
                <w:ilvl w:val="0"/>
                <w:numId w:val="19"/>
              </w:numPr>
              <w:rPr>
                <w:rFonts w:cs="Calibri"/>
                <w:sz w:val="20"/>
                <w:szCs w:val="20"/>
              </w:rPr>
            </w:pPr>
            <w:r w:rsidRPr="00E21E75">
              <w:rPr>
                <w:rFonts w:cs="Calibri"/>
                <w:sz w:val="20"/>
                <w:szCs w:val="20"/>
              </w:rPr>
              <w:t>All staff to wear appropriate PPE</w:t>
            </w:r>
          </w:p>
          <w:p w14:paraId="38651DE8" w14:textId="7CF0E49E" w:rsidR="00BE7B31" w:rsidRDefault="00E21E75" w:rsidP="001619EE">
            <w:pPr>
              <w:pStyle w:val="ListParagraph"/>
              <w:numPr>
                <w:ilvl w:val="0"/>
                <w:numId w:val="19"/>
              </w:numPr>
              <w:rPr>
                <w:rFonts w:cs="Calibri"/>
                <w:sz w:val="20"/>
                <w:szCs w:val="20"/>
              </w:rPr>
            </w:pPr>
            <w:r w:rsidRPr="00E21E75">
              <w:rPr>
                <w:rFonts w:cs="Calibri"/>
                <w:sz w:val="20"/>
                <w:szCs w:val="20"/>
              </w:rPr>
              <w:t>All PPE used during the process will be dis</w:t>
            </w:r>
            <w:r w:rsidR="008C308B">
              <w:rPr>
                <w:rFonts w:cs="Calibri"/>
                <w:sz w:val="20"/>
                <w:szCs w:val="20"/>
              </w:rPr>
              <w:t>p</w:t>
            </w:r>
            <w:r w:rsidRPr="00E21E75">
              <w:rPr>
                <w:rFonts w:cs="Calibri"/>
                <w:sz w:val="20"/>
                <w:szCs w:val="20"/>
              </w:rPr>
              <w:t xml:space="preserve">osed </w:t>
            </w:r>
            <w:r w:rsidR="00045B36" w:rsidRPr="00E21E75">
              <w:rPr>
                <w:rFonts w:cs="Calibri"/>
                <w:sz w:val="20"/>
                <w:szCs w:val="20"/>
              </w:rPr>
              <w:t>of</w:t>
            </w:r>
            <w:r w:rsidRPr="00E21E75">
              <w:rPr>
                <w:rFonts w:cs="Calibri"/>
                <w:sz w:val="20"/>
                <w:szCs w:val="20"/>
              </w:rPr>
              <w:t xml:space="preserve"> by double bagging</w:t>
            </w:r>
          </w:p>
          <w:p w14:paraId="29E1B7AE" w14:textId="77777777" w:rsidR="008C308B" w:rsidRDefault="008C308B" w:rsidP="001619EE">
            <w:pPr>
              <w:pStyle w:val="ListParagraph"/>
              <w:numPr>
                <w:ilvl w:val="0"/>
                <w:numId w:val="19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Disinfecting of van between cleaning jobs and at the end of the day to include the cab area</w:t>
            </w:r>
          </w:p>
          <w:p w14:paraId="041BC6D0" w14:textId="77777777" w:rsidR="008C308B" w:rsidRDefault="008C308B" w:rsidP="001619EE">
            <w:pPr>
              <w:pStyle w:val="ListParagraph"/>
              <w:numPr>
                <w:ilvl w:val="0"/>
                <w:numId w:val="19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Protective suits to be worn and disposed of after every job</w:t>
            </w:r>
          </w:p>
          <w:p w14:paraId="39246AC8" w14:textId="284A7F91" w:rsidR="008C308B" w:rsidRPr="008C308B" w:rsidRDefault="008C308B" w:rsidP="008C308B">
            <w:pPr>
              <w:rPr>
                <w:rFonts w:cs="Calibri"/>
              </w:rPr>
            </w:pPr>
          </w:p>
        </w:tc>
        <w:tc>
          <w:tcPr>
            <w:tcW w:w="3117" w:type="dxa"/>
            <w:shd w:val="clear" w:color="auto" w:fill="auto"/>
          </w:tcPr>
          <w:p w14:paraId="2B14D1F7" w14:textId="77777777" w:rsidR="00BE7B31" w:rsidRPr="00E21E75" w:rsidRDefault="00E21E75" w:rsidP="001619EE">
            <w:pPr>
              <w:pStyle w:val="ListParagraph"/>
              <w:numPr>
                <w:ilvl w:val="0"/>
                <w:numId w:val="19"/>
              </w:numPr>
              <w:rPr>
                <w:rFonts w:cs="Calibri"/>
                <w:sz w:val="20"/>
                <w:szCs w:val="20"/>
              </w:rPr>
            </w:pPr>
            <w:r w:rsidRPr="00E21E75">
              <w:rPr>
                <w:rFonts w:cs="Calibri"/>
                <w:sz w:val="20"/>
                <w:szCs w:val="20"/>
              </w:rPr>
              <w:t>Staff are reminded to wash hands before and after wearing gloves</w:t>
            </w:r>
          </w:p>
          <w:p w14:paraId="18076765" w14:textId="3C22123A" w:rsidR="00E21E75" w:rsidRPr="00E21E75" w:rsidRDefault="00E21E75" w:rsidP="001619EE">
            <w:pPr>
              <w:pStyle w:val="ListParagraph"/>
              <w:numPr>
                <w:ilvl w:val="0"/>
                <w:numId w:val="19"/>
              </w:numPr>
              <w:rPr>
                <w:rFonts w:cs="Calibri"/>
                <w:sz w:val="20"/>
                <w:szCs w:val="20"/>
              </w:rPr>
            </w:pPr>
            <w:r w:rsidRPr="00E21E75">
              <w:rPr>
                <w:rFonts w:cs="Calibri"/>
                <w:sz w:val="20"/>
                <w:szCs w:val="20"/>
              </w:rPr>
              <w:t>Wash hands before eating drinking and or smoking or vaping</w:t>
            </w:r>
          </w:p>
          <w:p w14:paraId="0C736F3C" w14:textId="77777777" w:rsidR="00E21E75" w:rsidRPr="00E21E75" w:rsidRDefault="00E21E75" w:rsidP="001619EE">
            <w:pPr>
              <w:pStyle w:val="ListParagraph"/>
              <w:numPr>
                <w:ilvl w:val="0"/>
                <w:numId w:val="19"/>
              </w:numPr>
              <w:rPr>
                <w:rFonts w:cs="Calibri"/>
                <w:sz w:val="20"/>
                <w:szCs w:val="20"/>
              </w:rPr>
            </w:pPr>
            <w:r w:rsidRPr="00E21E75">
              <w:rPr>
                <w:rFonts w:cs="Calibri"/>
                <w:sz w:val="20"/>
                <w:szCs w:val="20"/>
              </w:rPr>
              <w:t>Separate area provided for rest periods</w:t>
            </w:r>
          </w:p>
          <w:p w14:paraId="1157212B" w14:textId="72AAB7F4" w:rsidR="00E21E75" w:rsidRDefault="00E21E75" w:rsidP="001619EE">
            <w:pPr>
              <w:pStyle w:val="ListParagraph"/>
              <w:numPr>
                <w:ilvl w:val="0"/>
                <w:numId w:val="19"/>
              </w:numPr>
              <w:rPr>
                <w:rFonts w:cs="Calibri"/>
                <w:sz w:val="20"/>
                <w:szCs w:val="20"/>
              </w:rPr>
            </w:pPr>
            <w:r w:rsidRPr="00E21E75">
              <w:rPr>
                <w:rFonts w:cs="Calibri"/>
                <w:sz w:val="20"/>
                <w:szCs w:val="20"/>
              </w:rPr>
              <w:t xml:space="preserve">Used cleaning </w:t>
            </w:r>
            <w:r w:rsidR="00045B36" w:rsidRPr="00E21E75">
              <w:rPr>
                <w:rFonts w:cs="Calibri"/>
                <w:sz w:val="20"/>
                <w:szCs w:val="20"/>
              </w:rPr>
              <w:t>materials</w:t>
            </w:r>
            <w:r w:rsidR="00045B36">
              <w:rPr>
                <w:rFonts w:cs="Calibri"/>
                <w:sz w:val="20"/>
                <w:szCs w:val="20"/>
              </w:rPr>
              <w:t>,</w:t>
            </w:r>
            <w:r w:rsidR="00045B36" w:rsidRPr="00E21E75">
              <w:rPr>
                <w:rFonts w:cs="Calibri"/>
                <w:sz w:val="20"/>
                <w:szCs w:val="20"/>
              </w:rPr>
              <w:t xml:space="preserve"> must</w:t>
            </w:r>
            <w:r w:rsidRPr="00E21E75">
              <w:rPr>
                <w:rFonts w:cs="Calibri"/>
                <w:sz w:val="20"/>
                <w:szCs w:val="20"/>
              </w:rPr>
              <w:t xml:space="preserve"> be double bagged and disposed of as per the company waste disposal policy</w:t>
            </w:r>
          </w:p>
          <w:p w14:paraId="2A810E7E" w14:textId="77777777" w:rsidR="008C308B" w:rsidRDefault="008C308B" w:rsidP="001619EE">
            <w:pPr>
              <w:pStyle w:val="ListParagraph"/>
              <w:numPr>
                <w:ilvl w:val="0"/>
                <w:numId w:val="19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Appropriate RPE must be worn</w:t>
            </w:r>
          </w:p>
          <w:p w14:paraId="7101BA59" w14:textId="3811822E" w:rsidR="008C308B" w:rsidRDefault="008C308B" w:rsidP="001619EE">
            <w:pPr>
              <w:pStyle w:val="ListParagraph"/>
              <w:numPr>
                <w:ilvl w:val="0"/>
                <w:numId w:val="19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Communication equipment/mobile </w:t>
            </w:r>
            <w:r w:rsidR="00045B36">
              <w:rPr>
                <w:rFonts w:cs="Calibri"/>
                <w:sz w:val="20"/>
                <w:szCs w:val="20"/>
              </w:rPr>
              <w:t>phone</w:t>
            </w:r>
            <w:r>
              <w:rPr>
                <w:rFonts w:cs="Calibri"/>
                <w:sz w:val="20"/>
                <w:szCs w:val="20"/>
              </w:rPr>
              <w:t xml:space="preserve"> will be disinfected on a regular basis</w:t>
            </w:r>
          </w:p>
          <w:p w14:paraId="45213F84" w14:textId="7A9B5842" w:rsidR="008C308B" w:rsidRPr="00E21E75" w:rsidRDefault="008C308B" w:rsidP="001619EE">
            <w:pPr>
              <w:pStyle w:val="ListParagraph"/>
              <w:numPr>
                <w:ilvl w:val="0"/>
                <w:numId w:val="19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Antibacterial </w:t>
            </w:r>
            <w:r w:rsidR="00045B36">
              <w:rPr>
                <w:rFonts w:cs="Calibri"/>
                <w:sz w:val="20"/>
                <w:szCs w:val="20"/>
              </w:rPr>
              <w:t>hand gels</w:t>
            </w:r>
            <w:r>
              <w:rPr>
                <w:rFonts w:cs="Calibri"/>
                <w:sz w:val="20"/>
                <w:szCs w:val="20"/>
              </w:rPr>
              <w:t xml:space="preserve"> provided to all staff</w:t>
            </w:r>
          </w:p>
        </w:tc>
        <w:tc>
          <w:tcPr>
            <w:tcW w:w="425" w:type="dxa"/>
          </w:tcPr>
          <w:p w14:paraId="278E8206" w14:textId="262E94A5" w:rsidR="00BE7B31" w:rsidRPr="00DE767D" w:rsidRDefault="008C308B" w:rsidP="00BE7B31">
            <w:pPr>
              <w:pStyle w:val="Head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426" w:type="dxa"/>
          </w:tcPr>
          <w:p w14:paraId="211ED635" w14:textId="6409414D" w:rsidR="00BE7B31" w:rsidRPr="00DE767D" w:rsidRDefault="008C308B" w:rsidP="00BE7B31">
            <w:pPr>
              <w:pStyle w:val="Head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682" w:type="dxa"/>
          </w:tcPr>
          <w:p w14:paraId="370C614F" w14:textId="521B2321" w:rsidR="00BE7B31" w:rsidRPr="00DE767D" w:rsidRDefault="008C308B" w:rsidP="00BE7B31">
            <w:pPr>
              <w:pStyle w:val="Head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</w:t>
            </w:r>
          </w:p>
        </w:tc>
      </w:tr>
    </w:tbl>
    <w:p w14:paraId="7CCA3C93" w14:textId="77777777" w:rsidR="00BE7B31" w:rsidRDefault="00BE7B31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6F96091D" w14:textId="69E883F6" w:rsidR="00BE7B31" w:rsidRDefault="00BE7B31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181B59E6" w14:textId="77777777" w:rsidR="00BE7B31" w:rsidRDefault="00BE7B31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08C3198E" w14:textId="77777777" w:rsidR="00BE7B31" w:rsidRDefault="00BE7B31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64B474D9" w14:textId="77777777" w:rsidR="007934F3" w:rsidRDefault="007934F3" w:rsidP="00D37A5C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9F39540" w14:textId="77777777" w:rsidR="007934F3" w:rsidRDefault="007934F3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10B1B216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0C09B6F5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6BBC9AFC" w14:textId="77777777" w:rsidR="005915F7" w:rsidRDefault="005915F7" w:rsidP="005915F7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2AB83213" w14:textId="77777777" w:rsidR="000E05B2" w:rsidRDefault="000E05B2" w:rsidP="005915F7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4F58EB2" w14:textId="77777777" w:rsidR="000E05B2" w:rsidRDefault="000E05B2" w:rsidP="005915F7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283363" w14:textId="77777777" w:rsidR="000E05B2" w:rsidRDefault="000E05B2" w:rsidP="005915F7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A3DFE9F" w14:textId="77777777" w:rsidR="000E05B2" w:rsidRDefault="000E05B2" w:rsidP="005915F7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44CB232" w14:textId="3495D9DB" w:rsidR="000E05B2" w:rsidRDefault="000E05B2" w:rsidP="005915F7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3D38664" w14:textId="77777777" w:rsidR="00045B36" w:rsidRDefault="00045B36" w:rsidP="005915F7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D92A86A" w14:textId="075DCB4B" w:rsidR="007770CC" w:rsidRPr="007770CC" w:rsidRDefault="007770CC" w:rsidP="005915F7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70CC">
        <w:rPr>
          <w:rFonts w:asciiTheme="minorHAnsi" w:hAnsiTheme="minorHAnsi" w:cstheme="minorHAnsi"/>
          <w:b/>
          <w:bCs/>
          <w:sz w:val="22"/>
          <w:szCs w:val="22"/>
        </w:rPr>
        <w:t>PPE Required</w:t>
      </w:r>
    </w:p>
    <w:p w14:paraId="3E53AF84" w14:textId="77777777" w:rsidR="007770CC" w:rsidRDefault="007770CC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7770CC">
        <w:rPr>
          <w:rFonts w:asciiTheme="minorHAnsi" w:hAnsiTheme="minorHAnsi" w:cstheme="minorHAnsi"/>
          <w:b/>
          <w:bCs/>
          <w:sz w:val="16"/>
          <w:szCs w:val="16"/>
        </w:rPr>
        <w:t>(Please tick all that apply</w:t>
      </w:r>
      <w:r w:rsidR="00745448">
        <w:rPr>
          <w:rFonts w:asciiTheme="minorHAnsi" w:hAnsiTheme="minorHAnsi" w:cstheme="minorHAnsi"/>
          <w:b/>
          <w:bCs/>
          <w:sz w:val="16"/>
          <w:szCs w:val="16"/>
        </w:rPr>
        <w:t>)</w:t>
      </w:r>
    </w:p>
    <w:p w14:paraId="2B813FF5" w14:textId="77777777" w:rsidR="00745448" w:rsidRPr="007770CC" w:rsidRDefault="00745448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567"/>
        <w:gridCol w:w="567"/>
        <w:gridCol w:w="567"/>
        <w:gridCol w:w="567"/>
        <w:gridCol w:w="2127"/>
        <w:gridCol w:w="1984"/>
        <w:gridCol w:w="1985"/>
        <w:gridCol w:w="1984"/>
        <w:gridCol w:w="1706"/>
      </w:tblGrid>
      <w:tr w:rsidR="00745448" w:rsidRPr="00651EF5" w14:paraId="731DD756" w14:textId="77777777" w:rsidTr="00632DD1">
        <w:trPr>
          <w:trHeight w:val="1266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187F6E27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37BA634" wp14:editId="59A3CF83">
                  <wp:extent cx="57912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6BB180F8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C5CBE63" wp14:editId="0D00C817">
                  <wp:extent cx="579120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13AD89C8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208D206" wp14:editId="576E2ECF">
                  <wp:extent cx="621665" cy="822960"/>
                  <wp:effectExtent l="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038B6F7D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9069424" wp14:editId="4C6DF3DB">
                  <wp:extent cx="633730" cy="82296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1740B9DF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130FD0A" wp14:editId="3F68325D">
                  <wp:extent cx="658495" cy="822960"/>
                  <wp:effectExtent l="0" t="0" r="825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292760FA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B60E970" wp14:editId="6FE82462">
                  <wp:extent cx="664210" cy="822960"/>
                  <wp:effectExtent l="0" t="0" r="254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66C01CCD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7C8B45F" wp14:editId="29BC623A">
                  <wp:extent cx="652145" cy="82296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7D50A241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5ADAE98A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HELMET</w:t>
            </w:r>
          </w:p>
          <w:p w14:paraId="1B3E312C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3BF116E3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HIGH VISIBILITY VEST</w:t>
            </w:r>
          </w:p>
          <w:p w14:paraId="2B07DB42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67732FD1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BOOTS</w:t>
            </w:r>
          </w:p>
          <w:p w14:paraId="48FE51A6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5F8F1649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GLOVES</w:t>
            </w:r>
          </w:p>
          <w:p w14:paraId="0F56C53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ED8888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EYE PROTECTION</w:t>
            </w:r>
          </w:p>
          <w:p w14:paraId="23FA69B4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58B5DCE1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EAR PROTECTION</w:t>
            </w:r>
          </w:p>
          <w:p w14:paraId="53E7904F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7598081A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OVERALLS</w:t>
            </w:r>
          </w:p>
          <w:p w14:paraId="647BD2BE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</w:tr>
      <w:tr w:rsidR="00745448" w:rsidRPr="00651EF5" w14:paraId="7FCE00A9" w14:textId="77777777" w:rsidTr="000E05B2">
        <w:trPr>
          <w:jc w:val="center"/>
        </w:trPr>
        <w:tc>
          <w:tcPr>
            <w:tcW w:w="2263" w:type="dxa"/>
            <w:shd w:val="clear" w:color="auto" w:fill="92D050"/>
          </w:tcPr>
          <w:p w14:paraId="196D92A6" w14:textId="77777777" w:rsidR="00745448" w:rsidRPr="00651EF5" w:rsidRDefault="00745448" w:rsidP="00BF00E2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  <w:p w14:paraId="1B9FA7AC" w14:textId="77777777" w:rsidR="00745448" w:rsidRPr="00651EF5" w:rsidRDefault="00745448" w:rsidP="00BF00E2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56F04242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92D050"/>
          </w:tcPr>
          <w:p w14:paraId="5A2AB079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92D050"/>
          </w:tcPr>
          <w:p w14:paraId="32C0EB46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92D050"/>
          </w:tcPr>
          <w:p w14:paraId="2E0EA3B0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92D050"/>
          </w:tcPr>
          <w:p w14:paraId="02AA66D1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6" w:type="dxa"/>
            <w:shd w:val="clear" w:color="auto" w:fill="92D050"/>
          </w:tcPr>
          <w:p w14:paraId="5E37052A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5448" w:rsidRPr="00651EF5" w14:paraId="1109137F" w14:textId="77777777" w:rsidTr="00F619C9">
        <w:trPr>
          <w:trHeight w:val="1338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1CFC5386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87E7B52" wp14:editId="774DA033">
                  <wp:extent cx="603250" cy="817245"/>
                  <wp:effectExtent l="0" t="0" r="6350" b="190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171D0689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807B331" wp14:editId="5A7269F1">
                  <wp:extent cx="658495" cy="817245"/>
                  <wp:effectExtent l="0" t="0" r="8255" b="190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4F907ADA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257283A" wp14:editId="14AF2592">
                  <wp:extent cx="640080" cy="817245"/>
                  <wp:effectExtent l="0" t="0" r="7620" b="190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74C5E92A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E41061E" wp14:editId="3F946997">
                  <wp:extent cx="633730" cy="810895"/>
                  <wp:effectExtent l="0" t="0" r="0" b="8255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678EE6A4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BA3A4A4" wp14:editId="0FEFF8CE">
                  <wp:extent cx="621665" cy="810895"/>
                  <wp:effectExtent l="0" t="0" r="6985" b="825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7033217A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428A66B" wp14:editId="26851776">
                  <wp:extent cx="633730" cy="814999"/>
                  <wp:effectExtent l="0" t="0" r="0" b="444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35"/>
                          <a:stretch/>
                        </pic:blipFill>
                        <pic:spPr bwMode="auto">
                          <a:xfrm>
                            <a:off x="0" y="0"/>
                            <a:ext cx="633730" cy="814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749847D8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AE1D35F" wp14:editId="2476C49F">
                  <wp:extent cx="640080" cy="810895"/>
                  <wp:effectExtent l="0" t="0" r="7620" b="825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615B453A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243DA383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LABORATORY COATS</w:t>
            </w:r>
          </w:p>
          <w:p w14:paraId="6BB6B127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5AB719D4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WELDING MASK</w:t>
            </w:r>
          </w:p>
          <w:p w14:paraId="3D66D32D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2CC0342C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VISORS</w:t>
            </w:r>
          </w:p>
          <w:p w14:paraId="649E591E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9CDCBA3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HAIR NETS</w:t>
            </w:r>
          </w:p>
          <w:p w14:paraId="5709E9BB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25889A5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ESCAPE ROUTES</w:t>
            </w:r>
          </w:p>
          <w:p w14:paraId="09A54933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KEPT CLEAR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4F5DD3B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SAFETY HARNESSES </w:t>
            </w:r>
          </w:p>
          <w:p w14:paraId="0734E0A7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129B0D56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NO MOBILE PHONES</w:t>
            </w:r>
          </w:p>
        </w:tc>
      </w:tr>
      <w:tr w:rsidR="00745448" w:rsidRPr="00651EF5" w14:paraId="01BDAEF7" w14:textId="77777777" w:rsidTr="000E05B2">
        <w:trPr>
          <w:jc w:val="center"/>
        </w:trPr>
        <w:tc>
          <w:tcPr>
            <w:tcW w:w="2263" w:type="dxa"/>
            <w:shd w:val="clear" w:color="auto" w:fill="auto"/>
          </w:tcPr>
          <w:p w14:paraId="057BA9A0" w14:textId="77777777" w:rsidR="00745448" w:rsidRPr="00651EF5" w:rsidRDefault="00745448" w:rsidP="00BF00E2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742713A6" w14:textId="77777777" w:rsidR="00745448" w:rsidRPr="00651EF5" w:rsidRDefault="00745448" w:rsidP="00BF00E2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1A29ADCF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92D050"/>
          </w:tcPr>
          <w:p w14:paraId="4BFDA442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5C934B72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92D050"/>
          </w:tcPr>
          <w:p w14:paraId="19C23B98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92D050"/>
          </w:tcPr>
          <w:p w14:paraId="4B74EE44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5FE57B72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  <w:tr w:rsidR="00745448" w:rsidRPr="00651EF5" w14:paraId="72F98C7E" w14:textId="77777777" w:rsidTr="00F619C9">
        <w:trPr>
          <w:trHeight w:val="1181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64EDF872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1F5B823" wp14:editId="5AA5EF5B">
                  <wp:extent cx="652145" cy="786765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18610888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ADC4B54" wp14:editId="6042A41D">
                  <wp:extent cx="652145" cy="786765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5D910F17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79EDB20" wp14:editId="24495EBA">
                  <wp:extent cx="652145" cy="817245"/>
                  <wp:effectExtent l="0" t="0" r="0" b="190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20FCBC59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DC3C20A" wp14:editId="49F7C383">
                  <wp:extent cx="652145" cy="82296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1AD277C1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114562D" wp14:editId="443AD12B">
                  <wp:extent cx="621665" cy="822960"/>
                  <wp:effectExtent l="0" t="0" r="698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748DD4A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F7729C7" wp14:editId="398A71E3">
                  <wp:extent cx="658495" cy="822960"/>
                  <wp:effectExtent l="0" t="0" r="825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</w:tcPr>
          <w:p w14:paraId="615E1FDF" w14:textId="77777777" w:rsidR="00745448" w:rsidRPr="00651EF5" w:rsidRDefault="00632DD1" w:rsidP="00632DD1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26DA5D6" wp14:editId="5AB3F5AE">
                  <wp:extent cx="621089" cy="82193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438"/>
                          <a:stretch/>
                        </pic:blipFill>
                        <pic:spPr bwMode="auto">
                          <a:xfrm>
                            <a:off x="0" y="0"/>
                            <a:ext cx="624609" cy="82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74C8EFEF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6A8FBFD9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REPIRATORS</w:t>
            </w:r>
          </w:p>
          <w:p w14:paraId="27BFCE43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04589F6F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HAVE YOU BEEN</w:t>
            </w:r>
          </w:p>
          <w:p w14:paraId="56E9168D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FACE FIT TESTED?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47130606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PEDESTRIAN MUST</w:t>
            </w:r>
          </w:p>
          <w:p w14:paraId="3FDAF61C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USE THIS ROUTE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4E207985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OVERALLS</w:t>
            </w:r>
          </w:p>
          <w:p w14:paraId="4EE2CBFE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DB89F98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FOOTWEAR</w:t>
            </w:r>
          </w:p>
          <w:p w14:paraId="5ECF7FA1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 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5960359A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OPAQUE SAFETY GLASSES</w:t>
            </w:r>
          </w:p>
          <w:p w14:paraId="5AF54749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0EBC9C68" w14:textId="77777777" w:rsidR="00745448" w:rsidRPr="00632DD1" w:rsidRDefault="00632DD1" w:rsidP="00BF00E2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632DD1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DRIVERS MUST REPORT TO SITE OFFICE</w:t>
            </w:r>
          </w:p>
        </w:tc>
      </w:tr>
      <w:tr w:rsidR="001603FD" w:rsidRPr="00651EF5" w14:paraId="22DB436B" w14:textId="77777777" w:rsidTr="000E05B2">
        <w:trPr>
          <w:jc w:val="center"/>
        </w:trPr>
        <w:tc>
          <w:tcPr>
            <w:tcW w:w="2263" w:type="dxa"/>
            <w:shd w:val="clear" w:color="auto" w:fill="92D050"/>
          </w:tcPr>
          <w:p w14:paraId="5BA99FD4" w14:textId="77777777" w:rsidR="001603FD" w:rsidRPr="00651EF5" w:rsidRDefault="001603FD" w:rsidP="00BF00E2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15657989" w14:textId="77777777" w:rsidR="001603FD" w:rsidRPr="00651EF5" w:rsidRDefault="001603FD" w:rsidP="00BF00E2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14:paraId="70F4375C" w14:textId="77777777" w:rsidR="001603FD" w:rsidRPr="001603FD" w:rsidRDefault="001603FD" w:rsidP="00BF00E2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1603FD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567" w:type="dxa"/>
            <w:shd w:val="clear" w:color="auto" w:fill="auto"/>
          </w:tcPr>
          <w:p w14:paraId="63FCC645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14:paraId="734F3D06" w14:textId="77777777" w:rsidR="001603FD" w:rsidRPr="001603FD" w:rsidRDefault="001603FD" w:rsidP="00BF00E2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1603FD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Nio</w:t>
            </w:r>
          </w:p>
        </w:tc>
        <w:tc>
          <w:tcPr>
            <w:tcW w:w="567" w:type="dxa"/>
            <w:shd w:val="clear" w:color="auto" w:fill="auto"/>
          </w:tcPr>
          <w:p w14:paraId="41E507F7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92D050"/>
          </w:tcPr>
          <w:p w14:paraId="0A6F6115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6DEC07A4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12EE1472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52930240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92D050"/>
          </w:tcPr>
          <w:p w14:paraId="6CCA2ADD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</w:tbl>
    <w:p w14:paraId="50B61F56" w14:textId="77777777" w:rsidR="00180839" w:rsidRPr="007770CC" w:rsidRDefault="00180839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5DCFA4F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u w:val="single"/>
        </w:rPr>
      </w:pPr>
      <w:r w:rsidRPr="007770CC">
        <w:rPr>
          <w:rFonts w:asciiTheme="minorHAnsi" w:hAnsiTheme="minorHAnsi" w:cstheme="minorHAnsi"/>
          <w:b/>
          <w:bCs/>
          <w:u w:val="single"/>
        </w:rPr>
        <w:t>Notes</w:t>
      </w:r>
    </w:p>
    <w:p w14:paraId="397BA142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For risk assessments requiring project specific amendment - the Risk Assessment shall be reviewed weekly to ensure, it remains current as the project progresses.</w:t>
      </w:r>
    </w:p>
    <w:p w14:paraId="56E644DB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All employees to attend site induction/sign-in prior to commencing work on site.</w:t>
      </w:r>
    </w:p>
    <w:p w14:paraId="5AEC6444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First Aid facilities to be provided by Client/Principal Contractor</w:t>
      </w:r>
    </w:p>
    <w:p w14:paraId="39CF7552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Welfare facilities to be provided by Client/Principal Contractor</w:t>
      </w:r>
    </w:p>
    <w:p w14:paraId="34835BF8" w14:textId="77777777" w:rsidR="009E614E" w:rsidRDefault="009E614E" w:rsidP="0059074B">
      <w:pPr>
        <w:rPr>
          <w:rFonts w:ascii="Verdana" w:hAnsi="Verdana" w:cs="Arial"/>
          <w:b/>
          <w:bCs/>
          <w:u w:val="single"/>
        </w:rPr>
      </w:pPr>
    </w:p>
    <w:p w14:paraId="4E8E8BEB" w14:textId="77777777" w:rsidR="000E05B2" w:rsidRDefault="000E05B2" w:rsidP="0059074B">
      <w:pPr>
        <w:rPr>
          <w:rFonts w:asciiTheme="minorHAnsi" w:hAnsiTheme="minorHAnsi" w:cstheme="minorHAnsi"/>
          <w:b/>
          <w:bCs/>
          <w:u w:val="single"/>
        </w:rPr>
      </w:pPr>
    </w:p>
    <w:p w14:paraId="3EC90BB6" w14:textId="77777777" w:rsidR="000E05B2" w:rsidRDefault="000E05B2" w:rsidP="0059074B">
      <w:pPr>
        <w:rPr>
          <w:rFonts w:asciiTheme="minorHAnsi" w:hAnsiTheme="minorHAnsi" w:cstheme="minorHAnsi"/>
          <w:b/>
          <w:bCs/>
          <w:u w:val="single"/>
        </w:rPr>
      </w:pPr>
    </w:p>
    <w:p w14:paraId="59AB21F2" w14:textId="77777777" w:rsidR="000E05B2" w:rsidRDefault="000E05B2" w:rsidP="0059074B">
      <w:pPr>
        <w:rPr>
          <w:rFonts w:asciiTheme="minorHAnsi" w:hAnsiTheme="minorHAnsi" w:cstheme="minorHAnsi"/>
          <w:b/>
          <w:bCs/>
          <w:u w:val="single"/>
        </w:rPr>
      </w:pPr>
    </w:p>
    <w:p w14:paraId="2400902D" w14:textId="77777777" w:rsidR="000E05B2" w:rsidRDefault="000E05B2" w:rsidP="0059074B">
      <w:pPr>
        <w:rPr>
          <w:rFonts w:asciiTheme="minorHAnsi" w:hAnsiTheme="minorHAnsi" w:cstheme="minorHAnsi"/>
          <w:b/>
          <w:bCs/>
          <w:u w:val="single"/>
        </w:rPr>
      </w:pPr>
    </w:p>
    <w:p w14:paraId="32AE033F" w14:textId="15421A88" w:rsidR="00774127" w:rsidRPr="000C5559" w:rsidRDefault="00BF02FC" w:rsidP="0059074B">
      <w:pPr>
        <w:rPr>
          <w:rFonts w:asciiTheme="minorHAnsi" w:hAnsiTheme="minorHAnsi" w:cstheme="minorHAnsi"/>
          <w:bCs/>
        </w:rPr>
      </w:pPr>
      <w:r w:rsidRPr="000C5559">
        <w:rPr>
          <w:rFonts w:asciiTheme="minorHAnsi" w:hAnsiTheme="minorHAnsi" w:cstheme="minorHAnsi"/>
          <w:b/>
          <w:bCs/>
          <w:u w:val="single"/>
        </w:rPr>
        <w:t>Risk Assessment Matrix</w:t>
      </w:r>
    </w:p>
    <w:p w14:paraId="58BF62C6" w14:textId="77777777" w:rsidR="00BF02FC" w:rsidRPr="000C5559" w:rsidRDefault="00BF02FC" w:rsidP="0059074B">
      <w:pPr>
        <w:rPr>
          <w:rFonts w:asciiTheme="minorHAnsi" w:hAnsiTheme="minorHAnsi" w:cstheme="minorHAnsi"/>
          <w:b/>
          <w:bCs/>
        </w:rPr>
      </w:pPr>
      <w:r w:rsidRPr="000C5559">
        <w:rPr>
          <w:rFonts w:asciiTheme="minorHAnsi" w:hAnsiTheme="minorHAnsi" w:cstheme="minorHAnsi"/>
          <w:b/>
          <w:bCs/>
        </w:rPr>
        <w:t>Multiply scores to arrive at risk rating</w:t>
      </w:r>
      <w:r w:rsidR="00A21C7A" w:rsidRPr="000C5559">
        <w:rPr>
          <w:rFonts w:asciiTheme="minorHAnsi" w:hAnsiTheme="minorHAnsi" w:cstheme="minorHAnsi"/>
          <w:b/>
          <w:bCs/>
        </w:rPr>
        <w:t xml:space="preserve"> (RR)</w:t>
      </w:r>
    </w:p>
    <w:p w14:paraId="413D2C6F" w14:textId="77777777" w:rsidR="00BF02FC" w:rsidRPr="000C5559" w:rsidRDefault="00BF02FC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848"/>
        <w:gridCol w:w="1031"/>
        <w:gridCol w:w="1031"/>
        <w:gridCol w:w="1031"/>
        <w:gridCol w:w="1031"/>
        <w:gridCol w:w="1031"/>
        <w:gridCol w:w="1031"/>
      </w:tblGrid>
      <w:tr w:rsidR="00BF02FC" w:rsidRPr="000C5559" w14:paraId="0EAF3593" w14:textId="77777777" w:rsidTr="007F77F6">
        <w:trPr>
          <w:trHeight w:val="349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14:paraId="62DE6461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BDD71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86" w:type="dxa"/>
            <w:gridSpan w:val="6"/>
            <w:tcBorders>
              <w:left w:val="single" w:sz="4" w:space="0" w:color="auto"/>
            </w:tcBorders>
            <w:shd w:val="clear" w:color="auto" w:fill="E0E0E0"/>
          </w:tcPr>
          <w:p w14:paraId="75F0B4B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Probability</w:t>
            </w:r>
          </w:p>
          <w:p w14:paraId="2E51AEE4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02FC" w:rsidRPr="000C5559" w14:paraId="71CEF1FF" w14:textId="77777777" w:rsidTr="007F77F6">
        <w:trPr>
          <w:cantSplit/>
          <w:trHeight w:val="1459"/>
        </w:trPr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A70C96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ABB9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41AAB3B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Remote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E27AC16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Unlikely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3017D91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Possible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0B3AF8A6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7061AB07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Very 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6DEB2A9E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Certain</w:t>
            </w:r>
          </w:p>
        </w:tc>
      </w:tr>
      <w:tr w:rsidR="00BF02FC" w:rsidRPr="000C5559" w14:paraId="74069178" w14:textId="77777777" w:rsidTr="007F77F6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E0E0E0"/>
            <w:textDirection w:val="btLr"/>
          </w:tcPr>
          <w:p w14:paraId="2B26B48E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1782C" w:rsidRPr="000C5559">
              <w:rPr>
                <w:rFonts w:asciiTheme="minorHAnsi" w:hAnsiTheme="minorHAnsi" w:cstheme="minorHAnsi"/>
                <w:b/>
                <w:bCs/>
              </w:rPr>
              <w:t>Outcome</w:t>
            </w:r>
          </w:p>
        </w:tc>
        <w:tc>
          <w:tcPr>
            <w:tcW w:w="2848" w:type="dxa"/>
            <w:tcBorders>
              <w:top w:val="single" w:sz="4" w:space="0" w:color="auto"/>
            </w:tcBorders>
            <w:shd w:val="clear" w:color="auto" w:fill="auto"/>
          </w:tcPr>
          <w:p w14:paraId="06E97B3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No Injury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462989D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429A875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3D46632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5056AD8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284AFBA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5FA48AE2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4670E4C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5A2340C8" w14:textId="77777777" w:rsidTr="007F77F6">
        <w:tc>
          <w:tcPr>
            <w:tcW w:w="614" w:type="dxa"/>
            <w:vMerge/>
            <w:shd w:val="clear" w:color="auto" w:fill="E0E0E0"/>
          </w:tcPr>
          <w:p w14:paraId="3B07923E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2C8232D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Minor Injury</w:t>
            </w:r>
          </w:p>
        </w:tc>
        <w:tc>
          <w:tcPr>
            <w:tcW w:w="1031" w:type="dxa"/>
            <w:shd w:val="clear" w:color="auto" w:fill="E0E0E0"/>
          </w:tcPr>
          <w:p w14:paraId="19E5EFB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25296E5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417A979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17160DC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441ADB7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55632898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5819356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67D598DE" w14:textId="77777777" w:rsidTr="007F77F6">
        <w:tc>
          <w:tcPr>
            <w:tcW w:w="614" w:type="dxa"/>
            <w:vMerge/>
            <w:shd w:val="clear" w:color="auto" w:fill="E0E0E0"/>
          </w:tcPr>
          <w:p w14:paraId="15791C9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624B725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First Aid Injury</w:t>
            </w:r>
          </w:p>
        </w:tc>
        <w:tc>
          <w:tcPr>
            <w:tcW w:w="1031" w:type="dxa"/>
            <w:shd w:val="clear" w:color="auto" w:fill="E0E0E0"/>
          </w:tcPr>
          <w:p w14:paraId="036EACD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47E91B7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54CF143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2746A0F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5B995B8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25581372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3EEEBD0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</w:tr>
      <w:tr w:rsidR="004B66ED" w:rsidRPr="000C5559" w14:paraId="689535DC" w14:textId="77777777" w:rsidTr="007F77F6">
        <w:tc>
          <w:tcPr>
            <w:tcW w:w="614" w:type="dxa"/>
            <w:vMerge/>
            <w:shd w:val="clear" w:color="auto" w:fill="E0E0E0"/>
          </w:tcPr>
          <w:p w14:paraId="08565DC2" w14:textId="77777777" w:rsidR="004B66ED" w:rsidRPr="000C5559" w:rsidRDefault="004B66ED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74579E89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Reportable Injury</w:t>
            </w:r>
          </w:p>
          <w:p w14:paraId="6069DD69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(7 Day)</w:t>
            </w:r>
          </w:p>
        </w:tc>
        <w:tc>
          <w:tcPr>
            <w:tcW w:w="1031" w:type="dxa"/>
            <w:shd w:val="clear" w:color="auto" w:fill="E0E0E0"/>
          </w:tcPr>
          <w:p w14:paraId="585FF7DC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74B49048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4E10006F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56ED79EA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6F6AECCF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  <w:p w14:paraId="740BA321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0000"/>
          </w:tcPr>
          <w:p w14:paraId="7D7E1269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</w:tr>
      <w:tr w:rsidR="00BF02FC" w:rsidRPr="000C5559" w14:paraId="4B36EF77" w14:textId="77777777" w:rsidTr="007F77F6">
        <w:tc>
          <w:tcPr>
            <w:tcW w:w="614" w:type="dxa"/>
            <w:vMerge/>
            <w:shd w:val="clear" w:color="auto" w:fill="E0E0E0"/>
          </w:tcPr>
          <w:p w14:paraId="3F403288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1CDF5DA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Major Injury</w:t>
            </w:r>
          </w:p>
        </w:tc>
        <w:tc>
          <w:tcPr>
            <w:tcW w:w="1031" w:type="dxa"/>
            <w:shd w:val="clear" w:color="auto" w:fill="E0E0E0"/>
          </w:tcPr>
          <w:p w14:paraId="4019A09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00FF00"/>
          </w:tcPr>
          <w:p w14:paraId="3233C76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FF6600"/>
          </w:tcPr>
          <w:p w14:paraId="0774C95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265D57D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  <w:tc>
          <w:tcPr>
            <w:tcW w:w="1031" w:type="dxa"/>
            <w:shd w:val="clear" w:color="auto" w:fill="FF0000"/>
          </w:tcPr>
          <w:p w14:paraId="66008EC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16</w:t>
            </w:r>
          </w:p>
          <w:p w14:paraId="3E724BCC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41D2B35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</w:tr>
      <w:tr w:rsidR="00BF02FC" w:rsidRPr="000C5559" w14:paraId="45E8B529" w14:textId="77777777" w:rsidTr="007F77F6">
        <w:tc>
          <w:tcPr>
            <w:tcW w:w="614" w:type="dxa"/>
            <w:vMerge/>
            <w:shd w:val="clear" w:color="auto" w:fill="E0E0E0"/>
          </w:tcPr>
          <w:p w14:paraId="158D806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7084810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Fatality/Disability</w:t>
            </w:r>
          </w:p>
        </w:tc>
        <w:tc>
          <w:tcPr>
            <w:tcW w:w="1031" w:type="dxa"/>
            <w:shd w:val="clear" w:color="auto" w:fill="E0E0E0"/>
          </w:tcPr>
          <w:p w14:paraId="2657DD6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00FF00"/>
          </w:tcPr>
          <w:p w14:paraId="13D5F19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FF6600"/>
          </w:tcPr>
          <w:p w14:paraId="11A11B2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1031" w:type="dxa"/>
            <w:shd w:val="clear" w:color="auto" w:fill="FF0000"/>
          </w:tcPr>
          <w:p w14:paraId="6C9B419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  <w:tc>
          <w:tcPr>
            <w:tcW w:w="1031" w:type="dxa"/>
            <w:shd w:val="clear" w:color="auto" w:fill="FF0000"/>
          </w:tcPr>
          <w:p w14:paraId="1B3128D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  <w:p w14:paraId="47F761F1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7875451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</w:tr>
    </w:tbl>
    <w:p w14:paraId="0B7AC116" w14:textId="77777777" w:rsidR="00BD0BF9" w:rsidRPr="000C5559" w:rsidRDefault="00BD0BF9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769"/>
        <w:gridCol w:w="1614"/>
        <w:gridCol w:w="11686"/>
      </w:tblGrid>
      <w:tr w:rsidR="00BF02FC" w:rsidRPr="000C5559" w14:paraId="0C4CBE7B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7F4E1EA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Low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72FA558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 – 6</w:t>
            </w:r>
          </w:p>
        </w:tc>
        <w:tc>
          <w:tcPr>
            <w:tcW w:w="1620" w:type="dxa"/>
            <w:shd w:val="clear" w:color="auto" w:fill="auto"/>
          </w:tcPr>
          <w:p w14:paraId="08AF7E0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Monitor </w:t>
            </w:r>
          </w:p>
          <w:p w14:paraId="4F817FC5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360F8421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>Tolerable risk. No additional controls required. Employees made aware of safe/correct system of work.</w:t>
            </w:r>
          </w:p>
        </w:tc>
      </w:tr>
      <w:tr w:rsidR="00BF02FC" w:rsidRPr="000C5559" w14:paraId="3028D15F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77343C0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Med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29EF3C4C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 – 12</w:t>
            </w:r>
          </w:p>
        </w:tc>
        <w:tc>
          <w:tcPr>
            <w:tcW w:w="1620" w:type="dxa"/>
            <w:shd w:val="clear" w:color="auto" w:fill="auto"/>
          </w:tcPr>
          <w:p w14:paraId="59E8F72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 Improvement</w:t>
            </w:r>
          </w:p>
          <w:p w14:paraId="595EF201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2A76F1D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Action required to further reduce risk to acceptable level. Review of process or activity. </w:t>
            </w:r>
          </w:p>
        </w:tc>
      </w:tr>
      <w:tr w:rsidR="00BF02FC" w:rsidRPr="000C5559" w14:paraId="5E3655D4" w14:textId="77777777" w:rsidTr="007F77F6">
        <w:tc>
          <w:tcPr>
            <w:tcW w:w="774" w:type="dxa"/>
            <w:shd w:val="clear" w:color="auto" w:fill="FF0000"/>
            <w:vAlign w:val="center"/>
          </w:tcPr>
          <w:p w14:paraId="28F5048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High</w:t>
            </w:r>
          </w:p>
        </w:tc>
        <w:tc>
          <w:tcPr>
            <w:tcW w:w="774" w:type="dxa"/>
            <w:shd w:val="clear" w:color="auto" w:fill="FF0000"/>
            <w:vAlign w:val="center"/>
          </w:tcPr>
          <w:p w14:paraId="5ABC634C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15+</w:t>
            </w:r>
          </w:p>
        </w:tc>
        <w:tc>
          <w:tcPr>
            <w:tcW w:w="1620" w:type="dxa"/>
            <w:shd w:val="clear" w:color="auto" w:fill="auto"/>
          </w:tcPr>
          <w:p w14:paraId="083A3EC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Immediate Action </w:t>
            </w:r>
          </w:p>
        </w:tc>
        <w:tc>
          <w:tcPr>
            <w:tcW w:w="11907" w:type="dxa"/>
            <w:shd w:val="clear" w:color="auto" w:fill="auto"/>
          </w:tcPr>
          <w:p w14:paraId="3D879F9A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Unacceptable risk. Stop activity immediately. Inform next level of management &amp; refer to </w:t>
            </w:r>
            <w:r w:rsidR="00E04850" w:rsidRPr="000C5559">
              <w:rPr>
                <w:rFonts w:asciiTheme="minorHAnsi" w:hAnsiTheme="minorHAnsi" w:cstheme="minorHAnsi"/>
                <w:b/>
              </w:rPr>
              <w:t>Manager/</w:t>
            </w:r>
            <w:r w:rsidRPr="000C5559">
              <w:rPr>
                <w:rFonts w:asciiTheme="minorHAnsi" w:hAnsiTheme="minorHAnsi" w:cstheme="minorHAnsi"/>
                <w:b/>
              </w:rPr>
              <w:t xml:space="preserve">Safety Coordinator. Possible withdrawal of process or activity. </w:t>
            </w:r>
          </w:p>
          <w:p w14:paraId="1702B715" w14:textId="77777777" w:rsidR="00B247AE" w:rsidRPr="000C5559" w:rsidRDefault="00B247AE" w:rsidP="0009624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65877E81" w14:textId="77777777" w:rsidR="00BF02FC" w:rsidRPr="00774127" w:rsidRDefault="00BF02FC" w:rsidP="00BF02FC">
      <w:pPr>
        <w:rPr>
          <w:rFonts w:ascii="Verdana" w:hAnsi="Verdana" w:cs="Arial"/>
          <w:b/>
          <w:bCs/>
        </w:rPr>
      </w:pPr>
    </w:p>
    <w:p w14:paraId="1A0D0890" w14:textId="77777777" w:rsidR="00BF02FC" w:rsidRDefault="00BF02FC" w:rsidP="00BF02FC">
      <w:pPr>
        <w:rPr>
          <w:rFonts w:ascii="Verdana" w:hAnsi="Verdana" w:cs="Arial"/>
          <w:b/>
          <w:bCs/>
        </w:rPr>
      </w:pPr>
    </w:p>
    <w:p w14:paraId="010E2CCC" w14:textId="77777777" w:rsidR="002605EC" w:rsidRDefault="002605EC" w:rsidP="00BF02FC">
      <w:pPr>
        <w:rPr>
          <w:rFonts w:ascii="Verdana" w:hAnsi="Verdana" w:cs="Arial"/>
          <w:b/>
          <w:bCs/>
        </w:rPr>
      </w:pPr>
    </w:p>
    <w:p w14:paraId="17D92F3B" w14:textId="77777777" w:rsidR="0059074B" w:rsidRDefault="0059074B" w:rsidP="0059074B">
      <w:pPr>
        <w:rPr>
          <w:rFonts w:ascii="Verdana" w:hAnsi="Verdana" w:cs="Arial"/>
          <w:b/>
          <w:bCs/>
        </w:rPr>
      </w:pPr>
    </w:p>
    <w:p w14:paraId="01F5A8DB" w14:textId="77777777" w:rsidR="0059074B" w:rsidRDefault="0059074B" w:rsidP="0059074B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85B7DF0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78FB2E00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5720ABF0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1B70EC6F" w14:textId="77777777" w:rsidR="002605EC" w:rsidRPr="00B87DEF" w:rsidRDefault="002605EC" w:rsidP="0059074B">
      <w:pPr>
        <w:jc w:val="center"/>
        <w:rPr>
          <w:rFonts w:asciiTheme="minorHAnsi" w:hAnsiTheme="minorHAnsi" w:cstheme="minorHAnsi"/>
          <w:u w:val="single"/>
        </w:rPr>
      </w:pPr>
      <w:r w:rsidRPr="00B87DEF">
        <w:rPr>
          <w:rFonts w:asciiTheme="minorHAnsi" w:hAnsiTheme="minorHAnsi" w:cstheme="minorHAnsi"/>
          <w:b/>
          <w:bCs/>
          <w:u w:val="single"/>
        </w:rPr>
        <w:t>Monitoring and Review</w:t>
      </w:r>
    </w:p>
    <w:p w14:paraId="562B146C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2802"/>
        <w:gridCol w:w="2580"/>
        <w:gridCol w:w="3186"/>
        <w:gridCol w:w="4223"/>
      </w:tblGrid>
      <w:tr w:rsidR="002605EC" w:rsidRPr="00B87DEF" w14:paraId="349B8A88" w14:textId="77777777" w:rsidTr="00D86014">
        <w:tc>
          <w:tcPr>
            <w:tcW w:w="2088" w:type="dxa"/>
            <w:shd w:val="clear" w:color="auto" w:fill="E0E0E0"/>
          </w:tcPr>
          <w:p w14:paraId="4DBB529E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Date Completed</w:t>
            </w:r>
          </w:p>
          <w:p w14:paraId="265D5A02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80" w:type="dxa"/>
            <w:shd w:val="clear" w:color="auto" w:fill="E0E0E0"/>
          </w:tcPr>
          <w:p w14:paraId="6652B3B3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Assessed by:</w:t>
            </w:r>
          </w:p>
        </w:tc>
        <w:tc>
          <w:tcPr>
            <w:tcW w:w="2663" w:type="dxa"/>
            <w:shd w:val="clear" w:color="auto" w:fill="E0E0E0"/>
          </w:tcPr>
          <w:p w14:paraId="0DC4C3FB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Job Title:</w:t>
            </w:r>
          </w:p>
        </w:tc>
        <w:tc>
          <w:tcPr>
            <w:tcW w:w="3277" w:type="dxa"/>
            <w:shd w:val="clear" w:color="auto" w:fill="E0E0E0"/>
          </w:tcPr>
          <w:p w14:paraId="509F2184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Signature:</w:t>
            </w:r>
          </w:p>
        </w:tc>
        <w:tc>
          <w:tcPr>
            <w:tcW w:w="4368" w:type="dxa"/>
            <w:shd w:val="clear" w:color="auto" w:fill="E0E0E0"/>
          </w:tcPr>
          <w:p w14:paraId="03D59AAD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Review Date:</w:t>
            </w:r>
          </w:p>
        </w:tc>
      </w:tr>
      <w:tr w:rsidR="002605EC" w:rsidRPr="00B87DEF" w14:paraId="22FC8B4A" w14:textId="77777777" w:rsidTr="00D86014">
        <w:tc>
          <w:tcPr>
            <w:tcW w:w="2088" w:type="dxa"/>
          </w:tcPr>
          <w:p w14:paraId="4E1E5946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7D53B26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80" w:type="dxa"/>
          </w:tcPr>
          <w:p w14:paraId="0EF05A2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3" w:type="dxa"/>
          </w:tcPr>
          <w:p w14:paraId="35BEAB16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77" w:type="dxa"/>
          </w:tcPr>
          <w:p w14:paraId="6EB63192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5E98B24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605EC" w:rsidRPr="00B87DEF" w14:paraId="434ACF6C" w14:textId="77777777" w:rsidTr="00D86014">
        <w:tc>
          <w:tcPr>
            <w:tcW w:w="2088" w:type="dxa"/>
          </w:tcPr>
          <w:p w14:paraId="4D78578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1CC267A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690F3F7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0901C0B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234B378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79ED47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419EDF0F" w14:textId="77777777" w:rsidTr="00D86014">
        <w:tc>
          <w:tcPr>
            <w:tcW w:w="2088" w:type="dxa"/>
          </w:tcPr>
          <w:p w14:paraId="2804406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46282F1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0EA2BC7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14246BB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5445CA9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47AAF2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3C21FE36" w14:textId="77777777" w:rsidTr="00D86014">
        <w:tc>
          <w:tcPr>
            <w:tcW w:w="2088" w:type="dxa"/>
          </w:tcPr>
          <w:p w14:paraId="06E0258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600BA4A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39B8458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6D5021F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3634A78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D0AA32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7F223ECC" w14:textId="77777777" w:rsidR="002605EC" w:rsidRPr="00B87DEF" w:rsidRDefault="002605EC" w:rsidP="002605EC">
      <w:pPr>
        <w:pStyle w:val="Header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14:paraId="5FD00880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4AE30206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  <w:u w:val="single"/>
        </w:rPr>
      </w:pPr>
      <w:r w:rsidRPr="00B87DEF">
        <w:rPr>
          <w:rFonts w:asciiTheme="minorHAnsi" w:hAnsiTheme="minorHAnsi" w:cstheme="minorHAnsi"/>
          <w:b/>
          <w:u w:val="single"/>
        </w:rPr>
        <w:t>Further Actions</w:t>
      </w:r>
    </w:p>
    <w:p w14:paraId="01D16CC3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(Please detail any actions for the risk assessment here)</w:t>
      </w:r>
    </w:p>
    <w:p w14:paraId="5A461A61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4287"/>
        <w:gridCol w:w="2345"/>
        <w:gridCol w:w="1935"/>
        <w:gridCol w:w="4241"/>
      </w:tblGrid>
      <w:tr w:rsidR="002605EC" w:rsidRPr="00B87DEF" w14:paraId="52E113A1" w14:textId="77777777" w:rsidTr="00D86014">
        <w:tc>
          <w:tcPr>
            <w:tcW w:w="2088" w:type="dxa"/>
            <w:shd w:val="clear" w:color="auto" w:fill="E0E0E0"/>
          </w:tcPr>
          <w:p w14:paraId="4E6ED527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Issue</w:t>
            </w:r>
          </w:p>
          <w:p w14:paraId="0CF428D1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8" w:type="dxa"/>
            <w:shd w:val="clear" w:color="auto" w:fill="E0E0E0"/>
          </w:tcPr>
          <w:p w14:paraId="0DCE7FC5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Further action</w:t>
            </w:r>
          </w:p>
        </w:tc>
        <w:tc>
          <w:tcPr>
            <w:tcW w:w="2410" w:type="dxa"/>
            <w:shd w:val="clear" w:color="auto" w:fill="E0E0E0"/>
          </w:tcPr>
          <w:p w14:paraId="460851A1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who?</w:t>
            </w:r>
          </w:p>
        </w:tc>
        <w:tc>
          <w:tcPr>
            <w:tcW w:w="1982" w:type="dxa"/>
            <w:shd w:val="clear" w:color="auto" w:fill="E0E0E0"/>
          </w:tcPr>
          <w:p w14:paraId="483055A5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when?</w:t>
            </w:r>
          </w:p>
        </w:tc>
        <w:tc>
          <w:tcPr>
            <w:tcW w:w="4368" w:type="dxa"/>
            <w:shd w:val="clear" w:color="auto" w:fill="E0E0E0"/>
          </w:tcPr>
          <w:p w14:paraId="015271B6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Completed</w:t>
            </w:r>
          </w:p>
        </w:tc>
      </w:tr>
      <w:tr w:rsidR="002605EC" w:rsidRPr="00B87DEF" w14:paraId="0534252F" w14:textId="77777777" w:rsidTr="00D86014">
        <w:tc>
          <w:tcPr>
            <w:tcW w:w="2088" w:type="dxa"/>
          </w:tcPr>
          <w:p w14:paraId="1FBAF064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61A4F6A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10976C11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1C198445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19F4187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445B7F6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7BAF8309" w14:textId="77777777" w:rsidTr="00D86014">
        <w:tc>
          <w:tcPr>
            <w:tcW w:w="2088" w:type="dxa"/>
          </w:tcPr>
          <w:p w14:paraId="3C83327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103420D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3ADD1D51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4FBA894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4230AB34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6024B7E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60FBB448" w14:textId="77777777" w:rsidTr="00D86014">
        <w:tc>
          <w:tcPr>
            <w:tcW w:w="2088" w:type="dxa"/>
          </w:tcPr>
          <w:p w14:paraId="1742EEFA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7DD6A64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2EB64AF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2659BF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2F1C8D0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755BE20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24AA47D1" w14:textId="77777777" w:rsidTr="00D86014">
        <w:tc>
          <w:tcPr>
            <w:tcW w:w="2088" w:type="dxa"/>
          </w:tcPr>
          <w:p w14:paraId="33402AC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3FB5574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</w:tcPr>
          <w:p w14:paraId="2AE3045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22AF9AA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</w:tcPr>
          <w:p w14:paraId="25B8CA1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3D2DE4A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3391F2A5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</w:rPr>
      </w:pPr>
    </w:p>
    <w:p w14:paraId="011675FE" w14:textId="5BBE9471" w:rsidR="002605EC" w:rsidRDefault="002605EC" w:rsidP="002605EC">
      <w:pPr>
        <w:jc w:val="center"/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All actions to be followed up are marked in bold in the body of the risk assessment above.</w:t>
      </w:r>
    </w:p>
    <w:p w14:paraId="3951A445" w14:textId="0C17B027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03CD8DC8" w14:textId="7FC4DB50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3E1E8BF7" w14:textId="34EC5EF8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6B041A92" w14:textId="177C4203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14FD2105" w14:textId="4DE86B92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6873A710" w14:textId="37DD07A6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357B484B" w14:textId="559128AE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3CD28755" w14:textId="739EA5D6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284CFA68" w14:textId="2C2F1E68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069FA32E" w14:textId="7E71B929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444BFD01" w14:textId="77777777" w:rsidR="00161722" w:rsidRPr="00BC08C0" w:rsidRDefault="00161722" w:rsidP="0016172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08C0">
        <w:rPr>
          <w:rFonts w:asciiTheme="minorHAnsi" w:hAnsiTheme="minorHAnsi" w:cstheme="minorHAnsi"/>
          <w:b/>
          <w:bCs/>
          <w:sz w:val="22"/>
          <w:szCs w:val="22"/>
        </w:rPr>
        <w:t>Confirmation of Risk Assessment &amp; Method Statement Briefing</w:t>
      </w:r>
    </w:p>
    <w:p w14:paraId="3235E276" w14:textId="77777777" w:rsidR="00161722" w:rsidRPr="00BC08C0" w:rsidRDefault="00161722" w:rsidP="00161722">
      <w:pPr>
        <w:rPr>
          <w:rFonts w:asciiTheme="minorHAnsi" w:hAnsiTheme="minorHAnsi" w:cstheme="minorHAnsi"/>
        </w:rPr>
      </w:pPr>
      <w:r w:rsidRPr="00BC08C0">
        <w:rPr>
          <w:rFonts w:asciiTheme="minorHAnsi" w:hAnsiTheme="minorHAnsi" w:cstheme="minorHAnsi"/>
        </w:rPr>
        <w:t xml:space="preserve"> </w:t>
      </w:r>
    </w:p>
    <w:p w14:paraId="583D8D33" w14:textId="77777777" w:rsidR="00161722" w:rsidRPr="00BC08C0" w:rsidRDefault="00161722" w:rsidP="00045B36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Before</w:t>
      </w:r>
      <w:r w:rsidRPr="00BC08C0">
        <w:rPr>
          <w:rFonts w:asciiTheme="minorHAnsi" w:hAnsiTheme="minorHAnsi" w:cstheme="minorHAnsi"/>
          <w:b/>
          <w:bCs/>
        </w:rPr>
        <w:t xml:space="preserve"> commencing the activities covered in this safe system of work document all </w:t>
      </w:r>
      <w:r>
        <w:rPr>
          <w:rFonts w:asciiTheme="minorHAnsi" w:hAnsiTheme="minorHAnsi" w:cstheme="minorHAnsi"/>
          <w:b/>
          <w:bCs/>
        </w:rPr>
        <w:t>staff</w:t>
      </w:r>
      <w:r w:rsidRPr="00BC08C0">
        <w:rPr>
          <w:rFonts w:asciiTheme="minorHAnsi" w:hAnsiTheme="minorHAnsi" w:cstheme="minorHAnsi"/>
          <w:b/>
          <w:bCs/>
        </w:rPr>
        <w:t xml:space="preserve"> are to sign below to confirm that a clear briefing explaining the job has been given and is </w:t>
      </w:r>
      <w:bookmarkStart w:id="1" w:name="_GoBack"/>
      <w:bookmarkEnd w:id="1"/>
      <w:r w:rsidRPr="00BC08C0">
        <w:rPr>
          <w:rFonts w:asciiTheme="minorHAnsi" w:hAnsiTheme="minorHAnsi" w:cstheme="minorHAnsi"/>
          <w:b/>
          <w:bCs/>
        </w:rPr>
        <w:t>understood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9"/>
        <w:gridCol w:w="3710"/>
        <w:gridCol w:w="3710"/>
        <w:gridCol w:w="3710"/>
      </w:tblGrid>
      <w:tr w:rsidR="00161722" w14:paraId="1416F97C" w14:textId="77777777" w:rsidTr="00BE7B31">
        <w:tc>
          <w:tcPr>
            <w:tcW w:w="3709" w:type="dxa"/>
          </w:tcPr>
          <w:p w14:paraId="4C5ED08B" w14:textId="77777777" w:rsidR="00161722" w:rsidRDefault="00161722" w:rsidP="00BE7B3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Name</w:t>
            </w:r>
          </w:p>
          <w:p w14:paraId="6C73375D" w14:textId="77777777" w:rsidR="00161722" w:rsidRPr="00BC08C0" w:rsidRDefault="00161722" w:rsidP="00BE7B3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10" w:type="dxa"/>
          </w:tcPr>
          <w:p w14:paraId="1B1FE6F2" w14:textId="77777777" w:rsidR="00161722" w:rsidRPr="00BC08C0" w:rsidRDefault="00161722" w:rsidP="00BE7B3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3710" w:type="dxa"/>
          </w:tcPr>
          <w:p w14:paraId="31EB84A4" w14:textId="77777777" w:rsidR="00161722" w:rsidRPr="00BC08C0" w:rsidRDefault="00161722" w:rsidP="00BE7B3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3710" w:type="dxa"/>
          </w:tcPr>
          <w:p w14:paraId="334C604B" w14:textId="77777777" w:rsidR="00161722" w:rsidRPr="00BC08C0" w:rsidRDefault="00161722" w:rsidP="00BE7B3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Comments</w:t>
            </w:r>
          </w:p>
        </w:tc>
      </w:tr>
      <w:tr w:rsidR="00161722" w14:paraId="13D90E57" w14:textId="77777777" w:rsidTr="00BE7B31">
        <w:tc>
          <w:tcPr>
            <w:tcW w:w="3709" w:type="dxa"/>
          </w:tcPr>
          <w:p w14:paraId="506DD486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07F07A7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4554585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658CD78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7CF3960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1722" w14:paraId="7173EDFD" w14:textId="77777777" w:rsidTr="00BE7B31">
        <w:tc>
          <w:tcPr>
            <w:tcW w:w="3709" w:type="dxa"/>
          </w:tcPr>
          <w:p w14:paraId="0907D9C1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D3972CB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FF599A1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C13A50F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8AFF5C2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1722" w14:paraId="22679DEB" w14:textId="77777777" w:rsidTr="00BE7B31">
        <w:tc>
          <w:tcPr>
            <w:tcW w:w="3709" w:type="dxa"/>
          </w:tcPr>
          <w:p w14:paraId="077DECF0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4F76791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24CD7E1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902A109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4E8CF5A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1722" w14:paraId="5CE6D3F3" w14:textId="77777777" w:rsidTr="00BE7B31">
        <w:tc>
          <w:tcPr>
            <w:tcW w:w="3709" w:type="dxa"/>
          </w:tcPr>
          <w:p w14:paraId="7C21FB56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EB41092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CEC9479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B089ADB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429A68A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1722" w14:paraId="6764F964" w14:textId="77777777" w:rsidTr="00BE7B31">
        <w:tc>
          <w:tcPr>
            <w:tcW w:w="3709" w:type="dxa"/>
          </w:tcPr>
          <w:p w14:paraId="1E5DE6A0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3653755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D087BFD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9897705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9A7DA0C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1722" w14:paraId="27C2D978" w14:textId="77777777" w:rsidTr="00BE7B31">
        <w:tc>
          <w:tcPr>
            <w:tcW w:w="3709" w:type="dxa"/>
          </w:tcPr>
          <w:p w14:paraId="27C054E9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886317C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F25166B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CDA05CC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31D57EC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1722" w14:paraId="105AB0C7" w14:textId="77777777" w:rsidTr="00BE7B31">
        <w:tc>
          <w:tcPr>
            <w:tcW w:w="3709" w:type="dxa"/>
          </w:tcPr>
          <w:p w14:paraId="791D972C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F3D773B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4140333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ECBA39A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5503053" w14:textId="77777777" w:rsidR="00161722" w:rsidRDefault="00161722" w:rsidP="00BE7B3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23C86DB" w14:textId="77777777" w:rsidR="00161722" w:rsidRPr="00B87DEF" w:rsidRDefault="00161722" w:rsidP="00161722">
      <w:pPr>
        <w:rPr>
          <w:rFonts w:asciiTheme="minorHAnsi" w:hAnsiTheme="minorHAnsi" w:cstheme="minorHAnsi"/>
          <w:b/>
          <w:bCs/>
        </w:rPr>
      </w:pPr>
    </w:p>
    <w:p w14:paraId="6BD96136" w14:textId="77777777" w:rsidR="00161722" w:rsidRPr="00B87DEF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55B940C7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3EF6F247" w14:textId="77777777" w:rsidR="002605EC" w:rsidRPr="00B87DEF" w:rsidRDefault="002605EC" w:rsidP="00BF02FC">
      <w:pPr>
        <w:rPr>
          <w:rFonts w:asciiTheme="minorHAnsi" w:hAnsiTheme="minorHAnsi" w:cstheme="minorHAnsi"/>
          <w:b/>
          <w:bCs/>
        </w:rPr>
      </w:pPr>
    </w:p>
    <w:sectPr w:rsidR="002605EC" w:rsidRPr="00B87DEF" w:rsidSect="003021DE">
      <w:headerReference w:type="default" r:id="rId24"/>
      <w:footerReference w:type="default" r:id="rId25"/>
      <w:pgSz w:w="16834" w:h="11909" w:orient="landscape" w:code="9"/>
      <w:pgMar w:top="720" w:right="851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4AF39" w14:textId="77777777" w:rsidR="00E14E57" w:rsidRDefault="00E14E57">
      <w:r>
        <w:separator/>
      </w:r>
    </w:p>
  </w:endnote>
  <w:endnote w:type="continuationSeparator" w:id="0">
    <w:p w14:paraId="3C981084" w14:textId="77777777" w:rsidR="00E14E57" w:rsidRDefault="00E1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BDF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940EA" w14:textId="48EE2EAC" w:rsidR="00BE7B31" w:rsidRPr="00AD432A" w:rsidRDefault="00BE7B31" w:rsidP="00AD432A">
    <w:pPr>
      <w:rPr>
        <w:rFonts w:asciiTheme="minorHAnsi" w:hAnsiTheme="minorHAnsi" w:cstheme="minorHAnsi"/>
        <w:b/>
        <w:sz w:val="18"/>
        <w:szCs w:val="22"/>
      </w:rPr>
    </w:pPr>
    <w:r>
      <w:rPr>
        <w:rStyle w:val="headerChar0"/>
        <w:rFonts w:asciiTheme="minorHAnsi" w:hAnsiTheme="minorHAnsi" w:cstheme="minorHAnsi"/>
        <w:b/>
        <w:sz w:val="16"/>
        <w:szCs w:val="16"/>
      </w:rPr>
      <w:t>RA0</w:t>
    </w:r>
    <w:r w:rsidR="00045B36">
      <w:rPr>
        <w:rStyle w:val="headerChar0"/>
        <w:rFonts w:asciiTheme="minorHAnsi" w:hAnsiTheme="minorHAnsi" w:cstheme="minorHAnsi"/>
        <w:b/>
        <w:sz w:val="16"/>
        <w:szCs w:val="16"/>
      </w:rPr>
      <w:t>18</w:t>
    </w:r>
    <w:r w:rsidRPr="00264FD6">
      <w:rPr>
        <w:rStyle w:val="headerChar0"/>
        <w:rFonts w:asciiTheme="minorHAnsi" w:hAnsiTheme="minorHAnsi" w:cstheme="minorHAnsi"/>
        <w:b/>
        <w:sz w:val="16"/>
        <w:szCs w:val="16"/>
      </w:rPr>
      <w:t>-</w:t>
    </w:r>
    <w:r w:rsidRPr="00AD432A">
      <w:rPr>
        <w:rFonts w:asciiTheme="minorHAnsi" w:eastAsiaTheme="minorHAnsi" w:hAnsiTheme="minorHAnsi" w:cstheme="minorBidi"/>
        <w:sz w:val="22"/>
        <w:szCs w:val="22"/>
      </w:rPr>
      <w:t xml:space="preserve"> </w:t>
    </w:r>
    <w:r w:rsidR="008C308B">
      <w:rPr>
        <w:rFonts w:asciiTheme="minorHAnsi" w:hAnsiTheme="minorHAnsi" w:cstheme="minorHAnsi"/>
        <w:b/>
        <w:sz w:val="16"/>
        <w:szCs w:val="16"/>
      </w:rPr>
      <w:t>Kitchen Deep Clean</w:t>
    </w:r>
    <w:r w:rsidRPr="00D307C4">
      <w:rPr>
        <w:rFonts w:asciiTheme="minorHAnsi" w:hAnsiTheme="minorHAnsi" w:cstheme="minorHAnsi"/>
        <w:b/>
        <w:sz w:val="16"/>
        <w:szCs w:val="16"/>
      </w:rPr>
      <w:t xml:space="preserve"> 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  <w:t xml:space="preserve">Reviewed </w:t>
    </w:r>
    <w:r w:rsidRPr="00C250B0">
      <w:rPr>
        <w:rFonts w:asciiTheme="minorHAnsi" w:hAnsiTheme="minorHAnsi" w:cstheme="minorHAnsi"/>
        <w:sz w:val="16"/>
        <w:szCs w:val="16"/>
      </w:rPr>
      <w:t>By</w:t>
    </w:r>
    <w:r>
      <w:rPr>
        <w:rFonts w:asciiTheme="minorHAnsi" w:hAnsiTheme="minorHAnsi" w:cstheme="minorHAnsi"/>
        <w:sz w:val="16"/>
        <w:szCs w:val="16"/>
      </w:rPr>
      <w:t>-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="008C308B">
      <w:rPr>
        <w:rFonts w:asciiTheme="minorHAnsi" w:hAnsiTheme="minorHAnsi" w:cstheme="minorHAnsi"/>
        <w:sz w:val="16"/>
        <w:szCs w:val="16"/>
      </w:rPr>
      <w:tab/>
    </w:r>
    <w:r w:rsidR="008C308B">
      <w:rPr>
        <w:rFonts w:asciiTheme="minorHAnsi" w:hAnsiTheme="minorHAnsi" w:cstheme="minorHAnsi"/>
        <w:sz w:val="16"/>
        <w:szCs w:val="16"/>
      </w:rPr>
      <w:tab/>
    </w:r>
    <w:r w:rsidR="008C308B">
      <w:rPr>
        <w:rFonts w:asciiTheme="minorHAnsi" w:hAnsiTheme="minorHAnsi" w:cstheme="minorHAnsi"/>
        <w:sz w:val="16"/>
        <w:szCs w:val="16"/>
      </w:rPr>
      <w:tab/>
    </w:r>
    <w:r w:rsidR="008C308B">
      <w:rPr>
        <w:rFonts w:asciiTheme="minorHAnsi" w:hAnsiTheme="minorHAnsi" w:cstheme="minorHAnsi"/>
        <w:sz w:val="16"/>
        <w:szCs w:val="16"/>
      </w:rPr>
      <w:tab/>
    </w:r>
    <w:r w:rsidRPr="00C250B0">
      <w:rPr>
        <w:rFonts w:asciiTheme="minorHAnsi" w:hAnsiTheme="minorHAnsi" w:cstheme="minorHAnsi"/>
        <w:sz w:val="16"/>
        <w:szCs w:val="16"/>
      </w:rPr>
      <w:t xml:space="preserve">Page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PAGE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>
      <w:rPr>
        <w:rFonts w:asciiTheme="minorHAnsi" w:hAnsiTheme="minorHAnsi" w:cstheme="minorHAnsi"/>
        <w:b/>
        <w:noProof/>
        <w:sz w:val="16"/>
        <w:szCs w:val="16"/>
      </w:rPr>
      <w:t>1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  <w:r w:rsidRPr="00C250B0">
      <w:rPr>
        <w:rFonts w:asciiTheme="minorHAnsi" w:hAnsiTheme="minorHAnsi" w:cstheme="minorHAnsi"/>
        <w:sz w:val="16"/>
        <w:szCs w:val="16"/>
      </w:rPr>
      <w:t xml:space="preserve"> of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NUMPAGES 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>
      <w:rPr>
        <w:rFonts w:asciiTheme="minorHAnsi" w:hAnsiTheme="minorHAnsi" w:cstheme="minorHAnsi"/>
        <w:b/>
        <w:noProof/>
        <w:sz w:val="16"/>
        <w:szCs w:val="16"/>
      </w:rPr>
      <w:t>6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2ADBB" w14:textId="77777777" w:rsidR="00E14E57" w:rsidRDefault="00E14E57">
      <w:r>
        <w:separator/>
      </w:r>
    </w:p>
  </w:footnote>
  <w:footnote w:type="continuationSeparator" w:id="0">
    <w:p w14:paraId="6A835694" w14:textId="77777777" w:rsidR="00E14E57" w:rsidRDefault="00E1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CC4D1" w14:textId="2033ECB8" w:rsidR="00BE7B31" w:rsidRPr="00B56678" w:rsidRDefault="00BE7B31" w:rsidP="006C1BBB">
    <w:pPr>
      <w:pStyle w:val="Header1"/>
      <w:jc w:val="right"/>
    </w:pPr>
    <w:r>
      <w:t xml:space="preserve">     </w:t>
    </w:r>
  </w:p>
  <w:p w14:paraId="3E4DAFBD" w14:textId="77777777" w:rsidR="00BE7B31" w:rsidRDefault="00BE7B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95035"/>
    <w:multiLevelType w:val="hybridMultilevel"/>
    <w:tmpl w:val="C7F81B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5B39DF"/>
    <w:multiLevelType w:val="hybridMultilevel"/>
    <w:tmpl w:val="C83EAA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4525EF"/>
    <w:multiLevelType w:val="hybridMultilevel"/>
    <w:tmpl w:val="DFCEA6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B572B5"/>
    <w:multiLevelType w:val="hybridMultilevel"/>
    <w:tmpl w:val="F09A01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D46A3B"/>
    <w:multiLevelType w:val="hybridMultilevel"/>
    <w:tmpl w:val="C07626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6E789D"/>
    <w:multiLevelType w:val="hybridMultilevel"/>
    <w:tmpl w:val="60DC39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4E2D99"/>
    <w:multiLevelType w:val="hybridMultilevel"/>
    <w:tmpl w:val="F8A682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9F0A50"/>
    <w:multiLevelType w:val="hybridMultilevel"/>
    <w:tmpl w:val="037CF3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477366"/>
    <w:multiLevelType w:val="hybridMultilevel"/>
    <w:tmpl w:val="E65E34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F32E6A"/>
    <w:multiLevelType w:val="hybridMultilevel"/>
    <w:tmpl w:val="5BECD4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7A25FE"/>
    <w:multiLevelType w:val="hybridMultilevel"/>
    <w:tmpl w:val="7CCACD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BC2B22"/>
    <w:multiLevelType w:val="hybridMultilevel"/>
    <w:tmpl w:val="D14A9934"/>
    <w:lvl w:ilvl="0" w:tplc="0809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12" w15:restartNumberingAfterBreak="0">
    <w:nsid w:val="3B392EA1"/>
    <w:multiLevelType w:val="hybridMultilevel"/>
    <w:tmpl w:val="038A0DB2"/>
    <w:lvl w:ilvl="0" w:tplc="0809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13" w15:restartNumberingAfterBreak="0">
    <w:nsid w:val="3F585492"/>
    <w:multiLevelType w:val="hybridMultilevel"/>
    <w:tmpl w:val="71B6D2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E71E47"/>
    <w:multiLevelType w:val="hybridMultilevel"/>
    <w:tmpl w:val="6C1282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8D3514"/>
    <w:multiLevelType w:val="hybridMultilevel"/>
    <w:tmpl w:val="5F5830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BFA75CC"/>
    <w:multiLevelType w:val="hybridMultilevel"/>
    <w:tmpl w:val="7F3CBD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9A2F33"/>
    <w:multiLevelType w:val="hybridMultilevel"/>
    <w:tmpl w:val="3050DA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3257A6"/>
    <w:multiLevelType w:val="hybridMultilevel"/>
    <w:tmpl w:val="673E37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401CED"/>
    <w:multiLevelType w:val="hybridMultilevel"/>
    <w:tmpl w:val="B3C4D5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DA1C60"/>
    <w:multiLevelType w:val="hybridMultilevel"/>
    <w:tmpl w:val="7F4E34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6"/>
  </w:num>
  <w:num w:numId="4">
    <w:abstractNumId w:val="19"/>
  </w:num>
  <w:num w:numId="5">
    <w:abstractNumId w:val="12"/>
  </w:num>
  <w:num w:numId="6">
    <w:abstractNumId w:val="11"/>
  </w:num>
  <w:num w:numId="7">
    <w:abstractNumId w:val="14"/>
  </w:num>
  <w:num w:numId="8">
    <w:abstractNumId w:val="16"/>
  </w:num>
  <w:num w:numId="9">
    <w:abstractNumId w:val="1"/>
  </w:num>
  <w:num w:numId="10">
    <w:abstractNumId w:val="8"/>
  </w:num>
  <w:num w:numId="11">
    <w:abstractNumId w:val="18"/>
  </w:num>
  <w:num w:numId="12">
    <w:abstractNumId w:val="15"/>
  </w:num>
  <w:num w:numId="13">
    <w:abstractNumId w:val="4"/>
  </w:num>
  <w:num w:numId="14">
    <w:abstractNumId w:val="5"/>
  </w:num>
  <w:num w:numId="15">
    <w:abstractNumId w:val="0"/>
  </w:num>
  <w:num w:numId="16">
    <w:abstractNumId w:val="7"/>
  </w:num>
  <w:num w:numId="17">
    <w:abstractNumId w:val="13"/>
  </w:num>
  <w:num w:numId="18">
    <w:abstractNumId w:val="2"/>
  </w:num>
  <w:num w:numId="19">
    <w:abstractNumId w:val="3"/>
  </w:num>
  <w:num w:numId="20">
    <w:abstractNumId w:val="20"/>
  </w:num>
  <w:num w:numId="21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0C"/>
    <w:rsid w:val="000238EA"/>
    <w:rsid w:val="00024E69"/>
    <w:rsid w:val="00034172"/>
    <w:rsid w:val="0004157D"/>
    <w:rsid w:val="00045B36"/>
    <w:rsid w:val="00070321"/>
    <w:rsid w:val="00070BCE"/>
    <w:rsid w:val="00082EB2"/>
    <w:rsid w:val="00087684"/>
    <w:rsid w:val="00096247"/>
    <w:rsid w:val="000962AF"/>
    <w:rsid w:val="000B5AAE"/>
    <w:rsid w:val="000C5559"/>
    <w:rsid w:val="000D34CA"/>
    <w:rsid w:val="000E05B2"/>
    <w:rsid w:val="000E1D3D"/>
    <w:rsid w:val="000F0CEE"/>
    <w:rsid w:val="000F2A0C"/>
    <w:rsid w:val="00125C28"/>
    <w:rsid w:val="001603FD"/>
    <w:rsid w:val="00161722"/>
    <w:rsid w:val="001619EE"/>
    <w:rsid w:val="00180839"/>
    <w:rsid w:val="0018127C"/>
    <w:rsid w:val="00181CC2"/>
    <w:rsid w:val="00184EA0"/>
    <w:rsid w:val="001900B8"/>
    <w:rsid w:val="00193F7D"/>
    <w:rsid w:val="001B39C8"/>
    <w:rsid w:val="001B74F1"/>
    <w:rsid w:val="001C3D81"/>
    <w:rsid w:val="001C4FD2"/>
    <w:rsid w:val="001D490A"/>
    <w:rsid w:val="001D53AA"/>
    <w:rsid w:val="001E16C1"/>
    <w:rsid w:val="001E5F5E"/>
    <w:rsid w:val="001F4612"/>
    <w:rsid w:val="00200381"/>
    <w:rsid w:val="002123AE"/>
    <w:rsid w:val="002330F7"/>
    <w:rsid w:val="0024245F"/>
    <w:rsid w:val="002511B0"/>
    <w:rsid w:val="00257CEC"/>
    <w:rsid w:val="002605EC"/>
    <w:rsid w:val="00264FD6"/>
    <w:rsid w:val="00277E03"/>
    <w:rsid w:val="002852E3"/>
    <w:rsid w:val="00290F3A"/>
    <w:rsid w:val="002915F2"/>
    <w:rsid w:val="002A00AA"/>
    <w:rsid w:val="002A26F9"/>
    <w:rsid w:val="002B41EE"/>
    <w:rsid w:val="002D03A6"/>
    <w:rsid w:val="002D228D"/>
    <w:rsid w:val="002D3336"/>
    <w:rsid w:val="002E2609"/>
    <w:rsid w:val="002E4E40"/>
    <w:rsid w:val="003021DE"/>
    <w:rsid w:val="00306137"/>
    <w:rsid w:val="00307A0C"/>
    <w:rsid w:val="0031210D"/>
    <w:rsid w:val="003255AA"/>
    <w:rsid w:val="00352BB7"/>
    <w:rsid w:val="00357480"/>
    <w:rsid w:val="00357AD0"/>
    <w:rsid w:val="003831EA"/>
    <w:rsid w:val="00390844"/>
    <w:rsid w:val="003A2003"/>
    <w:rsid w:val="003A6386"/>
    <w:rsid w:val="003A738C"/>
    <w:rsid w:val="003B2A79"/>
    <w:rsid w:val="003C03E8"/>
    <w:rsid w:val="003C5C31"/>
    <w:rsid w:val="003D2285"/>
    <w:rsid w:val="003E1E22"/>
    <w:rsid w:val="003F208E"/>
    <w:rsid w:val="0040636F"/>
    <w:rsid w:val="004168A0"/>
    <w:rsid w:val="004227F2"/>
    <w:rsid w:val="00427B92"/>
    <w:rsid w:val="0046799E"/>
    <w:rsid w:val="00476908"/>
    <w:rsid w:val="004832D3"/>
    <w:rsid w:val="0048634E"/>
    <w:rsid w:val="004943FA"/>
    <w:rsid w:val="004A1D33"/>
    <w:rsid w:val="004B029F"/>
    <w:rsid w:val="004B64E0"/>
    <w:rsid w:val="004B66ED"/>
    <w:rsid w:val="004D0E41"/>
    <w:rsid w:val="004D3E0C"/>
    <w:rsid w:val="004F11BA"/>
    <w:rsid w:val="005026B6"/>
    <w:rsid w:val="005034DA"/>
    <w:rsid w:val="005145CC"/>
    <w:rsid w:val="005240BD"/>
    <w:rsid w:val="00524320"/>
    <w:rsid w:val="0052553E"/>
    <w:rsid w:val="00525FDA"/>
    <w:rsid w:val="005418CD"/>
    <w:rsid w:val="00544074"/>
    <w:rsid w:val="00552A9D"/>
    <w:rsid w:val="00563F38"/>
    <w:rsid w:val="00576979"/>
    <w:rsid w:val="0059074B"/>
    <w:rsid w:val="005915F7"/>
    <w:rsid w:val="00593E1B"/>
    <w:rsid w:val="005B1D21"/>
    <w:rsid w:val="005B25C0"/>
    <w:rsid w:val="005C7302"/>
    <w:rsid w:val="005C737F"/>
    <w:rsid w:val="005D0FBE"/>
    <w:rsid w:val="005D2870"/>
    <w:rsid w:val="005E26B4"/>
    <w:rsid w:val="005F1D65"/>
    <w:rsid w:val="005F72C8"/>
    <w:rsid w:val="0061186A"/>
    <w:rsid w:val="00611D13"/>
    <w:rsid w:val="00625D8E"/>
    <w:rsid w:val="00632DD1"/>
    <w:rsid w:val="0063574E"/>
    <w:rsid w:val="00636B05"/>
    <w:rsid w:val="00642896"/>
    <w:rsid w:val="00645F92"/>
    <w:rsid w:val="006722E5"/>
    <w:rsid w:val="00697BE0"/>
    <w:rsid w:val="006A1EFB"/>
    <w:rsid w:val="006B3367"/>
    <w:rsid w:val="006C1BBB"/>
    <w:rsid w:val="00706D47"/>
    <w:rsid w:val="00712AC0"/>
    <w:rsid w:val="00722C45"/>
    <w:rsid w:val="00735AD4"/>
    <w:rsid w:val="00736497"/>
    <w:rsid w:val="00736668"/>
    <w:rsid w:val="00742D75"/>
    <w:rsid w:val="00745448"/>
    <w:rsid w:val="0075578E"/>
    <w:rsid w:val="00763CE1"/>
    <w:rsid w:val="00774127"/>
    <w:rsid w:val="007770CC"/>
    <w:rsid w:val="007934F3"/>
    <w:rsid w:val="007938C2"/>
    <w:rsid w:val="007A47CC"/>
    <w:rsid w:val="007B32A3"/>
    <w:rsid w:val="007E1D98"/>
    <w:rsid w:val="007E5C4E"/>
    <w:rsid w:val="007F1BD3"/>
    <w:rsid w:val="007F3D03"/>
    <w:rsid w:val="007F7185"/>
    <w:rsid w:val="007F77F6"/>
    <w:rsid w:val="00813101"/>
    <w:rsid w:val="008215B7"/>
    <w:rsid w:val="00822620"/>
    <w:rsid w:val="008277A6"/>
    <w:rsid w:val="0083568E"/>
    <w:rsid w:val="00840734"/>
    <w:rsid w:val="00865FFD"/>
    <w:rsid w:val="008721C9"/>
    <w:rsid w:val="00880BCD"/>
    <w:rsid w:val="0088689F"/>
    <w:rsid w:val="008A4ACE"/>
    <w:rsid w:val="008B0388"/>
    <w:rsid w:val="008C308B"/>
    <w:rsid w:val="008C60DD"/>
    <w:rsid w:val="008D27F5"/>
    <w:rsid w:val="008D6585"/>
    <w:rsid w:val="008F1E79"/>
    <w:rsid w:val="00901D5C"/>
    <w:rsid w:val="009163E5"/>
    <w:rsid w:val="0091782C"/>
    <w:rsid w:val="009203BB"/>
    <w:rsid w:val="00931A98"/>
    <w:rsid w:val="00944188"/>
    <w:rsid w:val="009643DA"/>
    <w:rsid w:val="00980D07"/>
    <w:rsid w:val="009957A5"/>
    <w:rsid w:val="009A14C4"/>
    <w:rsid w:val="009A1CD4"/>
    <w:rsid w:val="009A4000"/>
    <w:rsid w:val="009B64D1"/>
    <w:rsid w:val="009D0832"/>
    <w:rsid w:val="009E614E"/>
    <w:rsid w:val="00A02DA2"/>
    <w:rsid w:val="00A05AFB"/>
    <w:rsid w:val="00A10B6D"/>
    <w:rsid w:val="00A21C7A"/>
    <w:rsid w:val="00A238F7"/>
    <w:rsid w:val="00A24C13"/>
    <w:rsid w:val="00A4130F"/>
    <w:rsid w:val="00A44C9A"/>
    <w:rsid w:val="00A5429F"/>
    <w:rsid w:val="00A5515F"/>
    <w:rsid w:val="00A60492"/>
    <w:rsid w:val="00A62EF7"/>
    <w:rsid w:val="00A92E75"/>
    <w:rsid w:val="00AB19EA"/>
    <w:rsid w:val="00AD432A"/>
    <w:rsid w:val="00AE4C92"/>
    <w:rsid w:val="00B070AE"/>
    <w:rsid w:val="00B247AE"/>
    <w:rsid w:val="00B33001"/>
    <w:rsid w:val="00B33395"/>
    <w:rsid w:val="00B41EC3"/>
    <w:rsid w:val="00B4302B"/>
    <w:rsid w:val="00B469EB"/>
    <w:rsid w:val="00B526FC"/>
    <w:rsid w:val="00B52814"/>
    <w:rsid w:val="00B87DEF"/>
    <w:rsid w:val="00BB59B5"/>
    <w:rsid w:val="00BC219A"/>
    <w:rsid w:val="00BD0BF9"/>
    <w:rsid w:val="00BE29A7"/>
    <w:rsid w:val="00BE4900"/>
    <w:rsid w:val="00BE7B31"/>
    <w:rsid w:val="00BF00E2"/>
    <w:rsid w:val="00BF02FC"/>
    <w:rsid w:val="00C153A8"/>
    <w:rsid w:val="00C167BE"/>
    <w:rsid w:val="00C203A6"/>
    <w:rsid w:val="00C250B0"/>
    <w:rsid w:val="00C26C6F"/>
    <w:rsid w:val="00C26D95"/>
    <w:rsid w:val="00C315AF"/>
    <w:rsid w:val="00C34346"/>
    <w:rsid w:val="00C37D5A"/>
    <w:rsid w:val="00C423BE"/>
    <w:rsid w:val="00C458C3"/>
    <w:rsid w:val="00C605CB"/>
    <w:rsid w:val="00C7200D"/>
    <w:rsid w:val="00C72D24"/>
    <w:rsid w:val="00C9498E"/>
    <w:rsid w:val="00CA0BD2"/>
    <w:rsid w:val="00CB7DAB"/>
    <w:rsid w:val="00CB7EF2"/>
    <w:rsid w:val="00CC7459"/>
    <w:rsid w:val="00CE6882"/>
    <w:rsid w:val="00D01F6C"/>
    <w:rsid w:val="00D03CAA"/>
    <w:rsid w:val="00D200D4"/>
    <w:rsid w:val="00D23A0E"/>
    <w:rsid w:val="00D307C4"/>
    <w:rsid w:val="00D37A5C"/>
    <w:rsid w:val="00D52A73"/>
    <w:rsid w:val="00D7021E"/>
    <w:rsid w:val="00D75FB2"/>
    <w:rsid w:val="00D843C4"/>
    <w:rsid w:val="00D84911"/>
    <w:rsid w:val="00D8575A"/>
    <w:rsid w:val="00D86014"/>
    <w:rsid w:val="00DA27D2"/>
    <w:rsid w:val="00DA585F"/>
    <w:rsid w:val="00DB1617"/>
    <w:rsid w:val="00DB7710"/>
    <w:rsid w:val="00DC6D5F"/>
    <w:rsid w:val="00DE767D"/>
    <w:rsid w:val="00E04850"/>
    <w:rsid w:val="00E12720"/>
    <w:rsid w:val="00E14BEC"/>
    <w:rsid w:val="00E14E57"/>
    <w:rsid w:val="00E21E75"/>
    <w:rsid w:val="00E327E7"/>
    <w:rsid w:val="00E51268"/>
    <w:rsid w:val="00E55F3C"/>
    <w:rsid w:val="00E66958"/>
    <w:rsid w:val="00E736CC"/>
    <w:rsid w:val="00E768FB"/>
    <w:rsid w:val="00E80B98"/>
    <w:rsid w:val="00E8269C"/>
    <w:rsid w:val="00E902DF"/>
    <w:rsid w:val="00E94142"/>
    <w:rsid w:val="00E9528A"/>
    <w:rsid w:val="00E97C9B"/>
    <w:rsid w:val="00EA0B57"/>
    <w:rsid w:val="00EA711E"/>
    <w:rsid w:val="00EC3B3D"/>
    <w:rsid w:val="00EC7065"/>
    <w:rsid w:val="00ED01BF"/>
    <w:rsid w:val="00ED61CF"/>
    <w:rsid w:val="00EE2A6F"/>
    <w:rsid w:val="00EE2B9C"/>
    <w:rsid w:val="00EF0741"/>
    <w:rsid w:val="00F00FAF"/>
    <w:rsid w:val="00F056EB"/>
    <w:rsid w:val="00F05A0E"/>
    <w:rsid w:val="00F2117C"/>
    <w:rsid w:val="00F22847"/>
    <w:rsid w:val="00F26784"/>
    <w:rsid w:val="00F33D43"/>
    <w:rsid w:val="00F40C60"/>
    <w:rsid w:val="00F43A03"/>
    <w:rsid w:val="00F51D95"/>
    <w:rsid w:val="00F619C9"/>
    <w:rsid w:val="00F65920"/>
    <w:rsid w:val="00F6669C"/>
    <w:rsid w:val="00F70A9E"/>
    <w:rsid w:val="00F70F01"/>
    <w:rsid w:val="00F82949"/>
    <w:rsid w:val="00F82DC1"/>
    <w:rsid w:val="00F83002"/>
    <w:rsid w:val="00F85563"/>
    <w:rsid w:val="00F878E6"/>
    <w:rsid w:val="00F96A7B"/>
    <w:rsid w:val="00FB19A6"/>
    <w:rsid w:val="00FC1F50"/>
    <w:rsid w:val="00FC3D9A"/>
    <w:rsid w:val="00FC4FC4"/>
    <w:rsid w:val="00FC55E5"/>
    <w:rsid w:val="00FD54AE"/>
    <w:rsid w:val="00FE0E90"/>
    <w:rsid w:val="00FF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658CA8"/>
  <w15:docId w15:val="{821AA550-AC5D-4E3B-B9E6-C263BCB6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(W1)" w:eastAsia="Times New Roman" w:hAnsi="Times New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4EA0"/>
    <w:rPr>
      <w:rFonts w:ascii="Times New Roman" w:hAnsi="Times New Roman"/>
      <w:lang w:eastAsia="en-US"/>
    </w:rPr>
  </w:style>
  <w:style w:type="paragraph" w:styleId="Heading1">
    <w:name w:val="heading 1"/>
    <w:basedOn w:val="Normal"/>
    <w:next w:val="Normal"/>
    <w:qFormat/>
    <w:rsid w:val="001B74F1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4B029F"/>
    <w:pPr>
      <w:keepNext/>
      <w:outlineLvl w:val="1"/>
    </w:pPr>
    <w:rPr>
      <w:rFonts w:ascii="Verdana" w:hAnsi="Verdana"/>
      <w:b/>
      <w:bCs/>
      <w:sz w:val="22"/>
    </w:rPr>
  </w:style>
  <w:style w:type="paragraph" w:styleId="Heading3">
    <w:name w:val="heading 3"/>
    <w:basedOn w:val="Normal"/>
    <w:next w:val="Normal"/>
    <w:qFormat/>
    <w:rsid w:val="001B74F1"/>
    <w:pPr>
      <w:keepNext/>
      <w:outlineLvl w:val="2"/>
    </w:pPr>
    <w:rPr>
      <w:bCs/>
      <w:sz w:val="24"/>
    </w:rPr>
  </w:style>
  <w:style w:type="paragraph" w:styleId="Heading4">
    <w:name w:val="heading 4"/>
    <w:basedOn w:val="Normal"/>
    <w:next w:val="Normal"/>
    <w:qFormat/>
    <w:rsid w:val="001B74F1"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4F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B74F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B74F1"/>
  </w:style>
  <w:style w:type="paragraph" w:styleId="Title">
    <w:name w:val="Title"/>
    <w:basedOn w:val="Normal"/>
    <w:qFormat/>
    <w:rsid w:val="001B74F1"/>
    <w:pPr>
      <w:jc w:val="center"/>
    </w:pPr>
    <w:rPr>
      <w:sz w:val="52"/>
    </w:rPr>
  </w:style>
  <w:style w:type="character" w:styleId="CommentReference">
    <w:name w:val="annotation reference"/>
    <w:semiHidden/>
    <w:rsid w:val="001B74F1"/>
    <w:rPr>
      <w:sz w:val="16"/>
      <w:szCs w:val="16"/>
    </w:rPr>
  </w:style>
  <w:style w:type="paragraph" w:styleId="CommentText">
    <w:name w:val="annotation text"/>
    <w:basedOn w:val="Normal"/>
    <w:semiHidden/>
    <w:rsid w:val="001B74F1"/>
  </w:style>
  <w:style w:type="table" w:styleId="TableGrid">
    <w:name w:val="Table Grid"/>
    <w:basedOn w:val="TableNormal"/>
    <w:uiPriority w:val="39"/>
    <w:rsid w:val="007E5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74127"/>
    <w:rPr>
      <w:rFonts w:ascii="Times New Roman" w:hAnsi="Times New Roman"/>
      <w:lang w:val="en-GB"/>
    </w:rPr>
  </w:style>
  <w:style w:type="paragraph" w:customStyle="1" w:styleId="Header1">
    <w:name w:val="Header1"/>
    <w:basedOn w:val="Normal"/>
    <w:link w:val="headerChar0"/>
    <w:qFormat/>
    <w:rsid w:val="001B39C8"/>
    <w:rPr>
      <w:rFonts w:ascii="Verdana" w:hAnsi="Verdana"/>
      <w:sz w:val="18"/>
      <w:szCs w:val="22"/>
    </w:rPr>
  </w:style>
  <w:style w:type="paragraph" w:styleId="ListParagraph">
    <w:name w:val="List Paragraph"/>
    <w:basedOn w:val="Normal"/>
    <w:uiPriority w:val="34"/>
    <w:qFormat/>
    <w:rsid w:val="002B41EE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eaderChar0">
    <w:name w:val="header Char"/>
    <w:link w:val="Header1"/>
    <w:rsid w:val="001B39C8"/>
    <w:rPr>
      <w:rFonts w:ascii="Verdana" w:hAnsi="Verdana" w:cs="Arial"/>
      <w:sz w:val="18"/>
      <w:szCs w:val="22"/>
      <w:lang w:eastAsia="en-US"/>
    </w:rPr>
  </w:style>
  <w:style w:type="paragraph" w:styleId="BalloonText">
    <w:name w:val="Balloon Text"/>
    <w:basedOn w:val="Normal"/>
    <w:link w:val="BalloonTextChar"/>
    <w:rsid w:val="00F228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2847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DA27D2"/>
    <w:rPr>
      <w:rFonts w:ascii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2605EC"/>
    <w:rPr>
      <w:rFonts w:ascii="Times New Roman" w:hAnsi="Times New Roman"/>
      <w:lang w:eastAsia="en-US"/>
    </w:rPr>
  </w:style>
  <w:style w:type="paragraph" w:customStyle="1" w:styleId="Default">
    <w:name w:val="Default"/>
    <w:rsid w:val="00C250B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rsid w:val="00777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F4612"/>
    <w:rPr>
      <w:b/>
      <w:bCs/>
    </w:rPr>
  </w:style>
  <w:style w:type="paragraph" w:customStyle="1" w:styleId="CM14">
    <w:name w:val="CM14"/>
    <w:basedOn w:val="Normal"/>
    <w:next w:val="Normal"/>
    <w:uiPriority w:val="99"/>
    <w:rsid w:val="001E5F5E"/>
    <w:pPr>
      <w:autoSpaceDE w:val="0"/>
      <w:autoSpaceDN w:val="0"/>
      <w:adjustRightInd w:val="0"/>
      <w:spacing w:after="240"/>
    </w:pPr>
    <w:rPr>
      <w:rFonts w:ascii="PEBDF E+ Helvetica" w:eastAsia="Calibri" w:hAnsi="PEBDF E+ Helvetic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E5F5E"/>
    <w:rPr>
      <w:color w:val="800080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D7021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C73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706D47"/>
    <w:pPr>
      <w:spacing w:after="120"/>
      <w:jc w:val="both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706D47"/>
    <w:rPr>
      <w:rFonts w:ascii="Arial" w:hAnsi="Arial"/>
      <w:lang w:eastAsia="en-US"/>
    </w:rPr>
  </w:style>
  <w:style w:type="character" w:customStyle="1" w:styleId="Heading2Char">
    <w:name w:val="Heading 2 Char"/>
    <w:basedOn w:val="DefaultParagraphFont"/>
    <w:link w:val="Heading2"/>
    <w:rsid w:val="006722E5"/>
    <w:rPr>
      <w:rFonts w:ascii="Verdana" w:hAnsi="Verdana"/>
      <w:b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customXml" Target="../customXml/item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C\Desktop\BESA%20Final%20July%202019\Task%20Risk%20Assessments\RA001%20Air%20Sampling%20for%20Asbest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42DF9D9-2F35-4033-821C-F7653CC10D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2DA969-602F-4603-A953-2C7291BB7548}"/>
</file>

<file path=customXml/itemProps3.xml><?xml version="1.0" encoding="utf-8"?>
<ds:datastoreItem xmlns:ds="http://schemas.openxmlformats.org/officeDocument/2006/customXml" ds:itemID="{C3EC7937-0388-4F1F-A5DA-236E5C6975A7}"/>
</file>

<file path=customXml/itemProps4.xml><?xml version="1.0" encoding="utf-8"?>
<ds:datastoreItem xmlns:ds="http://schemas.openxmlformats.org/officeDocument/2006/customXml" ds:itemID="{29FDFF3B-2FC6-4A41-8BC0-6E2C95CF280A}"/>
</file>

<file path=docProps/app.xml><?xml version="1.0" encoding="utf-8"?>
<Properties xmlns="http://schemas.openxmlformats.org/officeDocument/2006/extended-properties" xmlns:vt="http://schemas.openxmlformats.org/officeDocument/2006/docPropsVTypes">
  <Template>RA001 Air Sampling for Asbestos</Template>
  <TotalTime>60</TotalTime>
  <Pages>10</Pages>
  <Words>2063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 Template:</vt:lpstr>
    </vt:vector>
  </TitlesOfParts>
  <Company>l</Company>
  <LinksUpToDate>false</LinksUpToDate>
  <CharactersWithSpaces>13796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 Template:</dc:title>
  <dc:creator>Rebecca Crosland</dc:creator>
  <cp:lastModifiedBy>Rebecca Crosland</cp:lastModifiedBy>
  <cp:revision>5</cp:revision>
  <cp:lastPrinted>2019-10-08T15:07:00Z</cp:lastPrinted>
  <dcterms:created xsi:type="dcterms:W3CDTF">2020-03-18T15:35:00Z</dcterms:created>
  <dcterms:modified xsi:type="dcterms:W3CDTF">2020-09-07T14:50:00Z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